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B95" w:rsidRDefault="00306B95" w:rsidP="000130B4"/>
    <w:tbl>
      <w:tblPr>
        <w:tblW w:w="0" w:type="auto"/>
        <w:tblLook w:val="00A0" w:firstRow="1" w:lastRow="0" w:firstColumn="1" w:lastColumn="0" w:noHBand="0" w:noVBand="0"/>
      </w:tblPr>
      <w:tblGrid>
        <w:gridCol w:w="6640"/>
      </w:tblGrid>
      <w:tr w:rsidR="00306B95" w:rsidRPr="000F7287">
        <w:trPr>
          <w:cantSplit/>
        </w:trPr>
        <w:tc>
          <w:tcPr>
            <w:tcW w:w="6640" w:type="dxa"/>
            <w:tcBorders>
              <w:bottom w:val="dotted" w:sz="8" w:space="0" w:color="606A70"/>
            </w:tcBorders>
            <w:shd w:val="clear" w:color="auto" w:fill="auto"/>
            <w:tcMar>
              <w:left w:w="0" w:type="dxa"/>
              <w:right w:w="0" w:type="dxa"/>
            </w:tcMar>
          </w:tcPr>
          <w:p w:rsidR="00306B95" w:rsidRPr="00647D11" w:rsidRDefault="0001310F" w:rsidP="000130B4">
            <w:pPr>
              <w:pStyle w:val="Header"/>
              <w:rPr>
                <w:rFonts w:asciiTheme="minorHAnsi" w:eastAsia="Cambria" w:hAnsiTheme="minorHAnsi"/>
              </w:rPr>
            </w:pPr>
            <w:r w:rsidRPr="00647D11">
              <w:rPr>
                <w:rFonts w:asciiTheme="minorHAnsi" w:eastAsia="Cambria" w:hAnsiTheme="minorHAnsi"/>
              </w:rPr>
              <w:t xml:space="preserve">CUSTOMER CONNECTIONS CAPEX FORECAST </w:t>
            </w:r>
          </w:p>
        </w:tc>
      </w:tr>
      <w:tr w:rsidR="00306B95" w:rsidRPr="000F7287">
        <w:trPr>
          <w:cantSplit/>
        </w:trPr>
        <w:tc>
          <w:tcPr>
            <w:tcW w:w="6640" w:type="dxa"/>
            <w:tcBorders>
              <w:top w:val="dotted" w:sz="8" w:space="0" w:color="606A70"/>
              <w:bottom w:val="dotted" w:sz="8" w:space="0" w:color="606A70"/>
            </w:tcBorders>
            <w:shd w:val="clear" w:color="auto" w:fill="auto"/>
            <w:tcMar>
              <w:left w:w="0" w:type="dxa"/>
              <w:right w:w="0" w:type="dxa"/>
            </w:tcMar>
          </w:tcPr>
          <w:p w:rsidR="00306B95" w:rsidRPr="00647D11" w:rsidRDefault="0001310F" w:rsidP="000130B4">
            <w:pPr>
              <w:pStyle w:val="Subtitle"/>
              <w:rPr>
                <w:rFonts w:asciiTheme="minorHAnsi" w:hAnsiTheme="minorHAnsi"/>
              </w:rPr>
            </w:pPr>
            <w:r w:rsidRPr="00647D11">
              <w:rPr>
                <w:rFonts w:asciiTheme="minorHAnsi" w:hAnsiTheme="minorHAnsi"/>
                <w:sz w:val="28"/>
              </w:rPr>
              <w:t>BASIS OF PREPARATION</w:t>
            </w:r>
          </w:p>
        </w:tc>
      </w:tr>
      <w:tr w:rsidR="00306B95" w:rsidRPr="000F7287">
        <w:trPr>
          <w:cantSplit/>
        </w:trPr>
        <w:tc>
          <w:tcPr>
            <w:tcW w:w="6640" w:type="dxa"/>
            <w:tcBorders>
              <w:top w:val="dotted" w:sz="8" w:space="0" w:color="606A70"/>
              <w:bottom w:val="dotted" w:sz="8" w:space="0" w:color="606A70"/>
            </w:tcBorders>
            <w:shd w:val="clear" w:color="auto" w:fill="auto"/>
            <w:tcMar>
              <w:left w:w="0" w:type="dxa"/>
              <w:right w:w="0" w:type="dxa"/>
            </w:tcMar>
          </w:tcPr>
          <w:p w:rsidR="00306B95" w:rsidRPr="00647D11" w:rsidRDefault="0001310F" w:rsidP="000130B4">
            <w:pPr>
              <w:pStyle w:val="Subtitle"/>
              <w:rPr>
                <w:rFonts w:asciiTheme="minorHAnsi" w:hAnsiTheme="minorHAnsi"/>
              </w:rPr>
            </w:pPr>
            <w:r w:rsidRPr="00647D11">
              <w:rPr>
                <w:rFonts w:asciiTheme="minorHAnsi" w:hAnsiTheme="minorHAnsi"/>
              </w:rPr>
              <w:t>Asset Strategy &amp; Planning Branch</w:t>
            </w:r>
          </w:p>
        </w:tc>
      </w:tr>
      <w:tr w:rsidR="00306B95" w:rsidRPr="000F7287">
        <w:trPr>
          <w:cantSplit/>
        </w:trPr>
        <w:tc>
          <w:tcPr>
            <w:tcW w:w="6640" w:type="dxa"/>
            <w:tcBorders>
              <w:top w:val="dotted" w:sz="8" w:space="0" w:color="606A70"/>
            </w:tcBorders>
            <w:shd w:val="clear" w:color="auto" w:fill="auto"/>
            <w:tcMar>
              <w:left w:w="0" w:type="dxa"/>
              <w:right w:w="0" w:type="dxa"/>
            </w:tcMar>
          </w:tcPr>
          <w:p w:rsidR="00306B95" w:rsidRPr="000130B4" w:rsidRDefault="0001310F" w:rsidP="000130B4">
            <w:pPr>
              <w:pStyle w:val="CoverDate"/>
              <w:rPr>
                <w:rFonts w:asciiTheme="minorHAnsi" w:hAnsiTheme="minorHAnsi"/>
              </w:rPr>
            </w:pPr>
            <w:r w:rsidRPr="000130B4">
              <w:rPr>
                <w:rFonts w:asciiTheme="minorHAnsi" w:hAnsiTheme="minorHAnsi"/>
              </w:rPr>
              <w:t>March 2018</w:t>
            </w:r>
          </w:p>
        </w:tc>
      </w:tr>
    </w:tbl>
    <w:p w:rsidR="00306B95" w:rsidRDefault="00306B95" w:rsidP="000130B4"/>
    <w:p w:rsidR="00306B95" w:rsidRPr="003C62FA" w:rsidRDefault="00306B95" w:rsidP="000130B4">
      <w:pPr>
        <w:sectPr w:rsidR="00306B95" w:rsidRPr="003C62FA" w:rsidSect="00306B95">
          <w:footerReference w:type="even" r:id="rId9"/>
          <w:footerReference w:type="default" r:id="rId10"/>
          <w:headerReference w:type="first" r:id="rId11"/>
          <w:footerReference w:type="first" r:id="rId12"/>
          <w:pgSz w:w="11905" w:h="16837" w:code="9"/>
          <w:pgMar w:top="5396" w:right="851" w:bottom="426" w:left="851" w:header="1704" w:footer="226" w:gutter="0"/>
          <w:pgNumType w:fmt="lowerRoman" w:start="1"/>
          <w:cols w:space="720"/>
          <w:noEndnote/>
          <w:titlePg/>
        </w:sectPr>
      </w:pPr>
    </w:p>
    <w:p w:rsidR="00306B95" w:rsidRPr="00966B96" w:rsidRDefault="00C5510E" w:rsidP="000130B4">
      <w:r>
        <w:rPr>
          <w:noProof/>
        </w:rPr>
        <w:lastRenderedPageBreak/>
        <mc:AlternateContent>
          <mc:Choice Requires="wps">
            <w:drawing>
              <wp:anchor distT="0" distB="0" distL="114300" distR="114300" simplePos="0" relativeHeight="251659776" behindDoc="0" locked="0" layoutInCell="1" allowOverlap="1" wp14:anchorId="5182BE75" wp14:editId="1FD16D71">
                <wp:simplePos x="0" y="0"/>
                <wp:positionH relativeFrom="column">
                  <wp:posOffset>0</wp:posOffset>
                </wp:positionH>
                <wp:positionV relativeFrom="paragraph">
                  <wp:posOffset>-410845</wp:posOffset>
                </wp:positionV>
                <wp:extent cx="1257300" cy="296545"/>
                <wp:effectExtent l="0" t="0" r="0" b="0"/>
                <wp:wrapNone/>
                <wp:docPr id="5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462A" w:rsidRPr="00110DD0" w:rsidRDefault="008C462A" w:rsidP="000130B4">
                            <w:r w:rsidRPr="00110DD0">
                              <w:t>CONTENTS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27" type="#_x0000_t202" style="position:absolute;margin-left:0;margin-top:-32.35pt;width:99pt;height:23.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5la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" filled="f" stroked="f">
                <v:textbox>
                  <w:txbxContent>
                    <w:p w:rsidR="008C462A" w:rsidRPr="00110DD0" w:rsidRDefault="008C462A" w:rsidP="000130B4">
                      <w:r w:rsidRPr="00110DD0">
                        <w:t>CONTENTS</w:t>
                      </w:r>
                    </w:p>
                  </w:txbxContent>
                </v:textbox>
              </v:shape>
            </w:pict>
          </mc:Fallback>
        </mc:AlternateContent>
      </w:r>
      <w:r>
        <w:rPr>
          <w:noProof/>
        </w:rPr>
        <mc:AlternateContent>
          <mc:Choice Requires="wps">
            <w:drawing>
              <wp:anchor distT="0" distB="0" distL="114300" distR="114300" simplePos="0" relativeHeight="251656704" behindDoc="1" locked="0" layoutInCell="1" allowOverlap="1" wp14:anchorId="406040D9" wp14:editId="47A49288">
                <wp:simplePos x="0" y="0"/>
                <wp:positionH relativeFrom="page">
                  <wp:posOffset>587375</wp:posOffset>
                </wp:positionH>
                <wp:positionV relativeFrom="page">
                  <wp:posOffset>945515</wp:posOffset>
                </wp:positionV>
                <wp:extent cx="6403975" cy="0"/>
                <wp:effectExtent l="15875" t="12065" r="19050" b="16510"/>
                <wp:wrapNone/>
                <wp:docPr id="5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3975" cy="0"/>
                        </a:xfrm>
                        <a:custGeom>
                          <a:avLst/>
                          <a:gdLst>
                            <a:gd name="T0" fmla="*/ 0 w 10085"/>
                            <a:gd name="T1" fmla="*/ 10085 w 10085"/>
                          </a:gdLst>
                          <a:ahLst/>
                          <a:cxnLst>
                            <a:cxn ang="0">
                              <a:pos x="T0" y="0"/>
                            </a:cxn>
                            <a:cxn ang="0">
                              <a:pos x="T1" y="0"/>
                            </a:cxn>
                          </a:cxnLst>
                          <a:rect l="0" t="0" r="r" b="b"/>
                          <a:pathLst>
                            <a:path w="10085">
                              <a:moveTo>
                                <a:pt x="0" y="0"/>
                              </a:moveTo>
                              <a:lnTo>
                                <a:pt x="10085" y="0"/>
                              </a:lnTo>
                            </a:path>
                          </a:pathLst>
                        </a:custGeom>
                        <a:noFill/>
                        <a:ln w="19050" cap="rnd">
                          <a:solidFill>
                            <a:srgbClr val="606A7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56"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6.25pt,74.45pt,550.5pt,74.45pt" coordsize="10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" filled="f" strokecolor="#606a70" strokeweight="1.5pt">
                <v:stroke dashstyle="1 1" endcap="round"/>
                <v:path o:connecttype="custom" o:connectlocs="0,0;6403975,0" o:connectangles="0,0"/>
                <w10:wrap anchorx="page" anchory="page"/>
              </v:polyline>
            </w:pict>
          </mc:Fallback>
        </mc:AlternateContent>
      </w:r>
      <w:r>
        <w:rPr>
          <w:noProof/>
        </w:rPr>
        <mc:AlternateContent>
          <mc:Choice Requires="wps">
            <w:drawing>
              <wp:anchor distT="0" distB="0" distL="114300" distR="114300" simplePos="0" relativeHeight="251655680" behindDoc="1" locked="0" layoutInCell="1" allowOverlap="1" wp14:anchorId="0F96531C" wp14:editId="14FF1BA3">
                <wp:simplePos x="0" y="0"/>
                <wp:positionH relativeFrom="page">
                  <wp:posOffset>587375</wp:posOffset>
                </wp:positionH>
                <wp:positionV relativeFrom="page">
                  <wp:posOffset>551180</wp:posOffset>
                </wp:positionV>
                <wp:extent cx="6403975" cy="0"/>
                <wp:effectExtent l="15875" t="17780" r="19050" b="10795"/>
                <wp:wrapNone/>
                <wp:docPr id="5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3975" cy="0"/>
                        </a:xfrm>
                        <a:custGeom>
                          <a:avLst/>
                          <a:gdLst>
                            <a:gd name="T0" fmla="*/ 0 w 10085"/>
                            <a:gd name="T1" fmla="*/ 10085 w 10085"/>
                          </a:gdLst>
                          <a:ahLst/>
                          <a:cxnLst>
                            <a:cxn ang="0">
                              <a:pos x="T0" y="0"/>
                            </a:cxn>
                            <a:cxn ang="0">
                              <a:pos x="T1" y="0"/>
                            </a:cxn>
                          </a:cxnLst>
                          <a:rect l="0" t="0" r="r" b="b"/>
                          <a:pathLst>
                            <a:path w="10085">
                              <a:moveTo>
                                <a:pt x="0" y="0"/>
                              </a:moveTo>
                              <a:lnTo>
                                <a:pt x="10085" y="0"/>
                              </a:lnTo>
                            </a:path>
                          </a:pathLst>
                        </a:custGeom>
                        <a:noFill/>
                        <a:ln w="19050" cap="rnd">
                          <a:solidFill>
                            <a:srgbClr val="606A7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5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6.25pt,43.4pt,550.5pt,43.4pt" coordsize="10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" filled="f" strokecolor="#606a70" strokeweight="1.5pt">
                <v:stroke dashstyle="1 1" endcap="round"/>
                <v:path o:connecttype="custom" o:connectlocs="0,0;6403975,0" o:connectangles="0,0"/>
                <w10:wrap anchorx="page" anchory="page"/>
              </v:polyline>
            </w:pict>
          </mc:Fallback>
        </mc:AlternateContent>
      </w:r>
    </w:p>
    <w:p w:rsidR="00306B95" w:rsidRDefault="00306B95" w:rsidP="000130B4">
      <w:pPr>
        <w:rPr>
          <w:w w:val="88"/>
        </w:rPr>
      </w:pPr>
    </w:p>
    <w:p w:rsidR="00306B95" w:rsidRDefault="00306B95" w:rsidP="000130B4">
      <w:pPr>
        <w:rPr>
          <w:w w:val="88"/>
        </w:rPr>
      </w:pPr>
    </w:p>
    <w:p w:rsidR="00306B95" w:rsidRDefault="00306B95" w:rsidP="000130B4">
      <w:pPr>
        <w:rPr>
          <w:w w:val="88"/>
        </w:rPr>
      </w:pPr>
    </w:p>
    <w:p w:rsidR="0098495E" w:rsidRDefault="00306B95">
      <w:pPr>
        <w:pStyle w:val="TOC1"/>
        <w:rPr>
          <w:rFonts w:eastAsiaTheme="minorEastAsia" w:cstheme="minorBidi"/>
          <w:b w:val="0"/>
          <w:color w:val="auto"/>
          <w:w w:val="100"/>
          <w:sz w:val="22"/>
          <w:szCs w:val="22"/>
        </w:rPr>
      </w:pPr>
      <w:r>
        <w:fldChar w:fldCharType="begin"/>
      </w:r>
      <w:r>
        <w:instrText xml:space="preserve"> TOC \o "1-3" \h \z \u </w:instrText>
      </w:r>
      <w:r>
        <w:fldChar w:fldCharType="separate"/>
      </w:r>
      <w:hyperlink w:anchor="_Toc509562108" w:history="1">
        <w:r w:rsidR="0098495E" w:rsidRPr="00B9148C">
          <w:rPr>
            <w:rStyle w:val="Hyperlink"/>
          </w:rPr>
          <w:t>1.</w:t>
        </w:r>
        <w:r w:rsidR="0098495E">
          <w:rPr>
            <w:rFonts w:eastAsiaTheme="minorEastAsia" w:cstheme="minorBidi"/>
            <w:b w:val="0"/>
            <w:color w:val="auto"/>
            <w:w w:val="100"/>
            <w:sz w:val="22"/>
            <w:szCs w:val="22"/>
          </w:rPr>
          <w:tab/>
        </w:r>
        <w:r w:rsidR="0098495E" w:rsidRPr="00B9148C">
          <w:rPr>
            <w:rStyle w:val="Hyperlink"/>
          </w:rPr>
          <w:t>BACKGROUND</w:t>
        </w:r>
        <w:r w:rsidR="0098495E">
          <w:rPr>
            <w:webHidden/>
          </w:rPr>
          <w:tab/>
        </w:r>
        <w:r w:rsidR="0098495E">
          <w:rPr>
            <w:webHidden/>
          </w:rPr>
          <w:fldChar w:fldCharType="begin"/>
        </w:r>
        <w:r w:rsidR="0098495E">
          <w:rPr>
            <w:webHidden/>
          </w:rPr>
          <w:instrText xml:space="preserve"> PAGEREF _Toc509562108 \h </w:instrText>
        </w:r>
        <w:r w:rsidR="0098495E">
          <w:rPr>
            <w:webHidden/>
          </w:rPr>
        </w:r>
        <w:r w:rsidR="0098495E">
          <w:rPr>
            <w:webHidden/>
          </w:rPr>
          <w:fldChar w:fldCharType="separate"/>
        </w:r>
        <w:r w:rsidR="00C30933">
          <w:rPr>
            <w:webHidden/>
          </w:rPr>
          <w:t>1</w:t>
        </w:r>
        <w:r w:rsidR="0098495E">
          <w:rPr>
            <w:webHidden/>
          </w:rPr>
          <w:fldChar w:fldCharType="end"/>
        </w:r>
      </w:hyperlink>
    </w:p>
    <w:p w:rsidR="0098495E" w:rsidRDefault="000D2A0B">
      <w:pPr>
        <w:pStyle w:val="TOC1"/>
        <w:rPr>
          <w:rFonts w:eastAsiaTheme="minorEastAsia" w:cstheme="minorBidi"/>
          <w:b w:val="0"/>
          <w:color w:val="auto"/>
          <w:w w:val="100"/>
          <w:sz w:val="22"/>
          <w:szCs w:val="22"/>
        </w:rPr>
      </w:pPr>
      <w:hyperlink w:anchor="_Toc509562110" w:history="1">
        <w:r w:rsidR="0098495E" w:rsidRPr="00B9148C">
          <w:rPr>
            <w:rStyle w:val="Hyperlink"/>
          </w:rPr>
          <w:t>2.</w:t>
        </w:r>
        <w:r w:rsidR="0098495E">
          <w:rPr>
            <w:rFonts w:eastAsiaTheme="minorEastAsia" w:cstheme="minorBidi"/>
            <w:b w:val="0"/>
            <w:color w:val="auto"/>
            <w:w w:val="100"/>
            <w:sz w:val="22"/>
            <w:szCs w:val="22"/>
          </w:rPr>
          <w:tab/>
        </w:r>
        <w:r w:rsidR="0098495E" w:rsidRPr="00B9148C">
          <w:rPr>
            <w:rStyle w:val="Hyperlink"/>
          </w:rPr>
          <w:t>CUSTOMER CONNECTIONS CAPEX VS AUGEX</w:t>
        </w:r>
        <w:r w:rsidR="0098495E">
          <w:rPr>
            <w:webHidden/>
          </w:rPr>
          <w:tab/>
        </w:r>
        <w:r w:rsidR="0098495E">
          <w:rPr>
            <w:webHidden/>
          </w:rPr>
          <w:fldChar w:fldCharType="begin"/>
        </w:r>
        <w:r w:rsidR="0098495E">
          <w:rPr>
            <w:webHidden/>
          </w:rPr>
          <w:instrText xml:space="preserve"> PAGEREF _Toc509562110 \h </w:instrText>
        </w:r>
        <w:r w:rsidR="0098495E">
          <w:rPr>
            <w:webHidden/>
          </w:rPr>
        </w:r>
        <w:r w:rsidR="0098495E">
          <w:rPr>
            <w:webHidden/>
          </w:rPr>
          <w:fldChar w:fldCharType="separate"/>
        </w:r>
        <w:r w:rsidR="00C30933">
          <w:rPr>
            <w:webHidden/>
          </w:rPr>
          <w:t>2</w:t>
        </w:r>
        <w:r w:rsidR="0098495E">
          <w:rPr>
            <w:webHidden/>
          </w:rPr>
          <w:fldChar w:fldCharType="end"/>
        </w:r>
      </w:hyperlink>
    </w:p>
    <w:p w:rsidR="0098495E" w:rsidRDefault="000D2A0B">
      <w:pPr>
        <w:pStyle w:val="TOC1"/>
        <w:rPr>
          <w:rFonts w:eastAsiaTheme="minorEastAsia" w:cstheme="minorBidi"/>
          <w:b w:val="0"/>
          <w:color w:val="auto"/>
          <w:w w:val="100"/>
          <w:sz w:val="22"/>
          <w:szCs w:val="22"/>
        </w:rPr>
      </w:pPr>
      <w:hyperlink w:anchor="_Toc509562111" w:history="1">
        <w:r w:rsidR="0098495E" w:rsidRPr="00B9148C">
          <w:rPr>
            <w:rStyle w:val="Hyperlink"/>
          </w:rPr>
          <w:t>3.</w:t>
        </w:r>
        <w:r w:rsidR="0098495E">
          <w:rPr>
            <w:rFonts w:eastAsiaTheme="minorEastAsia" w:cstheme="minorBidi"/>
            <w:b w:val="0"/>
            <w:color w:val="auto"/>
            <w:w w:val="100"/>
            <w:sz w:val="22"/>
            <w:szCs w:val="22"/>
          </w:rPr>
          <w:tab/>
        </w:r>
        <w:r w:rsidR="0098495E" w:rsidRPr="00B9148C">
          <w:rPr>
            <w:rStyle w:val="Hyperlink"/>
          </w:rPr>
          <w:t>BASIS OF PREPARATION</w:t>
        </w:r>
        <w:r w:rsidR="0098495E">
          <w:rPr>
            <w:webHidden/>
          </w:rPr>
          <w:tab/>
        </w:r>
        <w:r w:rsidR="0098495E">
          <w:rPr>
            <w:webHidden/>
          </w:rPr>
          <w:fldChar w:fldCharType="begin"/>
        </w:r>
        <w:r w:rsidR="0098495E">
          <w:rPr>
            <w:webHidden/>
          </w:rPr>
          <w:instrText xml:space="preserve"> PAGEREF _Toc509562111 \h </w:instrText>
        </w:r>
        <w:r w:rsidR="0098495E">
          <w:rPr>
            <w:webHidden/>
          </w:rPr>
        </w:r>
        <w:r w:rsidR="0098495E">
          <w:rPr>
            <w:webHidden/>
          </w:rPr>
          <w:fldChar w:fldCharType="separate"/>
        </w:r>
        <w:r w:rsidR="00C30933">
          <w:rPr>
            <w:webHidden/>
          </w:rPr>
          <w:t>4</w:t>
        </w:r>
        <w:r w:rsidR="0098495E">
          <w:rPr>
            <w:webHidden/>
          </w:rPr>
          <w:fldChar w:fldCharType="end"/>
        </w:r>
      </w:hyperlink>
    </w:p>
    <w:p w:rsidR="0098495E" w:rsidRDefault="000D2A0B">
      <w:pPr>
        <w:pStyle w:val="TOC2"/>
        <w:rPr>
          <w:rFonts w:eastAsiaTheme="minorEastAsia" w:cstheme="minorBidi"/>
          <w:b w:val="0"/>
          <w:color w:val="auto"/>
          <w:sz w:val="22"/>
          <w:szCs w:val="22"/>
        </w:rPr>
      </w:pPr>
      <w:hyperlink w:anchor="_Toc509562112" w:history="1">
        <w:r w:rsidR="0098495E" w:rsidRPr="00B9148C">
          <w:rPr>
            <w:rStyle w:val="Hyperlink"/>
            <w14:scene3d>
              <w14:camera w14:prst="orthographicFront"/>
              <w14:lightRig w14:rig="threePt" w14:dir="t">
                <w14:rot w14:lat="0" w14:lon="0" w14:rev="0"/>
              </w14:lightRig>
            </w14:scene3d>
          </w:rPr>
          <w:t>3.1</w:t>
        </w:r>
        <w:r w:rsidR="0098495E">
          <w:rPr>
            <w:rFonts w:eastAsiaTheme="minorEastAsia" w:cstheme="minorBidi"/>
            <w:b w:val="0"/>
            <w:color w:val="auto"/>
            <w:sz w:val="22"/>
            <w:szCs w:val="22"/>
          </w:rPr>
          <w:tab/>
        </w:r>
        <w:r w:rsidR="0098495E" w:rsidRPr="00B9148C">
          <w:rPr>
            <w:rStyle w:val="Hyperlink"/>
            <w:lang w:val="fr-FR"/>
          </w:rPr>
          <w:t>"Base-</w:t>
        </w:r>
        <w:r w:rsidR="0098495E" w:rsidRPr="00B9148C">
          <w:rPr>
            <w:rStyle w:val="Hyperlink"/>
          </w:rPr>
          <w:t>step</w:t>
        </w:r>
        <w:r w:rsidR="0098495E" w:rsidRPr="00B9148C">
          <w:rPr>
            <w:rStyle w:val="Hyperlink"/>
            <w:lang w:val="fr-FR"/>
          </w:rPr>
          <w:t xml:space="preserve">-trend" </w:t>
        </w:r>
        <w:r w:rsidR="0098495E" w:rsidRPr="00B9148C">
          <w:rPr>
            <w:rStyle w:val="Hyperlink"/>
          </w:rPr>
          <w:t>approach for Customer Connection Capex Forecasts</w:t>
        </w:r>
        <w:r w:rsidR="0098495E">
          <w:rPr>
            <w:webHidden/>
          </w:rPr>
          <w:tab/>
        </w:r>
        <w:r w:rsidR="0098495E">
          <w:rPr>
            <w:webHidden/>
          </w:rPr>
          <w:fldChar w:fldCharType="begin"/>
        </w:r>
        <w:r w:rsidR="0098495E">
          <w:rPr>
            <w:webHidden/>
          </w:rPr>
          <w:instrText xml:space="preserve"> PAGEREF _Toc509562112 \h </w:instrText>
        </w:r>
        <w:r w:rsidR="0098495E">
          <w:rPr>
            <w:webHidden/>
          </w:rPr>
        </w:r>
        <w:r w:rsidR="0098495E">
          <w:rPr>
            <w:webHidden/>
          </w:rPr>
          <w:fldChar w:fldCharType="separate"/>
        </w:r>
        <w:r w:rsidR="00C30933">
          <w:rPr>
            <w:webHidden/>
          </w:rPr>
          <w:t>4</w:t>
        </w:r>
        <w:r w:rsidR="0098495E">
          <w:rPr>
            <w:webHidden/>
          </w:rPr>
          <w:fldChar w:fldCharType="end"/>
        </w:r>
      </w:hyperlink>
    </w:p>
    <w:p w:rsidR="0098495E" w:rsidRDefault="000D2A0B">
      <w:pPr>
        <w:pStyle w:val="TOC2"/>
        <w:rPr>
          <w:rFonts w:eastAsiaTheme="minorEastAsia" w:cstheme="minorBidi"/>
          <w:b w:val="0"/>
          <w:color w:val="auto"/>
          <w:sz w:val="22"/>
          <w:szCs w:val="22"/>
        </w:rPr>
      </w:pPr>
      <w:hyperlink w:anchor="_Toc509562113" w:history="1">
        <w:r w:rsidR="0098495E" w:rsidRPr="00B9148C">
          <w:rPr>
            <w:rStyle w:val="Hyperlink"/>
            <w14:scene3d>
              <w14:camera w14:prst="orthographicFront"/>
              <w14:lightRig w14:rig="threePt" w14:dir="t">
                <w14:rot w14:lat="0" w14:lon="0" w14:rev="0"/>
              </w14:lightRig>
            </w14:scene3d>
          </w:rPr>
          <w:t>3.2</w:t>
        </w:r>
        <w:r w:rsidR="0098495E">
          <w:rPr>
            <w:rFonts w:eastAsiaTheme="minorEastAsia" w:cstheme="minorBidi"/>
            <w:b w:val="0"/>
            <w:color w:val="auto"/>
            <w:sz w:val="22"/>
            <w:szCs w:val="22"/>
          </w:rPr>
          <w:tab/>
        </w:r>
        <w:r w:rsidR="0098495E" w:rsidRPr="00B9148C">
          <w:rPr>
            <w:rStyle w:val="Hyperlink"/>
          </w:rPr>
          <w:t>Assumptions</w:t>
        </w:r>
        <w:r w:rsidR="0098495E" w:rsidRPr="00B9148C">
          <w:rPr>
            <w:rStyle w:val="Hyperlink"/>
            <w:lang w:val="fr-FR"/>
          </w:rPr>
          <w:t xml:space="preserve"> and Data Sources</w:t>
        </w:r>
        <w:r w:rsidR="0098495E">
          <w:rPr>
            <w:webHidden/>
          </w:rPr>
          <w:tab/>
        </w:r>
        <w:r w:rsidR="0098495E">
          <w:rPr>
            <w:webHidden/>
          </w:rPr>
          <w:fldChar w:fldCharType="begin"/>
        </w:r>
        <w:r w:rsidR="0098495E">
          <w:rPr>
            <w:webHidden/>
          </w:rPr>
          <w:instrText xml:space="preserve"> PAGEREF _Toc509562113 \h </w:instrText>
        </w:r>
        <w:r w:rsidR="0098495E">
          <w:rPr>
            <w:webHidden/>
          </w:rPr>
        </w:r>
        <w:r w:rsidR="0098495E">
          <w:rPr>
            <w:webHidden/>
          </w:rPr>
          <w:fldChar w:fldCharType="separate"/>
        </w:r>
        <w:r w:rsidR="00C30933">
          <w:rPr>
            <w:webHidden/>
          </w:rPr>
          <w:t>5</w:t>
        </w:r>
        <w:r w:rsidR="0098495E">
          <w:rPr>
            <w:webHidden/>
          </w:rPr>
          <w:fldChar w:fldCharType="end"/>
        </w:r>
      </w:hyperlink>
    </w:p>
    <w:p w:rsidR="0098495E" w:rsidRDefault="000D2A0B">
      <w:pPr>
        <w:pStyle w:val="TOC2"/>
        <w:rPr>
          <w:rFonts w:eastAsiaTheme="minorEastAsia" w:cstheme="minorBidi"/>
          <w:b w:val="0"/>
          <w:color w:val="auto"/>
          <w:sz w:val="22"/>
          <w:szCs w:val="22"/>
        </w:rPr>
      </w:pPr>
      <w:hyperlink w:anchor="_Toc509562114" w:history="1">
        <w:r w:rsidR="0098495E" w:rsidRPr="00B9148C">
          <w:rPr>
            <w:rStyle w:val="Hyperlink"/>
            <w14:scene3d>
              <w14:camera w14:prst="orthographicFront"/>
              <w14:lightRig w14:rig="threePt" w14:dir="t">
                <w14:rot w14:lat="0" w14:lon="0" w14:rev="0"/>
              </w14:lightRig>
            </w14:scene3d>
          </w:rPr>
          <w:t>3.3</w:t>
        </w:r>
        <w:r w:rsidR="0098495E">
          <w:rPr>
            <w:rFonts w:eastAsiaTheme="minorEastAsia" w:cstheme="minorBidi"/>
            <w:b w:val="0"/>
            <w:color w:val="auto"/>
            <w:sz w:val="22"/>
            <w:szCs w:val="22"/>
          </w:rPr>
          <w:tab/>
        </w:r>
        <w:r w:rsidR="0098495E" w:rsidRPr="00B9148C">
          <w:rPr>
            <w:rStyle w:val="Hyperlink"/>
          </w:rPr>
          <w:t>Methodology</w:t>
        </w:r>
        <w:r w:rsidR="0098495E">
          <w:rPr>
            <w:webHidden/>
          </w:rPr>
          <w:tab/>
        </w:r>
        <w:r w:rsidR="0098495E">
          <w:rPr>
            <w:webHidden/>
          </w:rPr>
          <w:fldChar w:fldCharType="begin"/>
        </w:r>
        <w:r w:rsidR="0098495E">
          <w:rPr>
            <w:webHidden/>
          </w:rPr>
          <w:instrText xml:space="preserve"> PAGEREF _Toc509562114 \h </w:instrText>
        </w:r>
        <w:r w:rsidR="0098495E">
          <w:rPr>
            <w:webHidden/>
          </w:rPr>
        </w:r>
        <w:r w:rsidR="0098495E">
          <w:rPr>
            <w:webHidden/>
          </w:rPr>
          <w:fldChar w:fldCharType="separate"/>
        </w:r>
        <w:r w:rsidR="00C30933">
          <w:rPr>
            <w:webHidden/>
          </w:rPr>
          <w:t>7</w:t>
        </w:r>
        <w:r w:rsidR="0098495E">
          <w:rPr>
            <w:webHidden/>
          </w:rPr>
          <w:fldChar w:fldCharType="end"/>
        </w:r>
      </w:hyperlink>
    </w:p>
    <w:p w:rsidR="0098495E" w:rsidRDefault="000D2A0B">
      <w:pPr>
        <w:pStyle w:val="TOC1"/>
        <w:rPr>
          <w:rFonts w:eastAsiaTheme="minorEastAsia" w:cstheme="minorBidi"/>
          <w:b w:val="0"/>
          <w:color w:val="auto"/>
          <w:w w:val="100"/>
          <w:sz w:val="22"/>
          <w:szCs w:val="22"/>
        </w:rPr>
      </w:pPr>
      <w:hyperlink w:anchor="_Toc509562115" w:history="1">
        <w:r w:rsidR="0098495E" w:rsidRPr="00B9148C">
          <w:rPr>
            <w:rStyle w:val="Hyperlink"/>
          </w:rPr>
          <w:t>4.</w:t>
        </w:r>
        <w:r w:rsidR="0098495E">
          <w:rPr>
            <w:rFonts w:eastAsiaTheme="minorEastAsia" w:cstheme="minorBidi"/>
            <w:b w:val="0"/>
            <w:color w:val="auto"/>
            <w:w w:val="100"/>
            <w:sz w:val="22"/>
            <w:szCs w:val="22"/>
          </w:rPr>
          <w:tab/>
        </w:r>
        <w:r w:rsidR="0098495E" w:rsidRPr="00B9148C">
          <w:rPr>
            <w:rStyle w:val="Hyperlink"/>
          </w:rPr>
          <w:t>FORECAST</w:t>
        </w:r>
        <w:r w:rsidR="0098495E">
          <w:rPr>
            <w:webHidden/>
          </w:rPr>
          <w:tab/>
        </w:r>
        <w:r w:rsidR="0098495E">
          <w:rPr>
            <w:webHidden/>
          </w:rPr>
          <w:fldChar w:fldCharType="begin"/>
        </w:r>
        <w:r w:rsidR="0098495E">
          <w:rPr>
            <w:webHidden/>
          </w:rPr>
          <w:instrText xml:space="preserve"> PAGEREF _Toc509562115 \h </w:instrText>
        </w:r>
        <w:r w:rsidR="0098495E">
          <w:rPr>
            <w:webHidden/>
          </w:rPr>
        </w:r>
        <w:r w:rsidR="0098495E">
          <w:rPr>
            <w:webHidden/>
          </w:rPr>
          <w:fldChar w:fldCharType="separate"/>
        </w:r>
        <w:r w:rsidR="00C30933">
          <w:rPr>
            <w:webHidden/>
          </w:rPr>
          <w:t>8</w:t>
        </w:r>
        <w:r w:rsidR="0098495E">
          <w:rPr>
            <w:webHidden/>
          </w:rPr>
          <w:fldChar w:fldCharType="end"/>
        </w:r>
      </w:hyperlink>
    </w:p>
    <w:p w:rsidR="0098495E" w:rsidRDefault="000D2A0B">
      <w:pPr>
        <w:pStyle w:val="TOC2"/>
        <w:rPr>
          <w:rFonts w:eastAsiaTheme="minorEastAsia" w:cstheme="minorBidi"/>
          <w:b w:val="0"/>
          <w:color w:val="auto"/>
          <w:sz w:val="22"/>
          <w:szCs w:val="22"/>
        </w:rPr>
      </w:pPr>
      <w:hyperlink w:anchor="_Toc509562116" w:history="1">
        <w:r w:rsidR="0098495E" w:rsidRPr="00B9148C">
          <w:rPr>
            <w:rStyle w:val="Hyperlink"/>
            <w14:scene3d>
              <w14:camera w14:prst="orthographicFront"/>
              <w14:lightRig w14:rig="threePt" w14:dir="t">
                <w14:rot w14:lat="0" w14:lon="0" w14:rev="0"/>
              </w14:lightRig>
            </w14:scene3d>
          </w:rPr>
          <w:t>4.1</w:t>
        </w:r>
        <w:r w:rsidR="0098495E">
          <w:rPr>
            <w:rFonts w:eastAsiaTheme="minorEastAsia" w:cstheme="minorBidi"/>
            <w:b w:val="0"/>
            <w:color w:val="auto"/>
            <w:sz w:val="22"/>
            <w:szCs w:val="22"/>
          </w:rPr>
          <w:tab/>
        </w:r>
        <w:r w:rsidR="0098495E" w:rsidRPr="00B9148C">
          <w:rPr>
            <w:rStyle w:val="Hyperlink"/>
          </w:rPr>
          <w:t>Expenditure and Contributions</w:t>
        </w:r>
        <w:r w:rsidR="0098495E">
          <w:rPr>
            <w:webHidden/>
          </w:rPr>
          <w:tab/>
        </w:r>
        <w:r w:rsidR="0098495E">
          <w:rPr>
            <w:webHidden/>
          </w:rPr>
          <w:fldChar w:fldCharType="begin"/>
        </w:r>
        <w:r w:rsidR="0098495E">
          <w:rPr>
            <w:webHidden/>
          </w:rPr>
          <w:instrText xml:space="preserve"> PAGEREF _Toc509562116 \h </w:instrText>
        </w:r>
        <w:r w:rsidR="0098495E">
          <w:rPr>
            <w:webHidden/>
          </w:rPr>
        </w:r>
        <w:r w:rsidR="0098495E">
          <w:rPr>
            <w:webHidden/>
          </w:rPr>
          <w:fldChar w:fldCharType="separate"/>
        </w:r>
        <w:r w:rsidR="00C30933">
          <w:rPr>
            <w:webHidden/>
          </w:rPr>
          <w:t>8</w:t>
        </w:r>
        <w:r w:rsidR="0098495E">
          <w:rPr>
            <w:webHidden/>
          </w:rPr>
          <w:fldChar w:fldCharType="end"/>
        </w:r>
      </w:hyperlink>
    </w:p>
    <w:p w:rsidR="0098495E" w:rsidRDefault="000D2A0B">
      <w:pPr>
        <w:pStyle w:val="TOC2"/>
        <w:rPr>
          <w:rFonts w:eastAsiaTheme="minorEastAsia" w:cstheme="minorBidi"/>
          <w:b w:val="0"/>
          <w:color w:val="auto"/>
          <w:sz w:val="22"/>
          <w:szCs w:val="22"/>
        </w:rPr>
      </w:pPr>
      <w:hyperlink w:anchor="_Toc509562117" w:history="1">
        <w:r w:rsidR="0098495E" w:rsidRPr="00B9148C">
          <w:rPr>
            <w:rStyle w:val="Hyperlink"/>
            <w14:scene3d>
              <w14:camera w14:prst="orthographicFront"/>
              <w14:lightRig w14:rig="threePt" w14:dir="t">
                <w14:rot w14:lat="0" w14:lon="0" w14:rev="0"/>
              </w14:lightRig>
            </w14:scene3d>
          </w:rPr>
          <w:t>4.2</w:t>
        </w:r>
        <w:r w:rsidR="0098495E">
          <w:rPr>
            <w:rFonts w:eastAsiaTheme="minorEastAsia" w:cstheme="minorBidi"/>
            <w:b w:val="0"/>
            <w:color w:val="auto"/>
            <w:sz w:val="22"/>
            <w:szCs w:val="22"/>
          </w:rPr>
          <w:tab/>
        </w:r>
        <w:r w:rsidR="0098495E" w:rsidRPr="00B9148C">
          <w:rPr>
            <w:rStyle w:val="Hyperlink"/>
          </w:rPr>
          <w:t>Efficiency of the Forecast Capex</w:t>
        </w:r>
        <w:r w:rsidR="0098495E">
          <w:rPr>
            <w:webHidden/>
          </w:rPr>
          <w:tab/>
        </w:r>
        <w:r w:rsidR="0098495E">
          <w:rPr>
            <w:webHidden/>
          </w:rPr>
          <w:fldChar w:fldCharType="begin"/>
        </w:r>
        <w:r w:rsidR="0098495E">
          <w:rPr>
            <w:webHidden/>
          </w:rPr>
          <w:instrText xml:space="preserve"> PAGEREF _Toc509562117 \h </w:instrText>
        </w:r>
        <w:r w:rsidR="0098495E">
          <w:rPr>
            <w:webHidden/>
          </w:rPr>
        </w:r>
        <w:r w:rsidR="0098495E">
          <w:rPr>
            <w:webHidden/>
          </w:rPr>
          <w:fldChar w:fldCharType="separate"/>
        </w:r>
        <w:r w:rsidR="00C30933">
          <w:rPr>
            <w:webHidden/>
          </w:rPr>
          <w:t>8</w:t>
        </w:r>
        <w:r w:rsidR="0098495E">
          <w:rPr>
            <w:webHidden/>
          </w:rPr>
          <w:fldChar w:fldCharType="end"/>
        </w:r>
      </w:hyperlink>
    </w:p>
    <w:p w:rsidR="0098495E" w:rsidRDefault="000D2A0B">
      <w:pPr>
        <w:pStyle w:val="TOC1"/>
        <w:rPr>
          <w:rFonts w:eastAsiaTheme="minorEastAsia" w:cstheme="minorBidi"/>
          <w:b w:val="0"/>
          <w:color w:val="auto"/>
          <w:w w:val="100"/>
          <w:sz w:val="22"/>
          <w:szCs w:val="22"/>
        </w:rPr>
      </w:pPr>
      <w:hyperlink w:anchor="_Toc509562118" w:history="1">
        <w:r w:rsidR="0098495E" w:rsidRPr="00B9148C">
          <w:rPr>
            <w:rStyle w:val="Hyperlink"/>
          </w:rPr>
          <w:t>Attachment</w:t>
        </w:r>
        <w:r w:rsidR="0098495E">
          <w:rPr>
            <w:webHidden/>
          </w:rPr>
          <w:tab/>
        </w:r>
        <w:r w:rsidR="0098495E">
          <w:rPr>
            <w:webHidden/>
          </w:rPr>
          <w:fldChar w:fldCharType="begin"/>
        </w:r>
        <w:r w:rsidR="0098495E">
          <w:rPr>
            <w:webHidden/>
          </w:rPr>
          <w:instrText xml:space="preserve"> PAGEREF _Toc509562118 \h </w:instrText>
        </w:r>
        <w:r w:rsidR="0098495E">
          <w:rPr>
            <w:webHidden/>
          </w:rPr>
        </w:r>
        <w:r w:rsidR="0098495E">
          <w:rPr>
            <w:webHidden/>
          </w:rPr>
          <w:fldChar w:fldCharType="separate"/>
        </w:r>
        <w:r w:rsidR="00C30933">
          <w:rPr>
            <w:webHidden/>
          </w:rPr>
          <w:t>11</w:t>
        </w:r>
        <w:r w:rsidR="0098495E">
          <w:rPr>
            <w:webHidden/>
          </w:rPr>
          <w:fldChar w:fldCharType="end"/>
        </w:r>
      </w:hyperlink>
    </w:p>
    <w:p w:rsidR="00306B95" w:rsidRDefault="00306B95" w:rsidP="000130B4">
      <w:pPr>
        <w:sectPr w:rsidR="00306B95" w:rsidSect="00306B95">
          <w:headerReference w:type="first" r:id="rId13"/>
          <w:footerReference w:type="first" r:id="rId14"/>
          <w:pgSz w:w="11905" w:h="16837" w:code="9"/>
          <w:pgMar w:top="1634" w:right="851" w:bottom="851" w:left="851" w:header="568" w:footer="474" w:gutter="0"/>
          <w:pgNumType w:fmt="lowerRoman" w:start="1"/>
          <w:cols w:space="720"/>
          <w:noEndnote/>
          <w:titlePg/>
        </w:sectPr>
      </w:pPr>
      <w:r>
        <w:fldChar w:fldCharType="end"/>
      </w:r>
    </w:p>
    <w:p w:rsidR="00306B95" w:rsidRPr="0001310F" w:rsidRDefault="00516893" w:rsidP="000130B4">
      <w:pPr>
        <w:pStyle w:val="Heading1"/>
      </w:pPr>
      <w:bookmarkStart w:id="0" w:name="_Toc509562108"/>
      <w:r>
        <w:lastRenderedPageBreak/>
        <w:t>BACKGROUND</w:t>
      </w:r>
      <w:bookmarkEnd w:id="0"/>
    </w:p>
    <w:p w:rsidR="00306B95" w:rsidRPr="0001310F" w:rsidRDefault="00306B95" w:rsidP="000130B4"/>
    <w:p w:rsidR="00374DDF" w:rsidRDefault="00374DDF" w:rsidP="00374DDF">
      <w:r>
        <w:t xml:space="preserve">Endeavour Energy services some of the fastest growing communities in NSW. The </w:t>
      </w:r>
      <w:r w:rsidRPr="007555A3">
        <w:t>NSW Government’s priority growth areas</w:t>
      </w:r>
      <w:r>
        <w:t xml:space="preserve"> within our service area</w:t>
      </w:r>
      <w:r w:rsidRPr="007555A3">
        <w:t xml:space="preserve"> are projected to accommodate </w:t>
      </w:r>
      <w:r w:rsidRPr="00AD29D2">
        <w:t>950,000</w:t>
      </w:r>
      <w:r w:rsidRPr="007555A3">
        <w:t xml:space="preserve"> new residents over the next 30 years as part of the largest coordinated release of </w:t>
      </w:r>
      <w:r w:rsidR="00516893" w:rsidRPr="007555A3">
        <w:t>Greenfield</w:t>
      </w:r>
      <w:r w:rsidRPr="007555A3">
        <w:t xml:space="preserve"> land for residential, commercial and industrial development in the State’s history. </w:t>
      </w:r>
      <w:r>
        <w:t xml:space="preserve">The North West and South West Priority Growth Areas of Sydney are expected to accommodate 500,000 new residents over 30 years. </w:t>
      </w:r>
    </w:p>
    <w:p w:rsidR="00374DDF" w:rsidRDefault="00374DDF" w:rsidP="000130B4"/>
    <w:p w:rsidR="00374DDF" w:rsidRDefault="00374DDF" w:rsidP="000130B4">
      <w:r>
        <w:t>This projected growth</w:t>
      </w:r>
      <w:r w:rsidRPr="00374DDF">
        <w:t xml:space="preserve"> combined with </w:t>
      </w:r>
      <w:r>
        <w:t xml:space="preserve">supporting </w:t>
      </w:r>
      <w:r w:rsidRPr="00374DDF">
        <w:t xml:space="preserve">infrastructure projects </w:t>
      </w:r>
      <w:r>
        <w:t xml:space="preserve">such </w:t>
      </w:r>
      <w:r w:rsidRPr="00374DDF">
        <w:t xml:space="preserve">as the WestConnex motorway, South West and North West rail links and the associated greenfield and redevelopment growth of the region will continue to require the extension and augmentation of substantial parts of Endeavour Energy’s </w:t>
      </w:r>
      <w:r>
        <w:t xml:space="preserve">distribution </w:t>
      </w:r>
      <w:r w:rsidRPr="00374DDF">
        <w:t>network. This will be required to connect new customers in new areas, support the urbanisation of previously semi-rural areas, the new economic activity of these developing areas, and ensure that we continue to meet customer’s requirements for network-connected energy services.</w:t>
      </w:r>
    </w:p>
    <w:p w:rsidR="00374DDF" w:rsidRDefault="00374DDF" w:rsidP="000130B4"/>
    <w:p w:rsidR="00374DDF" w:rsidRDefault="00374DDF" w:rsidP="000130B4">
      <w:r>
        <w:t>Recognising this growth, a primary corporate objective is to e</w:t>
      </w:r>
      <w:r>
        <w:rPr>
          <w:rFonts w:cs="ArialMT"/>
          <w:iCs/>
          <w:szCs w:val="22"/>
        </w:rPr>
        <w:t>nsure that electricity infrastructure is developed in line with the whole-of-government approach to coordinated infrastructure planning for rezoning of new release areas, and this to ensure development in new precincts can proceed in accordance with the demand for housing and related community developments</w:t>
      </w:r>
      <w:r>
        <w:t>. In particular there is forecast ongoing substantial growth in new connections as new residential precincts are developed. This includes the development of new commercial centres, development of “employment lands” and the provision of supporting social infrastructure all of which adds to growth impacts and demand on network infrastructure.</w:t>
      </w:r>
    </w:p>
    <w:p w:rsidR="00374DDF" w:rsidRDefault="00374DDF" w:rsidP="000130B4"/>
    <w:p w:rsidR="00374DDF" w:rsidRDefault="00374DDF" w:rsidP="00374DDF">
      <w:r>
        <w:t xml:space="preserve">In NSW, the Electricity Supply Act requires that customers fund their own connections to a licenced distribution service provider’s network, with the connection works themselves being contestable. This requires a clear definition of a customer connection asset as opposed to a shared network service asset. Consequently, the cost borne by customers in establishing new housing in </w:t>
      </w:r>
      <w:r w:rsidR="00315CA4">
        <w:t>Greenfield</w:t>
      </w:r>
      <w:r>
        <w:t xml:space="preserve"> areas can be adversely impacted by this definition, particularly if it is not reflective of actual network usage trends.</w:t>
      </w:r>
    </w:p>
    <w:p w:rsidR="00374DDF" w:rsidRDefault="00374DDF" w:rsidP="00374DDF"/>
    <w:p w:rsidR="00770E34" w:rsidRDefault="00374DDF" w:rsidP="000130B4">
      <w:r w:rsidRPr="00134FC1">
        <w:t xml:space="preserve">Endeavour Energy </w:t>
      </w:r>
      <w:r>
        <w:t>has recently reviewed</w:t>
      </w:r>
      <w:r w:rsidRPr="00134FC1">
        <w:t xml:space="preserve"> its approach to funding the installation of electricity supply connection infrastructure for new housing developments. </w:t>
      </w:r>
      <w:r>
        <w:t xml:space="preserve">In doing so we have identified the need to remove inequities, </w:t>
      </w:r>
      <w:r w:rsidRPr="00134FC1">
        <w:t xml:space="preserve">complexities </w:t>
      </w:r>
      <w:r>
        <w:t xml:space="preserve">and inconsistencies </w:t>
      </w:r>
      <w:r w:rsidRPr="00134FC1">
        <w:t>associated with the funding and development of the high-voltage underground reticulation in rapidly developing residential areas</w:t>
      </w:r>
      <w:r>
        <w:t xml:space="preserve">, </w:t>
      </w:r>
      <w:r w:rsidRPr="00134FC1">
        <w:t>and</w:t>
      </w:r>
      <w:r>
        <w:t xml:space="preserve"> to </w:t>
      </w:r>
      <w:r w:rsidRPr="00134FC1">
        <w:t>remove ambiguities associated with the categorisation of shared network assets and the costs of funding their provision.</w:t>
      </w:r>
      <w:r w:rsidR="00770E34">
        <w:t xml:space="preserve"> </w:t>
      </w:r>
      <w:r>
        <w:t>These changes in our approach are reflected</w:t>
      </w:r>
      <w:r w:rsidR="00315CA4">
        <w:t xml:space="preserve"> in our current forecasts of c</w:t>
      </w:r>
      <w:r>
        <w:t>us</w:t>
      </w:r>
      <w:r w:rsidR="00315CA4">
        <w:t>tomer connection</w:t>
      </w:r>
      <w:r w:rsidR="00315CA4">
        <w:noBreakHyphen/>
        <w:t>d</w:t>
      </w:r>
      <w:r>
        <w:t xml:space="preserve">riven capital expenditure. </w:t>
      </w:r>
    </w:p>
    <w:p w:rsidR="00770E34" w:rsidRDefault="00770E34" w:rsidP="000130B4"/>
    <w:p w:rsidR="00315CA4" w:rsidRDefault="00374DDF" w:rsidP="000130B4">
      <w:r>
        <w:t>The p</w:t>
      </w:r>
      <w:r w:rsidR="000130B4" w:rsidRPr="000130B4">
        <w:t xml:space="preserve">urpose </w:t>
      </w:r>
      <w:r>
        <w:t xml:space="preserve">of this report </w:t>
      </w:r>
      <w:r w:rsidR="000130B4" w:rsidRPr="000130B4">
        <w:t xml:space="preserve">is to describe </w:t>
      </w:r>
      <w:r w:rsidR="00315CA4">
        <w:t xml:space="preserve">the basis of preparation of customer </w:t>
      </w:r>
      <w:r w:rsidR="000130B4" w:rsidRPr="000130B4">
        <w:t>connection capex forecasts</w:t>
      </w:r>
      <w:r>
        <w:t>,</w:t>
      </w:r>
      <w:r w:rsidR="00315CA4">
        <w:t xml:space="preserve"> </w:t>
      </w:r>
      <w:r w:rsidR="006B022E">
        <w:t xml:space="preserve">and how the </w:t>
      </w:r>
      <w:r w:rsidR="000130B4" w:rsidRPr="000130B4">
        <w:t xml:space="preserve">Endeavour </w:t>
      </w:r>
      <w:r w:rsidR="00315CA4">
        <w:t>Energy-</w:t>
      </w:r>
      <w:r w:rsidR="000130B4" w:rsidRPr="000130B4">
        <w:t xml:space="preserve">funded connections </w:t>
      </w:r>
      <w:r w:rsidR="00315CA4">
        <w:t>capex and</w:t>
      </w:r>
      <w:r w:rsidR="006B022E">
        <w:t xml:space="preserve"> forecasts of reimbursements for shared-assets components</w:t>
      </w:r>
      <w:r w:rsidR="00315CA4">
        <w:t xml:space="preserve"> (</w:t>
      </w:r>
      <w:r w:rsidR="006B022E">
        <w:t xml:space="preserve">installed by </w:t>
      </w:r>
      <w:r w:rsidR="00315CA4">
        <w:t>developers</w:t>
      </w:r>
      <w:r w:rsidR="006B022E">
        <w:t>) are developed.</w:t>
      </w:r>
    </w:p>
    <w:p w:rsidR="006B022E" w:rsidRDefault="006B022E" w:rsidP="000130B4"/>
    <w:p w:rsidR="000130B4" w:rsidRPr="000130B4" w:rsidRDefault="00315CA4" w:rsidP="000130B4">
      <w:r>
        <w:t xml:space="preserve">In particular, </w:t>
      </w:r>
      <w:r w:rsidR="00770E34">
        <w:t xml:space="preserve">this report </w:t>
      </w:r>
      <w:r>
        <w:t>outlines the impact that our revised policy approach has on our future forecasts, with these being developed on a “base-step-trend” basis.</w:t>
      </w:r>
      <w:r w:rsidR="00770E34">
        <w:t xml:space="preserve"> It shows how the basis of preparation of our forecasts is founded on external forecasts for customer connection numbers, </w:t>
      </w:r>
      <w:r w:rsidR="00A34BE3">
        <w:t>and empirically</w:t>
      </w:r>
      <w:r w:rsidR="00770E34">
        <w:t xml:space="preserve"> derived relationships between customer number growth and capex requirements.</w:t>
      </w:r>
    </w:p>
    <w:p w:rsidR="00770E34" w:rsidRDefault="00770E34">
      <w:r>
        <w:br w:type="page"/>
      </w:r>
    </w:p>
    <w:p w:rsidR="00306B95" w:rsidRPr="0001310F" w:rsidRDefault="00516893" w:rsidP="000130B4">
      <w:pPr>
        <w:pStyle w:val="Heading1"/>
      </w:pPr>
      <w:bookmarkStart w:id="1" w:name="_Toc509562058"/>
      <w:bookmarkStart w:id="2" w:name="_Toc509562109"/>
      <w:bookmarkStart w:id="3" w:name="_Toc509562110"/>
      <w:bookmarkEnd w:id="1"/>
      <w:bookmarkEnd w:id="2"/>
      <w:r>
        <w:t>CUSTOMER CONNECTIONS CAPEX VS AUGEX</w:t>
      </w:r>
      <w:bookmarkEnd w:id="3"/>
    </w:p>
    <w:p w:rsidR="00F9293C" w:rsidRDefault="00F9293C" w:rsidP="000130B4">
      <w:r>
        <w:t>The environment in which Endeavour Energy operates, like that of all DNSPs, is rapidly changing. We no longer only provide</w:t>
      </w:r>
      <w:r w:rsidRPr="00F9293C">
        <w:t xml:space="preserve"> electricity supply, </w:t>
      </w:r>
      <w:r>
        <w:t xml:space="preserve">but </w:t>
      </w:r>
      <w:r w:rsidRPr="00F9293C">
        <w:t>rather we provide electricity</w:t>
      </w:r>
      <w:r w:rsidR="00FC4C36">
        <w:t xml:space="preserve"> supply </w:t>
      </w:r>
      <w:r w:rsidRPr="00F9293C">
        <w:t>connectivity services</w:t>
      </w:r>
      <w:r>
        <w:t xml:space="preserve">, </w:t>
      </w:r>
      <w:r w:rsidR="00FC4C36">
        <w:t>of which</w:t>
      </w:r>
      <w:r>
        <w:t xml:space="preserve"> there are several layers</w:t>
      </w:r>
      <w:r w:rsidR="00FC4C36">
        <w:t>.</w:t>
      </w:r>
      <w:r>
        <w:t xml:space="preserve"> </w:t>
      </w:r>
    </w:p>
    <w:p w:rsidR="00F9293C" w:rsidRDefault="00F9293C" w:rsidP="000130B4"/>
    <w:p w:rsidR="00F9293C" w:rsidRDefault="00F9293C" w:rsidP="000130B4">
      <w:r>
        <w:t xml:space="preserve">Our current approach to funding the assets </w:t>
      </w:r>
      <w:r w:rsidR="00FC4C36">
        <w:t xml:space="preserve">required to provide these services </w:t>
      </w:r>
      <w:r>
        <w:t xml:space="preserve">is best described as “beneficiaries pays”. This approach is consistent with that adopted by other DNSP’s in NSW and in other jurisdictions </w:t>
      </w:r>
      <w:r w:rsidR="00FC4C36">
        <w:t>across</w:t>
      </w:r>
      <w:r>
        <w:t xml:space="preserve"> Australia. This approach ensures that: </w:t>
      </w:r>
    </w:p>
    <w:p w:rsidR="00F9293C" w:rsidRDefault="00F9293C" w:rsidP="000130B4"/>
    <w:p w:rsidR="00C6512F" w:rsidRPr="00F9293C" w:rsidRDefault="00C6512F" w:rsidP="00F9293C">
      <w:pPr>
        <w:numPr>
          <w:ilvl w:val="0"/>
          <w:numId w:val="23"/>
        </w:numPr>
      </w:pPr>
      <w:r w:rsidRPr="00F9293C">
        <w:t xml:space="preserve">dedicated or customer specific assets are fully funded by </w:t>
      </w:r>
      <w:r w:rsidR="00F9293C">
        <w:t xml:space="preserve">the relevant customer/developer, such as </w:t>
      </w:r>
      <w:r w:rsidRPr="00F9293C">
        <w:t>single</w:t>
      </w:r>
      <w:r w:rsidR="00F9293C">
        <w:t>-</w:t>
      </w:r>
      <w:r w:rsidRPr="00F9293C">
        <w:t>end</w:t>
      </w:r>
      <w:r w:rsidR="00F9293C">
        <w:t>ed</w:t>
      </w:r>
      <w:r w:rsidRPr="00F9293C">
        <w:t xml:space="preserve"> user large connections</w:t>
      </w:r>
      <w:r w:rsidR="00F9293C">
        <w:t xml:space="preserve"> such as </w:t>
      </w:r>
      <w:r w:rsidRPr="00F9293C">
        <w:t xml:space="preserve"> </w:t>
      </w:r>
      <w:r w:rsidR="00F9293C">
        <w:t>m</w:t>
      </w:r>
      <w:r w:rsidRPr="00F9293C">
        <w:t>ine</w:t>
      </w:r>
      <w:r w:rsidR="00F9293C">
        <w:t>s</w:t>
      </w:r>
      <w:r w:rsidRPr="00F9293C">
        <w:t xml:space="preserve"> or Data Centre</w:t>
      </w:r>
      <w:r w:rsidR="00F9293C">
        <w:t>s;</w:t>
      </w:r>
      <w:r w:rsidRPr="00F9293C">
        <w:t xml:space="preserve"> and </w:t>
      </w:r>
    </w:p>
    <w:p w:rsidR="00C6512F" w:rsidRDefault="00C6512F" w:rsidP="00F9293C">
      <w:pPr>
        <w:numPr>
          <w:ilvl w:val="0"/>
          <w:numId w:val="23"/>
        </w:numPr>
      </w:pPr>
      <w:r w:rsidRPr="00F9293C">
        <w:t>assets that provide current and/or future customers with supply</w:t>
      </w:r>
      <w:r w:rsidR="00F9293C">
        <w:t xml:space="preserve">, </w:t>
      </w:r>
      <w:r w:rsidRPr="00F9293C">
        <w:t xml:space="preserve">improved </w:t>
      </w:r>
      <w:r w:rsidR="00F9293C">
        <w:t xml:space="preserve">network connectivity </w:t>
      </w:r>
      <w:r w:rsidRPr="00F9293C">
        <w:t>service</w:t>
      </w:r>
      <w:r w:rsidR="00F9293C">
        <w:t>s</w:t>
      </w:r>
      <w:r w:rsidRPr="00F9293C">
        <w:t xml:space="preserve"> or </w:t>
      </w:r>
      <w:r w:rsidR="00F9293C">
        <w:t xml:space="preserve">supply </w:t>
      </w:r>
      <w:r w:rsidRPr="00F9293C">
        <w:t xml:space="preserve">resilience </w:t>
      </w:r>
      <w:r w:rsidR="00F9293C">
        <w:t xml:space="preserve">are </w:t>
      </w:r>
      <w:r w:rsidRPr="00F9293C">
        <w:t xml:space="preserve">funded across our customer base like all other common </w:t>
      </w:r>
      <w:r w:rsidR="00F9293C">
        <w:t xml:space="preserve">standard control </w:t>
      </w:r>
      <w:r w:rsidRPr="00F9293C">
        <w:t>service assets.</w:t>
      </w:r>
      <w:r w:rsidR="00FC4C36">
        <w:t xml:space="preserve"> This is typically the case for new residential or commercial connections in developing Greenfield areas. </w:t>
      </w:r>
    </w:p>
    <w:p w:rsidR="00F9293C" w:rsidRPr="00F9293C" w:rsidRDefault="00F9293C" w:rsidP="00F9293C"/>
    <w:p w:rsidR="00F9293C" w:rsidRDefault="00FC4C36" w:rsidP="000130B4">
      <w:r>
        <w:t>The connection of new customers to our network has an immediate, local impact on the infrastructure required to meet the energy supply needs of those customers, and a potentially longer-term impact on the upstream infrastructure required to integrate and support the lower level connection arrangements.</w:t>
      </w:r>
    </w:p>
    <w:p w:rsidR="00F9293C" w:rsidRDefault="00F9293C" w:rsidP="000130B4"/>
    <w:p w:rsidR="00FC4C36" w:rsidRDefault="00FC4C36" w:rsidP="000130B4">
      <w:r>
        <w:t>Given the level of new connection activity in our franchise area, the majority of our customer connections capex is driven by the customer connection activity and goes to providing the shared infrastructure required to create the electricity network connectivity services that customers require. Examples of this are local distribution feeders and distribution substations.</w:t>
      </w:r>
    </w:p>
    <w:p w:rsidR="00FC4C36" w:rsidRDefault="00FC4C36" w:rsidP="000130B4"/>
    <w:p w:rsidR="00F9293C" w:rsidRDefault="00FC4C36" w:rsidP="000130B4">
      <w:r>
        <w:t xml:space="preserve">Other components of our growth-driven capex, known as augmentation capital expenditure or Augex, are </w:t>
      </w:r>
      <w:r w:rsidR="00C6512F">
        <w:t>to provide the high</w:t>
      </w:r>
      <w:r>
        <w:t xml:space="preserve">er order shared network required to integrate and supply the lower levels of the network. Examples of this are investments in major substations, </w:t>
      </w:r>
      <w:r w:rsidR="00407DB0">
        <w:t>subtransmission</w:t>
      </w:r>
      <w:r>
        <w:t xml:space="preserve"> lines and </w:t>
      </w:r>
      <w:r w:rsidR="00407DB0">
        <w:t>related assets.</w:t>
      </w:r>
      <w:r>
        <w:t xml:space="preserve"> </w:t>
      </w:r>
    </w:p>
    <w:p w:rsidR="00FC4C36" w:rsidRDefault="00FC4C36" w:rsidP="000130B4"/>
    <w:p w:rsidR="00FC4C36" w:rsidRDefault="00407DB0" w:rsidP="000130B4">
      <w:r>
        <w:t>Our</w:t>
      </w:r>
      <w:r w:rsidR="00FC4C36">
        <w:t xml:space="preserve"> gr</w:t>
      </w:r>
      <w:r>
        <w:t>owth-related</w:t>
      </w:r>
      <w:r w:rsidR="00FC4C36">
        <w:t xml:space="preserve"> </w:t>
      </w:r>
      <w:r>
        <w:t>capital</w:t>
      </w:r>
      <w:r w:rsidR="00FC4C36">
        <w:t xml:space="preserve"> investment </w:t>
      </w:r>
      <w:r>
        <w:t>projections capture and segregate these</w:t>
      </w:r>
      <w:r w:rsidR="00FC4C36">
        <w:t xml:space="preserve"> </w:t>
      </w:r>
      <w:r>
        <w:t>investment</w:t>
      </w:r>
      <w:r w:rsidR="00FC4C36">
        <w:t xml:space="preserve"> programs into </w:t>
      </w:r>
      <w:r>
        <w:t>categories</w:t>
      </w:r>
      <w:r w:rsidR="00FC4C36">
        <w:t xml:space="preserve"> that </w:t>
      </w:r>
      <w:r>
        <w:t>reflect</w:t>
      </w:r>
      <w:r w:rsidR="00FC4C36">
        <w:t xml:space="preserve"> </w:t>
      </w:r>
      <w:r>
        <w:t>their respective drivers</w:t>
      </w:r>
      <w:r w:rsidR="00FC4C36">
        <w:t xml:space="preserve">. This allows us to discriminate in our </w:t>
      </w:r>
      <w:r w:rsidR="00770E34">
        <w:t xml:space="preserve">capital expenditure </w:t>
      </w:r>
      <w:r w:rsidR="00FC4C36">
        <w:t xml:space="preserve">forecasts between upstream shared works that </w:t>
      </w:r>
      <w:r>
        <w:t>a</w:t>
      </w:r>
      <w:r w:rsidR="00FC4C36">
        <w:t>re not funded directly by customers</w:t>
      </w:r>
      <w:r>
        <w:t xml:space="preserve"> from those that are directly funded or contributed to by customers (and/or developers). In some cases, the investment categories are funded by a combination of the two approaches</w:t>
      </w:r>
      <w:r w:rsidR="00C6512F">
        <w:t xml:space="preserve">, as is typically the case with distribution network infrastructure required to service greenfield development areas. </w:t>
      </w:r>
      <w:r>
        <w:t xml:space="preserve"> </w:t>
      </w:r>
    </w:p>
    <w:p w:rsidR="000130B4" w:rsidRDefault="000130B4" w:rsidP="000130B4"/>
    <w:p w:rsidR="00C6512F" w:rsidRDefault="00407DB0" w:rsidP="000130B4">
      <w:r>
        <w:t xml:space="preserve">The </w:t>
      </w:r>
      <w:r w:rsidR="00C6512F">
        <w:t>categories</w:t>
      </w:r>
      <w:r>
        <w:t xml:space="preserve"> </w:t>
      </w:r>
      <w:r w:rsidR="00C6512F">
        <w:t>of our growth-related customer</w:t>
      </w:r>
      <w:r w:rsidR="00C6512F">
        <w:noBreakHyphen/>
        <w:t xml:space="preserve">driven capex outlined in our investment plans that will be funded by a combination of Endeavour Energy investment and customer contribution are </w:t>
      </w:r>
      <w:r w:rsidR="00802433">
        <w:t xml:space="preserve">shown diagrammatically in </w:t>
      </w:r>
      <w:r w:rsidR="00802433">
        <w:fldChar w:fldCharType="begin"/>
      </w:r>
      <w:r w:rsidR="00802433">
        <w:instrText xml:space="preserve"> REF _Ref509313753 \h </w:instrText>
      </w:r>
      <w:r w:rsidR="00802433">
        <w:fldChar w:fldCharType="separate"/>
      </w:r>
      <w:r w:rsidR="00C30933">
        <w:t xml:space="preserve">Figure </w:t>
      </w:r>
      <w:r w:rsidR="00C30933">
        <w:rPr>
          <w:noProof/>
        </w:rPr>
        <w:t>1</w:t>
      </w:r>
      <w:r w:rsidR="00802433">
        <w:fldChar w:fldCharType="end"/>
      </w:r>
      <w:r w:rsidR="00802433">
        <w:t xml:space="preserve">, and </w:t>
      </w:r>
      <w:r w:rsidR="00C6512F">
        <w:t xml:space="preserve">outlined in </w:t>
      </w:r>
      <w:r w:rsidR="00C6512F">
        <w:fldChar w:fldCharType="begin"/>
      </w:r>
      <w:r w:rsidR="00C6512F">
        <w:instrText xml:space="preserve"> REF _Ref509312834 \h </w:instrText>
      </w:r>
      <w:r w:rsidR="00C6512F">
        <w:fldChar w:fldCharType="separate"/>
      </w:r>
      <w:r w:rsidR="00C30933">
        <w:t xml:space="preserve">Table </w:t>
      </w:r>
      <w:r w:rsidR="00C30933">
        <w:rPr>
          <w:noProof/>
        </w:rPr>
        <w:t>1</w:t>
      </w:r>
      <w:r w:rsidR="00C6512F">
        <w:fldChar w:fldCharType="end"/>
      </w:r>
      <w:r w:rsidR="00802433">
        <w:t xml:space="preserve"> below</w:t>
      </w:r>
      <w:r w:rsidR="00C6512F">
        <w:t xml:space="preserve">. </w:t>
      </w:r>
    </w:p>
    <w:p w:rsidR="00C6512F" w:rsidRDefault="00C6512F" w:rsidP="000130B4"/>
    <w:p w:rsidR="00802433" w:rsidRDefault="00802433" w:rsidP="00802433">
      <w:pPr>
        <w:pStyle w:val="Caption"/>
        <w:keepNext/>
      </w:pPr>
      <w:bookmarkStart w:id="4" w:name="_Ref509313753"/>
      <w:r>
        <w:t xml:space="preserve">Figure </w:t>
      </w:r>
      <w:fldSimple w:instr=" SEQ Figure \* ARABIC ">
        <w:r w:rsidR="00C30933">
          <w:rPr>
            <w:noProof/>
          </w:rPr>
          <w:t>1</w:t>
        </w:r>
      </w:fldSimple>
      <w:bookmarkEnd w:id="4"/>
      <w:r>
        <w:t xml:space="preserve"> Schematic representation of current funding arrangements.</w:t>
      </w:r>
    </w:p>
    <w:p w:rsidR="00802433" w:rsidRPr="00802433" w:rsidRDefault="00802433" w:rsidP="00802433">
      <w:pPr>
        <w:keepNext/>
      </w:pPr>
    </w:p>
    <w:p w:rsidR="00802433" w:rsidRDefault="00C93E56" w:rsidP="000130B4">
      <w:r>
        <w:rPr>
          <w:noProof/>
        </w:rPr>
        <mc:AlternateContent>
          <mc:Choice Requires="wps">
            <w:drawing>
              <wp:anchor distT="0" distB="0" distL="114300" distR="114300" simplePos="0" relativeHeight="251664896" behindDoc="0" locked="0" layoutInCell="1" allowOverlap="1" wp14:anchorId="1E8D2ABA" wp14:editId="28ACE3BC">
                <wp:simplePos x="0" y="0"/>
                <wp:positionH relativeFrom="column">
                  <wp:posOffset>4226256</wp:posOffset>
                </wp:positionH>
                <wp:positionV relativeFrom="paragraph">
                  <wp:posOffset>2320290</wp:posOffset>
                </wp:positionV>
                <wp:extent cx="1971813" cy="580446"/>
                <wp:effectExtent l="0" t="0" r="0" b="0"/>
                <wp:wrapNone/>
                <wp:docPr id="1152" name="Rectangle 1152"/>
                <wp:cNvGraphicFramePr/>
                <a:graphic xmlns:a="http://schemas.openxmlformats.org/drawingml/2006/main">
                  <a:graphicData uri="http://schemas.microsoft.com/office/word/2010/wordprocessingShape">
                    <wps:wsp>
                      <wps:cNvSpPr/>
                      <wps:spPr>
                        <a:xfrm>
                          <a:off x="0" y="0"/>
                          <a:ext cx="1971813" cy="5804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C462A" w:rsidRPr="00795714" w:rsidRDefault="008C462A" w:rsidP="00B60AC0">
                            <w:pPr>
                              <w:rPr>
                                <w:sz w:val="22"/>
                              </w:rPr>
                            </w:pPr>
                            <w:r w:rsidRPr="00795714">
                              <w:rPr>
                                <w:sz w:val="22"/>
                              </w:rPr>
                              <w:t>ZS: Zone Substation</w:t>
                            </w:r>
                          </w:p>
                          <w:p w:rsidR="008C462A" w:rsidRPr="00795714" w:rsidRDefault="008C462A" w:rsidP="00B60AC0">
                            <w:pPr>
                              <w:rPr>
                                <w:sz w:val="22"/>
                              </w:rPr>
                            </w:pPr>
                            <w:r w:rsidRPr="00795714">
                              <w:rPr>
                                <w:sz w:val="22"/>
                              </w:rPr>
                              <w:t>DS: Distribution Substation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2" o:spid="_x0000_s1027" style="position:absolute;margin-left:332.8pt;margin-top:182.7pt;width:155.25pt;height:45.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" filled="f" stroked="f" strokeweight="2pt">
                <v:textbox>
                  <w:txbxContent>
                    <w:p w:rsidR="008C462A" w:rsidRPr="00795714" w:rsidRDefault="008C462A" w:rsidP="00B60AC0">
                      <w:pPr>
                        <w:rPr>
                          <w:sz w:val="22"/>
                        </w:rPr>
                      </w:pPr>
                      <w:r w:rsidRPr="00795714">
                        <w:rPr>
                          <w:sz w:val="22"/>
                        </w:rPr>
                        <w:t>ZS: Zone Substation</w:t>
                      </w:r>
                    </w:p>
                    <w:p w:rsidR="008C462A" w:rsidRPr="00795714" w:rsidRDefault="008C462A" w:rsidP="00B60AC0">
                      <w:pPr>
                        <w:rPr>
                          <w:sz w:val="22"/>
                        </w:rPr>
                      </w:pPr>
                      <w:r w:rsidRPr="00795714">
                        <w:rPr>
                          <w:sz w:val="22"/>
                        </w:rPr>
                        <w:t>DS: Distribution Substation</w:t>
                      </w:r>
                    </w:p>
                  </w:txbxContent>
                </v:textbox>
              </v:rect>
            </w:pict>
          </mc:Fallback>
        </mc:AlternateContent>
      </w:r>
      <w:r w:rsidR="00770E34">
        <w:rPr>
          <w:noProof/>
        </w:rPr>
        <mc:AlternateContent>
          <mc:Choice Requires="wps">
            <w:drawing>
              <wp:anchor distT="0" distB="0" distL="114300" distR="114300" simplePos="0" relativeHeight="251663872" behindDoc="0" locked="0" layoutInCell="1" allowOverlap="1" wp14:anchorId="0BA965B0" wp14:editId="7CAEC1DD">
                <wp:simplePos x="0" y="0"/>
                <wp:positionH relativeFrom="column">
                  <wp:posOffset>4373521</wp:posOffset>
                </wp:positionH>
                <wp:positionV relativeFrom="paragraph">
                  <wp:posOffset>2426363</wp:posOffset>
                </wp:positionV>
                <wp:extent cx="1228863" cy="421419"/>
                <wp:effectExtent l="0" t="0" r="0" b="0"/>
                <wp:wrapNone/>
                <wp:docPr id="558" name="Rectangle 558"/>
                <wp:cNvGraphicFramePr/>
                <a:graphic xmlns:a="http://schemas.openxmlformats.org/drawingml/2006/main">
                  <a:graphicData uri="http://schemas.microsoft.com/office/word/2010/wordprocessingShape">
                    <wps:wsp>
                      <wps:cNvSpPr/>
                      <wps:spPr>
                        <a:xfrm>
                          <a:off x="0" y="0"/>
                          <a:ext cx="1228863" cy="42141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58" o:spid="_x0000_s1026" style="position:absolute;margin-left:344.35pt;margin-top:191.05pt;width:96.75pt;height:33.2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" filled="f" stroked="f" strokeweight="2pt"/>
            </w:pict>
          </mc:Fallback>
        </mc:AlternateContent>
      </w:r>
      <w:r w:rsidR="00802433">
        <w:rPr>
          <w:noProof/>
        </w:rPr>
        <w:drawing>
          <wp:anchor distT="0" distB="0" distL="114300" distR="114300" simplePos="0" relativeHeight="251660800" behindDoc="1" locked="0" layoutInCell="1" allowOverlap="1" wp14:anchorId="57502C93" wp14:editId="39CAF5D2">
            <wp:simplePos x="0" y="0"/>
            <wp:positionH relativeFrom="column">
              <wp:posOffset>2651760</wp:posOffset>
            </wp:positionH>
            <wp:positionV relativeFrom="paragraph">
              <wp:posOffset>1962785</wp:posOffset>
            </wp:positionV>
            <wp:extent cx="2434590" cy="881380"/>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434590" cy="881380"/>
                    </a:xfrm>
                    <a:prstGeom prst="rect">
                      <a:avLst/>
                    </a:prstGeom>
                  </pic:spPr>
                </pic:pic>
              </a:graphicData>
            </a:graphic>
            <wp14:sizeRelH relativeFrom="page">
              <wp14:pctWidth>0</wp14:pctWidth>
            </wp14:sizeRelH>
            <wp14:sizeRelV relativeFrom="page">
              <wp14:pctHeight>0</wp14:pctHeight>
            </wp14:sizeRelV>
          </wp:anchor>
        </w:drawing>
      </w:r>
      <w:r w:rsidR="00802433" w:rsidRPr="00802433">
        <w:rPr>
          <w:noProof/>
        </w:rPr>
        <w:drawing>
          <wp:inline distT="0" distB="0" distL="0" distR="0" wp14:anchorId="3A453AC7" wp14:editId="0CECB4B2">
            <wp:extent cx="5943600" cy="2980055"/>
            <wp:effectExtent l="19050" t="19050" r="19050" b="10795"/>
            <wp:docPr id="8" name="Picture 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B11EFCCC-DED4-4860-993A-C62F6C5A70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B11EFCCC-DED4-4860-993A-C62F6C5A7040}"/>
                        </a:ext>
                      </a:extLst>
                    </pic:cNvPr>
                    <pic:cNvPicPr>
                      <a:picLocks noChangeAspect="1"/>
                    </pic:cNvPicPr>
                  </pic:nvPicPr>
                  <pic:blipFill>
                    <a:blip r:embed="rId16"/>
                    <a:stretch>
                      <a:fillRect/>
                    </a:stretch>
                  </pic:blipFill>
                  <pic:spPr>
                    <a:xfrm>
                      <a:off x="0" y="0"/>
                      <a:ext cx="5943600" cy="2980055"/>
                    </a:xfrm>
                    <a:prstGeom prst="rect">
                      <a:avLst/>
                    </a:prstGeom>
                    <a:ln>
                      <a:solidFill>
                        <a:schemeClr val="accent1"/>
                      </a:solidFill>
                    </a:ln>
                  </pic:spPr>
                </pic:pic>
              </a:graphicData>
            </a:graphic>
          </wp:inline>
        </w:drawing>
      </w:r>
    </w:p>
    <w:p w:rsidR="00802433" w:rsidRDefault="00802433" w:rsidP="000130B4"/>
    <w:p w:rsidR="00C6512F" w:rsidRDefault="00C6512F" w:rsidP="00C6512F"/>
    <w:p w:rsidR="00C6512F" w:rsidRDefault="00C6512F" w:rsidP="00C6512F">
      <w:pPr>
        <w:pStyle w:val="Caption"/>
        <w:keepNext/>
      </w:pPr>
      <w:bookmarkStart w:id="5" w:name="_Ref509312834"/>
      <w:r>
        <w:t xml:space="preserve">Table </w:t>
      </w:r>
      <w:r w:rsidR="000D2A0B">
        <w:fldChar w:fldCharType="begin"/>
      </w:r>
      <w:r w:rsidR="000D2A0B">
        <w:instrText xml:space="preserve"> SEQ Table \* ARABIC </w:instrText>
      </w:r>
      <w:r w:rsidR="000D2A0B">
        <w:fldChar w:fldCharType="separate"/>
      </w:r>
      <w:r w:rsidR="00C30933">
        <w:rPr>
          <w:noProof/>
        </w:rPr>
        <w:t>1</w:t>
      </w:r>
      <w:r w:rsidR="000D2A0B">
        <w:rPr>
          <w:noProof/>
        </w:rPr>
        <w:fldChar w:fldCharType="end"/>
      </w:r>
      <w:bookmarkEnd w:id="5"/>
      <w:r w:rsidR="00802433">
        <w:t xml:space="preserve"> . Shared</w:t>
      </w:r>
      <w:r w:rsidR="00802433">
        <w:noBreakHyphen/>
      </w:r>
      <w:r>
        <w:t xml:space="preserve">funding </w:t>
      </w:r>
      <w:r w:rsidR="00802433">
        <w:t>Customer connection-related I</w:t>
      </w:r>
      <w:r>
        <w:t>nvestment Categories</w:t>
      </w:r>
    </w:p>
    <w:tbl>
      <w:tblPr>
        <w:tblStyle w:val="Table-Colour"/>
        <w:tblW w:w="5000" w:type="pct"/>
        <w:tblInd w:w="0" w:type="dxa"/>
        <w:tblLook w:val="04A0" w:firstRow="1" w:lastRow="0" w:firstColumn="1" w:lastColumn="0" w:noHBand="0" w:noVBand="1"/>
      </w:tblPr>
      <w:tblGrid>
        <w:gridCol w:w="2478"/>
        <w:gridCol w:w="2651"/>
        <w:gridCol w:w="2646"/>
        <w:gridCol w:w="2644"/>
      </w:tblGrid>
      <w:tr w:rsidR="00B60AC0" w:rsidRPr="00B60AC0" w:rsidTr="00B60AC0">
        <w:trPr>
          <w:cnfStyle w:val="100000000000" w:firstRow="1" w:lastRow="0" w:firstColumn="0" w:lastColumn="0" w:oddVBand="0" w:evenVBand="0" w:oddHBand="0" w:evenHBand="0" w:firstRowFirstColumn="0" w:firstRowLastColumn="0" w:lastRowFirstColumn="0" w:lastRowLastColumn="0"/>
          <w:trHeight w:val="753"/>
        </w:trPr>
        <w:tc>
          <w:tcPr>
            <w:tcW w:w="1189" w:type="pct"/>
          </w:tcPr>
          <w:p w:rsidR="00B60AC0" w:rsidRPr="00B60AC0" w:rsidRDefault="00B60AC0" w:rsidP="00802433">
            <w:pPr>
              <w:jc w:val="center"/>
              <w:rPr>
                <w:color w:val="FFFFFF" w:themeColor="background1"/>
                <w:sz w:val="20"/>
              </w:rPr>
            </w:pPr>
            <w:r w:rsidRPr="00B60AC0">
              <w:rPr>
                <w:color w:val="FFFFFF" w:themeColor="background1"/>
                <w:sz w:val="20"/>
              </w:rPr>
              <w:t>SAMP Category</w:t>
            </w:r>
          </w:p>
        </w:tc>
        <w:tc>
          <w:tcPr>
            <w:tcW w:w="1272" w:type="pct"/>
          </w:tcPr>
          <w:p w:rsidR="00B60AC0" w:rsidRPr="00B60AC0" w:rsidRDefault="00B60AC0" w:rsidP="00802433">
            <w:pPr>
              <w:jc w:val="center"/>
              <w:rPr>
                <w:color w:val="FFFFFF" w:themeColor="background1"/>
                <w:sz w:val="20"/>
              </w:rPr>
            </w:pPr>
            <w:r w:rsidRPr="00B60AC0">
              <w:rPr>
                <w:color w:val="FFFFFF" w:themeColor="background1"/>
                <w:sz w:val="20"/>
              </w:rPr>
              <w:t>Endeavour Energy Funded Component</w:t>
            </w:r>
          </w:p>
        </w:tc>
        <w:tc>
          <w:tcPr>
            <w:tcW w:w="1270" w:type="pct"/>
          </w:tcPr>
          <w:p w:rsidR="00B60AC0" w:rsidRPr="00B60AC0" w:rsidRDefault="00B60AC0" w:rsidP="00802433">
            <w:pPr>
              <w:jc w:val="center"/>
              <w:rPr>
                <w:color w:val="FFFFFF" w:themeColor="background1"/>
                <w:sz w:val="20"/>
              </w:rPr>
            </w:pPr>
            <w:r w:rsidRPr="00B60AC0">
              <w:rPr>
                <w:color w:val="FFFFFF" w:themeColor="background1"/>
                <w:sz w:val="20"/>
              </w:rPr>
              <w:t>Customer/Developer</w:t>
            </w:r>
          </w:p>
          <w:p w:rsidR="00B60AC0" w:rsidRPr="00B60AC0" w:rsidRDefault="00B60AC0" w:rsidP="00802433">
            <w:pPr>
              <w:jc w:val="center"/>
              <w:rPr>
                <w:color w:val="FFFFFF" w:themeColor="background1"/>
                <w:sz w:val="20"/>
              </w:rPr>
            </w:pPr>
            <w:r w:rsidRPr="00B60AC0">
              <w:rPr>
                <w:color w:val="FFFFFF" w:themeColor="background1"/>
                <w:sz w:val="20"/>
              </w:rPr>
              <w:t>Capital Contribution Component</w:t>
            </w:r>
          </w:p>
        </w:tc>
        <w:tc>
          <w:tcPr>
            <w:tcW w:w="1270" w:type="pct"/>
          </w:tcPr>
          <w:p w:rsidR="00B60AC0" w:rsidRDefault="00307653" w:rsidP="00802433">
            <w:pPr>
              <w:jc w:val="center"/>
              <w:rPr>
                <w:color w:val="FFFFFF" w:themeColor="background1"/>
                <w:sz w:val="20"/>
              </w:rPr>
            </w:pPr>
            <w:r>
              <w:rPr>
                <w:color w:val="FFFFFF" w:themeColor="background1"/>
                <w:sz w:val="20"/>
              </w:rPr>
              <w:t>Approximate Proportion of Total Connection Capex</w:t>
            </w:r>
          </w:p>
          <w:p w:rsidR="00FF7674" w:rsidRPr="00B60AC0" w:rsidRDefault="00FF7674" w:rsidP="00844F32">
            <w:pPr>
              <w:jc w:val="center"/>
              <w:rPr>
                <w:color w:val="FFFFFF" w:themeColor="background1"/>
                <w:sz w:val="20"/>
              </w:rPr>
            </w:pPr>
            <w:r>
              <w:rPr>
                <w:color w:val="FFFFFF" w:themeColor="background1"/>
                <w:sz w:val="20"/>
              </w:rPr>
              <w:t>(EE funded plus Capital Contributions)</w:t>
            </w:r>
          </w:p>
        </w:tc>
      </w:tr>
      <w:tr w:rsidR="00B60AC0" w:rsidRPr="00B60AC0" w:rsidTr="00B60AC0">
        <w:trPr>
          <w:cnfStyle w:val="000000100000" w:firstRow="0" w:lastRow="0" w:firstColumn="0" w:lastColumn="0" w:oddVBand="0" w:evenVBand="0" w:oddHBand="1" w:evenHBand="0" w:firstRowFirstColumn="0" w:firstRowLastColumn="0" w:lastRowFirstColumn="0" w:lastRowLastColumn="0"/>
          <w:trHeight w:val="753"/>
        </w:trPr>
        <w:tc>
          <w:tcPr>
            <w:tcW w:w="1189" w:type="pct"/>
            <w:vAlign w:val="top"/>
          </w:tcPr>
          <w:p w:rsidR="00B60AC0" w:rsidRPr="00B60AC0" w:rsidRDefault="00B60AC0" w:rsidP="00C6512F">
            <w:pPr>
              <w:rPr>
                <w:sz w:val="20"/>
              </w:rPr>
            </w:pPr>
            <w:r w:rsidRPr="00B60AC0">
              <w:rPr>
                <w:sz w:val="20"/>
              </w:rPr>
              <w:t>UR – Underground Residential</w:t>
            </w:r>
          </w:p>
        </w:tc>
        <w:tc>
          <w:tcPr>
            <w:tcW w:w="1272" w:type="pct"/>
            <w:vAlign w:val="top"/>
          </w:tcPr>
          <w:p w:rsidR="00B60AC0" w:rsidRPr="00B60AC0" w:rsidRDefault="00B60AC0" w:rsidP="00407DB0">
            <w:pPr>
              <w:pStyle w:val="ListParagraph"/>
              <w:numPr>
                <w:ilvl w:val="0"/>
                <w:numId w:val="24"/>
              </w:numPr>
              <w:ind w:left="355"/>
              <w:rPr>
                <w:sz w:val="20"/>
              </w:rPr>
            </w:pPr>
            <w:r w:rsidRPr="00B60AC0">
              <w:rPr>
                <w:sz w:val="20"/>
              </w:rPr>
              <w:t>High Voltage (HV) Reticulation</w:t>
            </w:r>
          </w:p>
          <w:p w:rsidR="00B60AC0" w:rsidRPr="00B60AC0" w:rsidRDefault="00B60AC0" w:rsidP="00B60AC0">
            <w:pPr>
              <w:pStyle w:val="ListParagraph"/>
              <w:numPr>
                <w:ilvl w:val="0"/>
                <w:numId w:val="24"/>
              </w:numPr>
              <w:ind w:left="355"/>
              <w:rPr>
                <w:sz w:val="20"/>
              </w:rPr>
            </w:pPr>
            <w:r w:rsidRPr="00B60AC0">
              <w:rPr>
                <w:sz w:val="20"/>
              </w:rPr>
              <w:t xml:space="preserve">Distribution Substations </w:t>
            </w:r>
          </w:p>
        </w:tc>
        <w:tc>
          <w:tcPr>
            <w:tcW w:w="1270" w:type="pct"/>
            <w:vAlign w:val="top"/>
          </w:tcPr>
          <w:p w:rsidR="00B60AC0" w:rsidRPr="00B60AC0" w:rsidRDefault="00B60AC0" w:rsidP="00407DB0">
            <w:pPr>
              <w:pStyle w:val="ListParagraph"/>
              <w:numPr>
                <w:ilvl w:val="0"/>
                <w:numId w:val="24"/>
              </w:numPr>
              <w:ind w:left="355"/>
              <w:rPr>
                <w:sz w:val="20"/>
              </w:rPr>
            </w:pPr>
            <w:r w:rsidRPr="00B60AC0">
              <w:rPr>
                <w:sz w:val="20"/>
              </w:rPr>
              <w:t>Low Voltage (LV) Reticulation</w:t>
            </w:r>
          </w:p>
          <w:p w:rsidR="00B60AC0" w:rsidRPr="00B60AC0" w:rsidRDefault="00B60AC0" w:rsidP="00407DB0">
            <w:pPr>
              <w:pStyle w:val="ListParagraph"/>
              <w:numPr>
                <w:ilvl w:val="0"/>
                <w:numId w:val="24"/>
              </w:numPr>
              <w:ind w:left="355"/>
              <w:rPr>
                <w:sz w:val="20"/>
              </w:rPr>
            </w:pPr>
            <w:r w:rsidRPr="00B60AC0">
              <w:rPr>
                <w:sz w:val="20"/>
              </w:rPr>
              <w:t>Easements</w:t>
            </w:r>
          </w:p>
        </w:tc>
        <w:tc>
          <w:tcPr>
            <w:tcW w:w="1270" w:type="pct"/>
          </w:tcPr>
          <w:p w:rsidR="00B60AC0" w:rsidRPr="00B60AC0" w:rsidRDefault="001A206F" w:rsidP="00DD67D1">
            <w:pPr>
              <w:pStyle w:val="ListParagraph"/>
              <w:ind w:left="355"/>
              <w:jc w:val="center"/>
              <w:rPr>
                <w:sz w:val="20"/>
              </w:rPr>
            </w:pPr>
            <w:r>
              <w:rPr>
                <w:sz w:val="20"/>
              </w:rPr>
              <w:t>50%</w:t>
            </w:r>
          </w:p>
        </w:tc>
      </w:tr>
      <w:tr w:rsidR="00B60AC0" w:rsidRPr="00B60AC0" w:rsidTr="00B60AC0">
        <w:trPr>
          <w:cnfStyle w:val="000000010000" w:firstRow="0" w:lastRow="0" w:firstColumn="0" w:lastColumn="0" w:oddVBand="0" w:evenVBand="0" w:oddHBand="0" w:evenHBand="1" w:firstRowFirstColumn="0" w:firstRowLastColumn="0" w:lastRowFirstColumn="0" w:lastRowLastColumn="0"/>
          <w:trHeight w:val="753"/>
        </w:trPr>
        <w:tc>
          <w:tcPr>
            <w:tcW w:w="1189" w:type="pct"/>
            <w:vAlign w:val="top"/>
          </w:tcPr>
          <w:p w:rsidR="00B60AC0" w:rsidRPr="00B60AC0" w:rsidRDefault="00B60AC0" w:rsidP="00C6512F">
            <w:pPr>
              <w:rPr>
                <w:sz w:val="20"/>
              </w:rPr>
            </w:pPr>
            <w:r w:rsidRPr="00B60AC0">
              <w:rPr>
                <w:sz w:val="20"/>
              </w:rPr>
              <w:t xml:space="preserve">IC – Industrial  and Commercial </w:t>
            </w:r>
          </w:p>
        </w:tc>
        <w:tc>
          <w:tcPr>
            <w:tcW w:w="1272" w:type="pct"/>
            <w:vAlign w:val="top"/>
          </w:tcPr>
          <w:p w:rsidR="00B60AC0" w:rsidRDefault="00B60AC0" w:rsidP="00407DB0">
            <w:pPr>
              <w:pStyle w:val="ListParagraph"/>
              <w:numPr>
                <w:ilvl w:val="0"/>
                <w:numId w:val="24"/>
              </w:numPr>
              <w:ind w:left="355"/>
              <w:rPr>
                <w:sz w:val="20"/>
              </w:rPr>
            </w:pPr>
            <w:r w:rsidRPr="00B60AC0">
              <w:rPr>
                <w:sz w:val="20"/>
              </w:rPr>
              <w:t>Upstream Headworks</w:t>
            </w:r>
          </w:p>
          <w:p w:rsidR="00F23C5D" w:rsidRPr="00B60AC0" w:rsidRDefault="00F23C5D" w:rsidP="00407DB0">
            <w:pPr>
              <w:pStyle w:val="ListParagraph"/>
              <w:numPr>
                <w:ilvl w:val="0"/>
                <w:numId w:val="24"/>
              </w:numPr>
              <w:ind w:left="355"/>
              <w:rPr>
                <w:sz w:val="20"/>
              </w:rPr>
            </w:pPr>
            <w:r>
              <w:rPr>
                <w:sz w:val="20"/>
              </w:rPr>
              <w:t xml:space="preserve">High Voltage Reticulation for subdivisions </w:t>
            </w:r>
          </w:p>
        </w:tc>
        <w:tc>
          <w:tcPr>
            <w:tcW w:w="1270" w:type="pct"/>
            <w:vAlign w:val="top"/>
          </w:tcPr>
          <w:p w:rsidR="00B60AC0" w:rsidRPr="00B60AC0" w:rsidRDefault="00B60AC0" w:rsidP="00407DB0">
            <w:pPr>
              <w:pStyle w:val="ListParagraph"/>
              <w:numPr>
                <w:ilvl w:val="0"/>
                <w:numId w:val="24"/>
              </w:numPr>
              <w:ind w:left="355"/>
              <w:rPr>
                <w:sz w:val="20"/>
              </w:rPr>
            </w:pPr>
            <w:r w:rsidRPr="00B60AC0">
              <w:rPr>
                <w:sz w:val="20"/>
              </w:rPr>
              <w:t xml:space="preserve">Low Voltage Reticulation </w:t>
            </w:r>
          </w:p>
          <w:p w:rsidR="00B60AC0" w:rsidRPr="00B60AC0" w:rsidRDefault="00B60AC0" w:rsidP="00407DB0">
            <w:pPr>
              <w:pStyle w:val="ListParagraph"/>
              <w:numPr>
                <w:ilvl w:val="0"/>
                <w:numId w:val="24"/>
              </w:numPr>
              <w:ind w:left="355"/>
              <w:rPr>
                <w:sz w:val="20"/>
              </w:rPr>
            </w:pPr>
            <w:r w:rsidRPr="00B60AC0">
              <w:rPr>
                <w:sz w:val="20"/>
              </w:rPr>
              <w:t>HV extension for spot loads</w:t>
            </w:r>
          </w:p>
        </w:tc>
        <w:tc>
          <w:tcPr>
            <w:tcW w:w="1270" w:type="pct"/>
          </w:tcPr>
          <w:p w:rsidR="00B60AC0" w:rsidRPr="00B60AC0" w:rsidRDefault="001A206F" w:rsidP="00DD67D1">
            <w:pPr>
              <w:pStyle w:val="ListParagraph"/>
              <w:ind w:left="355"/>
              <w:jc w:val="center"/>
              <w:rPr>
                <w:sz w:val="20"/>
              </w:rPr>
            </w:pPr>
            <w:r>
              <w:rPr>
                <w:sz w:val="20"/>
              </w:rPr>
              <w:t>25%</w:t>
            </w:r>
          </w:p>
        </w:tc>
      </w:tr>
      <w:tr w:rsidR="00B60AC0" w:rsidRPr="00B60AC0" w:rsidTr="00B60AC0">
        <w:trPr>
          <w:cnfStyle w:val="000000100000" w:firstRow="0" w:lastRow="0" w:firstColumn="0" w:lastColumn="0" w:oddVBand="0" w:evenVBand="0" w:oddHBand="1" w:evenHBand="0" w:firstRowFirstColumn="0" w:firstRowLastColumn="0" w:lastRowFirstColumn="0" w:lastRowLastColumn="0"/>
          <w:trHeight w:val="753"/>
        </w:trPr>
        <w:tc>
          <w:tcPr>
            <w:tcW w:w="1189" w:type="pct"/>
            <w:vAlign w:val="top"/>
          </w:tcPr>
          <w:p w:rsidR="00B60AC0" w:rsidRPr="00B60AC0" w:rsidRDefault="00B60AC0" w:rsidP="00C6512F">
            <w:pPr>
              <w:rPr>
                <w:sz w:val="20"/>
              </w:rPr>
            </w:pPr>
            <w:r w:rsidRPr="00B60AC0">
              <w:rPr>
                <w:sz w:val="20"/>
              </w:rPr>
              <w:t>AR – Asset Relocation</w:t>
            </w:r>
          </w:p>
        </w:tc>
        <w:tc>
          <w:tcPr>
            <w:tcW w:w="1272" w:type="pct"/>
            <w:vAlign w:val="top"/>
          </w:tcPr>
          <w:p w:rsidR="00FF7674" w:rsidRDefault="00FF7674" w:rsidP="00FF7674">
            <w:pPr>
              <w:pStyle w:val="ListParagraph"/>
              <w:numPr>
                <w:ilvl w:val="0"/>
                <w:numId w:val="24"/>
              </w:numPr>
              <w:ind w:left="355"/>
              <w:rPr>
                <w:sz w:val="20"/>
              </w:rPr>
            </w:pPr>
            <w:r>
              <w:rPr>
                <w:sz w:val="20"/>
              </w:rPr>
              <w:t>D</w:t>
            </w:r>
            <w:r w:rsidRPr="00B60AC0">
              <w:rPr>
                <w:sz w:val="20"/>
              </w:rPr>
              <w:t>istribution ducts</w:t>
            </w:r>
            <w:r>
              <w:rPr>
                <w:sz w:val="20"/>
              </w:rPr>
              <w:t xml:space="preserve"> for future use</w:t>
            </w:r>
          </w:p>
          <w:p w:rsidR="00B60AC0" w:rsidRPr="00B60AC0" w:rsidRDefault="00B60AC0" w:rsidP="00B60AC0">
            <w:pPr>
              <w:pStyle w:val="ListParagraph"/>
              <w:numPr>
                <w:ilvl w:val="0"/>
                <w:numId w:val="24"/>
              </w:numPr>
              <w:ind w:left="355"/>
              <w:rPr>
                <w:sz w:val="20"/>
              </w:rPr>
            </w:pPr>
            <w:r w:rsidRPr="00B60AC0">
              <w:rPr>
                <w:sz w:val="20"/>
              </w:rPr>
              <w:t>Betterment component (where we require the existing assets to be improved</w:t>
            </w:r>
            <w:r w:rsidR="0098495E">
              <w:rPr>
                <w:sz w:val="20"/>
              </w:rPr>
              <w:t>)</w:t>
            </w:r>
          </w:p>
          <w:p w:rsidR="001A206F" w:rsidRPr="00B60AC0" w:rsidRDefault="001A206F" w:rsidP="00844F32">
            <w:pPr>
              <w:pStyle w:val="ListParagraph"/>
              <w:numPr>
                <w:ilvl w:val="0"/>
                <w:numId w:val="24"/>
              </w:numPr>
              <w:ind w:left="355"/>
              <w:rPr>
                <w:sz w:val="20"/>
              </w:rPr>
            </w:pPr>
            <w:r>
              <w:rPr>
                <w:sz w:val="20"/>
              </w:rPr>
              <w:t>EE funded</w:t>
            </w:r>
            <w:r w:rsidR="00FF7674">
              <w:rPr>
                <w:sz w:val="20"/>
              </w:rPr>
              <w:t xml:space="preserve"> components are only 7</w:t>
            </w:r>
            <w:r>
              <w:rPr>
                <w:sz w:val="20"/>
              </w:rPr>
              <w:t xml:space="preserve">% of total relocation </w:t>
            </w:r>
            <w:r w:rsidR="00FF7674">
              <w:rPr>
                <w:sz w:val="20"/>
              </w:rPr>
              <w:t>C</w:t>
            </w:r>
            <w:r>
              <w:rPr>
                <w:sz w:val="20"/>
              </w:rPr>
              <w:t xml:space="preserve">apex. </w:t>
            </w:r>
          </w:p>
        </w:tc>
        <w:tc>
          <w:tcPr>
            <w:tcW w:w="1270" w:type="pct"/>
            <w:vAlign w:val="top"/>
          </w:tcPr>
          <w:p w:rsidR="00B60AC0" w:rsidRDefault="00B60AC0" w:rsidP="00407DB0">
            <w:pPr>
              <w:pStyle w:val="ListParagraph"/>
              <w:numPr>
                <w:ilvl w:val="0"/>
                <w:numId w:val="24"/>
              </w:numPr>
              <w:ind w:left="355"/>
              <w:rPr>
                <w:sz w:val="20"/>
              </w:rPr>
            </w:pPr>
            <w:r w:rsidRPr="00B60AC0">
              <w:rPr>
                <w:sz w:val="20"/>
              </w:rPr>
              <w:t>Relocation of any existing assets due to road widening or a desire to underground/relocate lines</w:t>
            </w:r>
          </w:p>
          <w:p w:rsidR="001A206F" w:rsidRPr="00B60AC0" w:rsidRDefault="001A206F" w:rsidP="00DD67D1">
            <w:pPr>
              <w:pStyle w:val="ListParagraph"/>
              <w:numPr>
                <w:ilvl w:val="0"/>
                <w:numId w:val="24"/>
              </w:numPr>
              <w:ind w:left="355"/>
              <w:rPr>
                <w:sz w:val="20"/>
              </w:rPr>
            </w:pPr>
            <w:r>
              <w:rPr>
                <w:sz w:val="20"/>
              </w:rPr>
              <w:t>On average the proponent funds on average 9</w:t>
            </w:r>
            <w:r w:rsidR="00FF7674">
              <w:rPr>
                <w:sz w:val="20"/>
              </w:rPr>
              <w:t>3</w:t>
            </w:r>
            <w:r>
              <w:rPr>
                <w:sz w:val="20"/>
              </w:rPr>
              <w:t>% of relocation costs</w:t>
            </w:r>
          </w:p>
        </w:tc>
        <w:tc>
          <w:tcPr>
            <w:tcW w:w="1270" w:type="pct"/>
          </w:tcPr>
          <w:p w:rsidR="00B60AC0" w:rsidRPr="00B60AC0" w:rsidRDefault="001A206F" w:rsidP="00DD67D1">
            <w:pPr>
              <w:pStyle w:val="ListParagraph"/>
              <w:ind w:left="355"/>
              <w:jc w:val="center"/>
              <w:rPr>
                <w:sz w:val="20"/>
              </w:rPr>
            </w:pPr>
            <w:r>
              <w:rPr>
                <w:sz w:val="20"/>
              </w:rPr>
              <w:t>21%</w:t>
            </w:r>
          </w:p>
        </w:tc>
      </w:tr>
      <w:tr w:rsidR="00B60AC0" w:rsidRPr="00B60AC0" w:rsidTr="00B60AC0">
        <w:trPr>
          <w:cnfStyle w:val="000000010000" w:firstRow="0" w:lastRow="0" w:firstColumn="0" w:lastColumn="0" w:oddVBand="0" w:evenVBand="0" w:oddHBand="0" w:evenHBand="1" w:firstRowFirstColumn="0" w:firstRowLastColumn="0" w:lastRowFirstColumn="0" w:lastRowLastColumn="0"/>
          <w:trHeight w:val="753"/>
        </w:trPr>
        <w:tc>
          <w:tcPr>
            <w:tcW w:w="1189" w:type="pct"/>
            <w:vAlign w:val="top"/>
          </w:tcPr>
          <w:p w:rsidR="00B60AC0" w:rsidRPr="00B60AC0" w:rsidRDefault="00B60AC0" w:rsidP="00C6512F">
            <w:pPr>
              <w:rPr>
                <w:sz w:val="20"/>
              </w:rPr>
            </w:pPr>
            <w:r w:rsidRPr="00B60AC0">
              <w:rPr>
                <w:sz w:val="20"/>
              </w:rPr>
              <w:t>NU – Non Urban</w:t>
            </w:r>
          </w:p>
        </w:tc>
        <w:tc>
          <w:tcPr>
            <w:tcW w:w="1272" w:type="pct"/>
            <w:vAlign w:val="top"/>
          </w:tcPr>
          <w:p w:rsidR="00B60AC0" w:rsidRPr="00B60AC0" w:rsidRDefault="00B60AC0" w:rsidP="00407DB0">
            <w:pPr>
              <w:pStyle w:val="ListParagraph"/>
              <w:numPr>
                <w:ilvl w:val="0"/>
                <w:numId w:val="24"/>
              </w:numPr>
              <w:ind w:left="355"/>
              <w:rPr>
                <w:sz w:val="20"/>
              </w:rPr>
            </w:pPr>
            <w:r w:rsidRPr="00B60AC0">
              <w:rPr>
                <w:sz w:val="20"/>
              </w:rPr>
              <w:t>Distribution Transformer</w:t>
            </w:r>
          </w:p>
          <w:p w:rsidR="00B60AC0" w:rsidRPr="00B60AC0" w:rsidRDefault="00B60AC0" w:rsidP="00407DB0">
            <w:pPr>
              <w:pStyle w:val="ListParagraph"/>
              <w:numPr>
                <w:ilvl w:val="0"/>
                <w:numId w:val="24"/>
              </w:numPr>
              <w:ind w:left="355"/>
              <w:rPr>
                <w:sz w:val="20"/>
              </w:rPr>
            </w:pPr>
            <w:r w:rsidRPr="00B60AC0">
              <w:rPr>
                <w:sz w:val="20"/>
              </w:rPr>
              <w:t>Upstream Headworks for the shared network</w:t>
            </w:r>
          </w:p>
        </w:tc>
        <w:tc>
          <w:tcPr>
            <w:tcW w:w="1270" w:type="pct"/>
            <w:vAlign w:val="top"/>
          </w:tcPr>
          <w:p w:rsidR="00B60AC0" w:rsidRPr="00B60AC0" w:rsidRDefault="00B60AC0" w:rsidP="00C6512F">
            <w:pPr>
              <w:pStyle w:val="ListParagraph"/>
              <w:numPr>
                <w:ilvl w:val="0"/>
                <w:numId w:val="24"/>
              </w:numPr>
              <w:ind w:left="355"/>
              <w:rPr>
                <w:sz w:val="20"/>
              </w:rPr>
            </w:pPr>
            <w:r w:rsidRPr="00B60AC0">
              <w:rPr>
                <w:sz w:val="20"/>
              </w:rPr>
              <w:t>Low Voltage network</w:t>
            </w:r>
          </w:p>
          <w:p w:rsidR="00B60AC0" w:rsidRPr="00B60AC0" w:rsidRDefault="00B60AC0" w:rsidP="00C6512F">
            <w:pPr>
              <w:pStyle w:val="ListParagraph"/>
              <w:numPr>
                <w:ilvl w:val="0"/>
                <w:numId w:val="24"/>
              </w:numPr>
              <w:ind w:left="355"/>
              <w:rPr>
                <w:sz w:val="20"/>
              </w:rPr>
            </w:pPr>
            <w:r w:rsidRPr="00B60AC0">
              <w:rPr>
                <w:sz w:val="20"/>
              </w:rPr>
              <w:t xml:space="preserve">HV extensions </w:t>
            </w:r>
          </w:p>
          <w:p w:rsidR="00B60AC0" w:rsidRPr="00B60AC0" w:rsidRDefault="00B60AC0" w:rsidP="00C6512F">
            <w:pPr>
              <w:rPr>
                <w:sz w:val="20"/>
              </w:rPr>
            </w:pPr>
          </w:p>
        </w:tc>
        <w:tc>
          <w:tcPr>
            <w:tcW w:w="1270" w:type="pct"/>
          </w:tcPr>
          <w:p w:rsidR="00B60AC0" w:rsidRPr="00DD67D1" w:rsidRDefault="001A206F" w:rsidP="00DD67D1">
            <w:pPr>
              <w:jc w:val="center"/>
              <w:rPr>
                <w:sz w:val="20"/>
              </w:rPr>
            </w:pPr>
            <w:r>
              <w:rPr>
                <w:sz w:val="20"/>
              </w:rPr>
              <w:t>3%</w:t>
            </w:r>
          </w:p>
        </w:tc>
      </w:tr>
      <w:tr w:rsidR="00B60AC0" w:rsidRPr="00B60AC0" w:rsidTr="00B60AC0">
        <w:trPr>
          <w:cnfStyle w:val="000000100000" w:firstRow="0" w:lastRow="0" w:firstColumn="0" w:lastColumn="0" w:oddVBand="0" w:evenVBand="0" w:oddHBand="1" w:evenHBand="0" w:firstRowFirstColumn="0" w:firstRowLastColumn="0" w:lastRowFirstColumn="0" w:lastRowLastColumn="0"/>
          <w:trHeight w:val="753"/>
        </w:trPr>
        <w:tc>
          <w:tcPr>
            <w:tcW w:w="1189" w:type="pct"/>
            <w:vAlign w:val="top"/>
          </w:tcPr>
          <w:p w:rsidR="00B60AC0" w:rsidRPr="00B60AC0" w:rsidRDefault="00B60AC0" w:rsidP="00C6512F">
            <w:pPr>
              <w:rPr>
                <w:sz w:val="20"/>
              </w:rPr>
            </w:pPr>
            <w:r w:rsidRPr="00B60AC0">
              <w:rPr>
                <w:sz w:val="20"/>
              </w:rPr>
              <w:t>DU – Duct installation</w:t>
            </w:r>
          </w:p>
        </w:tc>
        <w:tc>
          <w:tcPr>
            <w:tcW w:w="1272" w:type="pct"/>
            <w:vAlign w:val="top"/>
          </w:tcPr>
          <w:p w:rsidR="00B60AC0" w:rsidRPr="00B60AC0" w:rsidRDefault="00B60AC0" w:rsidP="00C6512F">
            <w:pPr>
              <w:pStyle w:val="ListParagraph"/>
              <w:numPr>
                <w:ilvl w:val="0"/>
                <w:numId w:val="24"/>
              </w:numPr>
              <w:ind w:left="355"/>
              <w:rPr>
                <w:sz w:val="20"/>
              </w:rPr>
            </w:pPr>
            <w:r w:rsidRPr="00B60AC0">
              <w:rPr>
                <w:sz w:val="20"/>
              </w:rPr>
              <w:t xml:space="preserve">Installation of Future transmission ducts at the same time as major road upgrades </w:t>
            </w:r>
          </w:p>
        </w:tc>
        <w:tc>
          <w:tcPr>
            <w:tcW w:w="1270" w:type="pct"/>
            <w:vAlign w:val="top"/>
          </w:tcPr>
          <w:p w:rsidR="00B60AC0" w:rsidRPr="00B60AC0" w:rsidRDefault="00B60AC0" w:rsidP="00C6512F">
            <w:pPr>
              <w:rPr>
                <w:sz w:val="20"/>
              </w:rPr>
            </w:pPr>
            <w:r w:rsidRPr="00B60AC0">
              <w:rPr>
                <w:sz w:val="20"/>
              </w:rPr>
              <w:t>N/A</w:t>
            </w:r>
          </w:p>
        </w:tc>
        <w:tc>
          <w:tcPr>
            <w:tcW w:w="1270" w:type="pct"/>
          </w:tcPr>
          <w:p w:rsidR="00B60AC0" w:rsidRPr="00B60AC0" w:rsidRDefault="00307653" w:rsidP="00DD67D1">
            <w:pPr>
              <w:jc w:val="center"/>
              <w:rPr>
                <w:sz w:val="20"/>
              </w:rPr>
            </w:pPr>
            <w:r>
              <w:rPr>
                <w:sz w:val="20"/>
              </w:rPr>
              <w:t>1%</w:t>
            </w:r>
          </w:p>
        </w:tc>
      </w:tr>
    </w:tbl>
    <w:p w:rsidR="00407DB0" w:rsidRPr="00B60AC0" w:rsidRDefault="00407DB0" w:rsidP="000130B4">
      <w:pPr>
        <w:rPr>
          <w:sz w:val="20"/>
        </w:rPr>
      </w:pPr>
    </w:p>
    <w:p w:rsidR="00B60AC0" w:rsidRDefault="00B60AC0" w:rsidP="00B60AC0"/>
    <w:p w:rsidR="00B60AC0" w:rsidRDefault="00B60AC0" w:rsidP="00B60AC0">
      <w:r>
        <w:t xml:space="preserve">This Basis of Preparation explains the methodology used to develop the Customer Connection driven capex projections for the forthcoming regulatory control period, on the basis of the drivers and principles outlined above. It does not cover the Augex requirements for the higher-levels of the network, which are determined through risk-based probabilistic assessments of the demand-capacity balance of the shared interconnected network.  </w:t>
      </w:r>
    </w:p>
    <w:p w:rsidR="006C6661" w:rsidRDefault="006C6661">
      <w:r>
        <w:rPr>
          <w:b/>
          <w:bCs/>
        </w:rPr>
        <w:br w:type="page"/>
      </w:r>
    </w:p>
    <w:p w:rsidR="00306B95" w:rsidRPr="0001310F" w:rsidRDefault="000130B4" w:rsidP="000130B4">
      <w:pPr>
        <w:pStyle w:val="Heading1"/>
      </w:pPr>
      <w:bookmarkStart w:id="6" w:name="_Toc509562111"/>
      <w:r>
        <w:t>BASIS OF PREPARATION</w:t>
      </w:r>
      <w:bookmarkEnd w:id="6"/>
    </w:p>
    <w:p w:rsidR="00306B95" w:rsidRDefault="00857BDD" w:rsidP="00857BDD">
      <w:pPr>
        <w:pStyle w:val="Heading2"/>
      </w:pPr>
      <w:bookmarkStart w:id="7" w:name="_Toc509562112"/>
      <w:r>
        <w:rPr>
          <w:lang w:val="fr-FR"/>
        </w:rPr>
        <w:t>"</w:t>
      </w:r>
      <w:r w:rsidR="000130B4">
        <w:rPr>
          <w:lang w:val="fr-FR"/>
        </w:rPr>
        <w:t>Base-</w:t>
      </w:r>
      <w:r w:rsidR="000130B4" w:rsidRPr="000130B4">
        <w:t>step</w:t>
      </w:r>
      <w:r w:rsidR="000130B4">
        <w:rPr>
          <w:lang w:val="fr-FR"/>
        </w:rPr>
        <w:t>-trend</w:t>
      </w:r>
      <w:r>
        <w:rPr>
          <w:lang w:val="fr-FR"/>
        </w:rPr>
        <w:t>"</w:t>
      </w:r>
      <w:r w:rsidR="000130B4">
        <w:rPr>
          <w:lang w:val="fr-FR"/>
        </w:rPr>
        <w:t xml:space="preserve"> </w:t>
      </w:r>
      <w:r w:rsidR="000130B4" w:rsidRPr="000130B4">
        <w:t>approach</w:t>
      </w:r>
      <w:r w:rsidR="008C462A">
        <w:t xml:space="preserve"> for Customer Connection Capex Forecasts</w:t>
      </w:r>
      <w:bookmarkEnd w:id="7"/>
    </w:p>
    <w:p w:rsidR="008C462A" w:rsidRDefault="006B022E" w:rsidP="00857BDD">
      <w:r>
        <w:t>The funding of shared assets associated with</w:t>
      </w:r>
      <w:r w:rsidR="001C62D7">
        <w:t>,</w:t>
      </w:r>
      <w:r>
        <w:t xml:space="preserve"> or driven by new customer connections</w:t>
      </w:r>
      <w:r w:rsidR="001C62D7">
        <w:t xml:space="preserve"> is the</w:t>
      </w:r>
      <w:r>
        <w:t xml:space="preserve"> </w:t>
      </w:r>
      <w:r w:rsidR="001C62D7">
        <w:t xml:space="preserve">responsibility </w:t>
      </w:r>
      <w:r>
        <w:t>of Endeavour Energy</w:t>
      </w:r>
      <w:r w:rsidR="001C62D7">
        <w:t xml:space="preserve"> (the DNSP)</w:t>
      </w:r>
      <w:r>
        <w:t xml:space="preserve">. However, only a </w:t>
      </w:r>
      <w:r w:rsidR="001C62D7">
        <w:t>proportion</w:t>
      </w:r>
      <w:r>
        <w:t xml:space="preserve"> of</w:t>
      </w:r>
      <w:r w:rsidR="001C62D7">
        <w:t xml:space="preserve"> the customer connection-related infrastructure investment is linearly related to the volume of customer connection activity, This is due to the diverse range of new connections, from large scale industrial to broad-acre greenfield residential developments, the latter of which being the subject of this report. As such, in order to determine a prudent and efficient level of funding by Endeavour Energy for the shared network components of customer driven works (driven in particular by large-scale residential development), we have based our future projections on empirical evidence of recent funding activity as well as the assessed impacts of our revised funding model. </w:t>
      </w:r>
      <w:r>
        <w:t xml:space="preserve"> </w:t>
      </w:r>
    </w:p>
    <w:p w:rsidR="006B022E" w:rsidRDefault="006B022E" w:rsidP="00857BDD"/>
    <w:p w:rsidR="001C2485" w:rsidRDefault="001C62D7" w:rsidP="00857BDD">
      <w:r>
        <w:t xml:space="preserve">To do this, </w:t>
      </w:r>
      <w:r w:rsidR="008C462A">
        <w:t xml:space="preserve">Endeavour Energy has adopted a forecasting approach for this capex category similar to that used to develop forecasts for opex, i.e. the “base-step-trend” approach. </w:t>
      </w:r>
      <w:r w:rsidR="001C2485">
        <w:t>In general, customer driven (connections) capex and capital contributions are driven by:</w:t>
      </w:r>
    </w:p>
    <w:p w:rsidR="001C2485" w:rsidRDefault="001C2485" w:rsidP="00857BDD"/>
    <w:p w:rsidR="001C2485" w:rsidRDefault="001C2485" w:rsidP="001C2485">
      <w:pPr>
        <w:pStyle w:val="ListParagraph"/>
        <w:numPr>
          <w:ilvl w:val="0"/>
          <w:numId w:val="24"/>
        </w:numPr>
      </w:pPr>
      <w:r>
        <w:t>Number of new connections/homes;</w:t>
      </w:r>
    </w:p>
    <w:p w:rsidR="001C2485" w:rsidRDefault="001C2485" w:rsidP="001C2485">
      <w:pPr>
        <w:pStyle w:val="ListParagraph"/>
        <w:numPr>
          <w:ilvl w:val="0"/>
          <w:numId w:val="24"/>
        </w:numPr>
      </w:pPr>
      <w:r>
        <w:t>New Load from Industrial/Commercial Development; and</w:t>
      </w:r>
    </w:p>
    <w:p w:rsidR="008C462A" w:rsidRDefault="001C2485" w:rsidP="008C462A">
      <w:pPr>
        <w:pStyle w:val="ListParagraph"/>
        <w:numPr>
          <w:ilvl w:val="0"/>
          <w:numId w:val="24"/>
        </w:numPr>
      </w:pPr>
      <w:r>
        <w:t xml:space="preserve">Asset Relocations from new and widened roads, rail infrastructure, and developers wanting to relocate </w:t>
      </w:r>
      <w:r w:rsidR="008C462A">
        <w:t>o</w:t>
      </w:r>
      <w:r>
        <w:t xml:space="preserve">verhead </w:t>
      </w:r>
      <w:r w:rsidR="008C462A">
        <w:t>l</w:t>
      </w:r>
      <w:r>
        <w:t>ines</w:t>
      </w:r>
      <w:r w:rsidR="008C462A">
        <w:t xml:space="preserve"> to improve land-release lot yields</w:t>
      </w:r>
      <w:r>
        <w:t xml:space="preserve">.  </w:t>
      </w:r>
    </w:p>
    <w:p w:rsidR="008C462A" w:rsidRDefault="008C462A" w:rsidP="00795714">
      <w:pPr>
        <w:pStyle w:val="ListParagraph"/>
      </w:pPr>
    </w:p>
    <w:p w:rsidR="008C462A" w:rsidRDefault="008C462A" w:rsidP="008C462A">
      <w:r>
        <w:t>The impact of the first driver is able to be reliably predicted using available industry data. However, the impact of the latter two drivers is unable to be reliabl</w:t>
      </w:r>
      <w:r w:rsidR="003D19C5">
        <w:t>y</w:t>
      </w:r>
      <w:r>
        <w:t xml:space="preserve"> forecast except where known developments are in the pipeline. As such Endeavour Energy’s approach to developing customer-driven capex forecasts using the “Base-Step-Trend” for new connections (dwellings) driven forecasts, but uses known or expected developments for the remaining two drivers.</w:t>
      </w:r>
    </w:p>
    <w:p w:rsidR="008C462A" w:rsidRDefault="008C462A" w:rsidP="008C462A"/>
    <w:p w:rsidR="008C462A" w:rsidRDefault="008C462A" w:rsidP="00795714">
      <w:r>
        <w:t>This is appropriate given the base level of new connection activity that Endeavour Energy will continue to experience in the forthcoming regulatory control period, the ubiquitous nature of customer connection works for broad-acre Greenfield developments, and the established relationships between activity levels and actual capex costs.</w:t>
      </w:r>
    </w:p>
    <w:p w:rsidR="001C2485" w:rsidRDefault="001C2485" w:rsidP="00857BDD"/>
    <w:p w:rsidR="00857BDD" w:rsidRDefault="001C2485" w:rsidP="00857BDD">
      <w:r>
        <w:t xml:space="preserve">Given this, Endeavour Energy has </w:t>
      </w:r>
      <w:r w:rsidR="00857BDD">
        <w:t>develop</w:t>
      </w:r>
      <w:r>
        <w:t>ed</w:t>
      </w:r>
      <w:r w:rsidR="00857BDD">
        <w:t xml:space="preserve"> the FY2020-FY2024 forecast for customer connection driven capex, </w:t>
      </w:r>
      <w:r>
        <w:t xml:space="preserve">based on the </w:t>
      </w:r>
      <w:r w:rsidR="00857BDD">
        <w:t xml:space="preserve">following: </w:t>
      </w:r>
    </w:p>
    <w:p w:rsidR="00857BDD" w:rsidRDefault="00857BDD" w:rsidP="00857BDD"/>
    <w:p w:rsidR="00857BDD" w:rsidRDefault="00857BDD" w:rsidP="00857BDD">
      <w:pPr>
        <w:pStyle w:val="ListParagraph"/>
        <w:numPr>
          <w:ilvl w:val="0"/>
          <w:numId w:val="24"/>
        </w:numPr>
      </w:pPr>
      <w:r>
        <w:t>The base level of capex is that forecast to be required by end of FY2018, correlated to the forecast number of customers connections expected in that year;</w:t>
      </w:r>
    </w:p>
    <w:p w:rsidR="00857BDD" w:rsidRDefault="00857BDD" w:rsidP="00857BDD">
      <w:pPr>
        <w:ind w:firstLine="60"/>
      </w:pPr>
    </w:p>
    <w:p w:rsidR="00857BDD" w:rsidRDefault="00857BDD" w:rsidP="00857BDD">
      <w:pPr>
        <w:pStyle w:val="ListParagraph"/>
        <w:numPr>
          <w:ilvl w:val="0"/>
          <w:numId w:val="24"/>
        </w:numPr>
      </w:pPr>
      <w:r>
        <w:t>The step change factored into the forecasts is that arising from the change in customer connections contributions policy</w:t>
      </w:r>
      <w:r w:rsidR="003C5557">
        <w:t xml:space="preserve"> interpretation</w:t>
      </w:r>
      <w:r>
        <w:t xml:space="preserve"> implemented in August 2017 using the outcomes of a detailed analysis undertaken; and</w:t>
      </w:r>
    </w:p>
    <w:p w:rsidR="00857BDD" w:rsidRDefault="00857BDD" w:rsidP="00857BDD"/>
    <w:p w:rsidR="00857BDD" w:rsidRDefault="00857BDD" w:rsidP="00857BDD">
      <w:pPr>
        <w:pStyle w:val="ListParagraph"/>
        <w:numPr>
          <w:ilvl w:val="0"/>
          <w:numId w:val="24"/>
        </w:numPr>
      </w:pPr>
      <w:r>
        <w:t xml:space="preserve">The trend data used is the forecast numbers of new residential customer connections </w:t>
      </w:r>
      <w:r w:rsidR="0057235E">
        <w:t>is developed within Endeavour Energy based on economic activity data obtained from the National Institute of Economic and Industry Research (NIEIR)</w:t>
      </w:r>
      <w:r w:rsidR="00AF2005">
        <w:t>.</w:t>
      </w:r>
      <w:r>
        <w:t xml:space="preserve"> These </w:t>
      </w:r>
      <w:r w:rsidR="00AD1D37">
        <w:t>forecasts</w:t>
      </w:r>
      <w:r>
        <w:t xml:space="preserve"> </w:t>
      </w:r>
      <w:r w:rsidR="000D49D9">
        <w:t xml:space="preserve">are </w:t>
      </w:r>
      <w:r w:rsidR="0057235E">
        <w:t xml:space="preserve">then correlated and aligned </w:t>
      </w:r>
      <w:r w:rsidR="000D49D9">
        <w:t xml:space="preserve">with </w:t>
      </w:r>
      <w:r w:rsidR="0057235E">
        <w:t xml:space="preserve">other </w:t>
      </w:r>
      <w:r w:rsidR="000D49D9">
        <w:t>external</w:t>
      </w:r>
      <w:r>
        <w:t xml:space="preserve"> data sources such as Housing Industry Association and NSW </w:t>
      </w:r>
      <w:r w:rsidR="00763742">
        <w:t xml:space="preserve">Department of </w:t>
      </w:r>
      <w:r w:rsidR="00AD1D37">
        <w:t>Planning data</w:t>
      </w:r>
      <w:r w:rsidR="00763742">
        <w:t>.</w:t>
      </w:r>
      <w:r>
        <w:t xml:space="preserve">  </w:t>
      </w:r>
    </w:p>
    <w:p w:rsidR="00857BDD" w:rsidRDefault="00857BDD" w:rsidP="00857BDD"/>
    <w:p w:rsidR="00113B63" w:rsidRDefault="00113B63" w:rsidP="00857BDD">
      <w:r>
        <w:t>It should be noted, however, that some customer-funded capital works are for major customers rather than residential developments. In such cases a single “customer” may make a significant capital contribution for a connection asset, as is the recent case of a new data centre established in western Sydney.  Such developments and their associated capital contributions can skew the trend data unless pre-model adjustments are made.</w:t>
      </w:r>
    </w:p>
    <w:p w:rsidR="00113B63" w:rsidRDefault="00113B63" w:rsidP="00857BDD"/>
    <w:p w:rsidR="00113B63" w:rsidRDefault="00113B63" w:rsidP="00857BDD">
      <w:r>
        <w:t xml:space="preserve">Endeavour Energy has estimated that approximately 50% of the value of capital contributions is driven by major customer connection works as opposed to Greenfield residential developments, thereby funding discrete, dedicated major assets as opposed to the shared distribution network. A corresponding adjustment is made to the trended capital contribution data </w:t>
      </w:r>
      <w:r w:rsidR="00C47558">
        <w:t>in order to account for this.</w:t>
      </w:r>
    </w:p>
    <w:p w:rsidR="00C47558" w:rsidRDefault="00C47558" w:rsidP="00857BDD"/>
    <w:p w:rsidR="001C2485" w:rsidRPr="001C2485" w:rsidRDefault="00857BDD" w:rsidP="001C2485">
      <w:pPr>
        <w:pStyle w:val="Heading2"/>
      </w:pPr>
      <w:r>
        <w:t xml:space="preserve"> </w:t>
      </w:r>
      <w:bookmarkStart w:id="8" w:name="_Toc509562113"/>
      <w:r w:rsidR="001C2485" w:rsidRPr="001C2485">
        <w:t>Assumptions</w:t>
      </w:r>
      <w:r w:rsidR="001C2485">
        <w:rPr>
          <w:lang w:val="fr-FR"/>
        </w:rPr>
        <w:t xml:space="preserve"> and Data Sources</w:t>
      </w:r>
      <w:bookmarkEnd w:id="8"/>
    </w:p>
    <w:p w:rsidR="00DC6DD3" w:rsidRDefault="00DC6DD3" w:rsidP="00763742">
      <w:r>
        <w:t xml:space="preserve">As a general principle, Endeavour Energy relies on high-integrity external data sources in order to develop its forecast for customer numbers, and recent historical cost data and unit rates for the development of capex projections linked to </w:t>
      </w:r>
      <w:r w:rsidR="00DA59E0">
        <w:t>customer</w:t>
      </w:r>
      <w:r>
        <w:t xml:space="preserve"> numbers. </w:t>
      </w:r>
      <w:r w:rsidR="00DA59E0">
        <w:t xml:space="preserve">Further, as a general </w:t>
      </w:r>
      <w:r w:rsidR="0098495E">
        <w:t>principle</w:t>
      </w:r>
      <w:r w:rsidR="00DA59E0">
        <w:t>, we adopt median projections which are considered neither to be “bullish” nor pessimistic.</w:t>
      </w:r>
    </w:p>
    <w:p w:rsidR="00DC6DD3" w:rsidRDefault="00DC6DD3" w:rsidP="00763742"/>
    <w:p w:rsidR="00AD1D37" w:rsidRDefault="00763742" w:rsidP="00763742">
      <w:r>
        <w:t xml:space="preserve">Based on </w:t>
      </w:r>
      <w:r w:rsidR="00DA59E0">
        <w:t xml:space="preserve">available external </w:t>
      </w:r>
      <w:r>
        <w:t>data, new dwelling growth forecasts for the Endeavour Energy region are developed for the period FY20 to FY24, with Gross Regional Product</w:t>
      </w:r>
      <w:r w:rsidR="00AD1D37">
        <w:t xml:space="preserve"> (GRP)</w:t>
      </w:r>
      <w:r>
        <w:t xml:space="preserve"> data </w:t>
      </w:r>
      <w:r w:rsidR="00AD1D37">
        <w:t xml:space="preserve">primarily </w:t>
      </w:r>
      <w:r>
        <w:t xml:space="preserve">used to forecast commercial and industrial customer growth. </w:t>
      </w:r>
    </w:p>
    <w:p w:rsidR="00AD1D37" w:rsidRDefault="00AD1D37" w:rsidP="00763742"/>
    <w:p w:rsidR="000D49D9" w:rsidRDefault="00763742" w:rsidP="00763742">
      <w:r>
        <w:t xml:space="preserve">The macroeconomic forecasts </w:t>
      </w:r>
      <w:r w:rsidR="00AD1D37">
        <w:t xml:space="preserve">for Household Growth and (GRP) </w:t>
      </w:r>
      <w:r>
        <w:t>underpinning these assessments is provided by NIEIR</w:t>
      </w:r>
      <w:r w:rsidR="00AD1D37">
        <w:t xml:space="preserve">, as shown in </w:t>
      </w:r>
      <w:r w:rsidR="00AD1D37">
        <w:fldChar w:fldCharType="begin"/>
      </w:r>
      <w:r w:rsidR="00AD1D37">
        <w:instrText xml:space="preserve"> REF _Ref509318177 \h </w:instrText>
      </w:r>
      <w:r w:rsidR="00AD1D37">
        <w:fldChar w:fldCharType="separate"/>
      </w:r>
      <w:r w:rsidR="00C30933">
        <w:t xml:space="preserve">Figure </w:t>
      </w:r>
      <w:r w:rsidR="00C30933">
        <w:rPr>
          <w:noProof/>
        </w:rPr>
        <w:t>2</w:t>
      </w:r>
      <w:r w:rsidR="00AD1D37">
        <w:fldChar w:fldCharType="end"/>
      </w:r>
      <w:r w:rsidR="00AD1D37">
        <w:t xml:space="preserve"> and </w:t>
      </w:r>
      <w:r w:rsidR="00AD1D37">
        <w:fldChar w:fldCharType="begin"/>
      </w:r>
      <w:r w:rsidR="00AD1D37">
        <w:instrText xml:space="preserve"> REF _Ref509318185 \h </w:instrText>
      </w:r>
      <w:r w:rsidR="00AD1D37">
        <w:fldChar w:fldCharType="separate"/>
      </w:r>
      <w:r w:rsidR="00C30933">
        <w:t xml:space="preserve">Figure </w:t>
      </w:r>
      <w:r w:rsidR="00C30933">
        <w:rPr>
          <w:noProof/>
        </w:rPr>
        <w:t>3</w:t>
      </w:r>
      <w:r w:rsidR="00AD1D37">
        <w:fldChar w:fldCharType="end"/>
      </w:r>
      <w:r w:rsidR="00AD1D37">
        <w:t xml:space="preserve"> below.</w:t>
      </w:r>
      <w:r w:rsidR="00AF2005">
        <w:t xml:space="preserve"> NIEIR has provided Endeavour Energy with high, medium and low scenario forecasts</w:t>
      </w:r>
      <w:r w:rsidR="000D49D9">
        <w:t>, and</w:t>
      </w:r>
      <w:r w:rsidR="00AF2005">
        <w:t xml:space="preserve"> </w:t>
      </w:r>
      <w:r w:rsidR="000D49D9">
        <w:t xml:space="preserve">we have selected </w:t>
      </w:r>
      <w:r w:rsidR="00AF2005">
        <w:t>the medium scenario</w:t>
      </w:r>
      <w:r w:rsidR="000D49D9">
        <w:t>s</w:t>
      </w:r>
      <w:r w:rsidR="00AF2005">
        <w:t xml:space="preserve"> as the basis of projecting capex requirements</w:t>
      </w:r>
      <w:r w:rsidR="000D49D9">
        <w:t xml:space="preserve"> for new customer connections</w:t>
      </w:r>
      <w:r w:rsidR="00AF2005">
        <w:t xml:space="preserve">. </w:t>
      </w:r>
    </w:p>
    <w:p w:rsidR="00AD1D37" w:rsidRDefault="00AD1D37" w:rsidP="00763742"/>
    <w:p w:rsidR="00AD1D37" w:rsidRDefault="00AD1D37" w:rsidP="00AD1D37">
      <w:pPr>
        <w:pStyle w:val="Caption"/>
        <w:keepNext/>
      </w:pPr>
      <w:bookmarkStart w:id="9" w:name="_Ref509318177"/>
      <w:r>
        <w:t xml:space="preserve">Figure </w:t>
      </w:r>
      <w:fldSimple w:instr=" SEQ Figure \* ARABIC ">
        <w:r w:rsidR="00C30933">
          <w:rPr>
            <w:noProof/>
          </w:rPr>
          <w:t>2</w:t>
        </w:r>
      </w:fldSimple>
      <w:bookmarkEnd w:id="9"/>
    </w:p>
    <w:p w:rsidR="00AD1D37" w:rsidRDefault="00AD1D37" w:rsidP="00AD1D37">
      <w:pPr>
        <w:jc w:val="center"/>
      </w:pPr>
      <w:r>
        <w:rPr>
          <w:noProof/>
        </w:rPr>
        <w:drawing>
          <wp:inline distT="0" distB="0" distL="0" distR="0" wp14:anchorId="6FDCC051" wp14:editId="02CAD15A">
            <wp:extent cx="5100452" cy="2728664"/>
            <wp:effectExtent l="0" t="0" r="5080" b="0"/>
            <wp:docPr id="10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15521" cy="2736726"/>
                    </a:xfrm>
                    <a:prstGeom prst="rect">
                      <a:avLst/>
                    </a:prstGeom>
                    <a:noFill/>
                    <a:ln>
                      <a:noFill/>
                    </a:ln>
                    <a:effectLst/>
                    <a:extLst/>
                  </pic:spPr>
                </pic:pic>
              </a:graphicData>
            </a:graphic>
          </wp:inline>
        </w:drawing>
      </w:r>
    </w:p>
    <w:p w:rsidR="00AD1D37" w:rsidRDefault="00AD1D37" w:rsidP="00763742"/>
    <w:p w:rsidR="00AD1D37" w:rsidRDefault="00AD1D37" w:rsidP="00763742"/>
    <w:p w:rsidR="00AD1D37" w:rsidRDefault="00AD1D37" w:rsidP="00AD1D37">
      <w:pPr>
        <w:pStyle w:val="Caption"/>
        <w:keepNext/>
      </w:pPr>
      <w:bookmarkStart w:id="10" w:name="_Ref509318185"/>
      <w:r>
        <w:t xml:space="preserve">Figure </w:t>
      </w:r>
      <w:fldSimple w:instr=" SEQ Figure \* ARABIC ">
        <w:r w:rsidR="00C30933">
          <w:rPr>
            <w:noProof/>
          </w:rPr>
          <w:t>3</w:t>
        </w:r>
      </w:fldSimple>
      <w:bookmarkEnd w:id="10"/>
    </w:p>
    <w:p w:rsidR="00AD1D37" w:rsidRDefault="00AD1D37" w:rsidP="00AD1D37">
      <w:pPr>
        <w:jc w:val="center"/>
      </w:pPr>
      <w:r w:rsidRPr="00AD1D37">
        <w:rPr>
          <w:noProof/>
        </w:rPr>
        <w:drawing>
          <wp:inline distT="0" distB="0" distL="0" distR="0" wp14:anchorId="39CE08CB" wp14:editId="303415D6">
            <wp:extent cx="5025703" cy="2688674"/>
            <wp:effectExtent l="0" t="0" r="3810" b="0"/>
            <wp:docPr id="10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36526" cy="2694464"/>
                    </a:xfrm>
                    <a:prstGeom prst="rect">
                      <a:avLst/>
                    </a:prstGeom>
                    <a:noFill/>
                    <a:ln>
                      <a:noFill/>
                    </a:ln>
                    <a:effectLst/>
                    <a:extLst/>
                  </pic:spPr>
                </pic:pic>
              </a:graphicData>
            </a:graphic>
          </wp:inline>
        </w:drawing>
      </w:r>
    </w:p>
    <w:p w:rsidR="000D49D9" w:rsidRDefault="000D49D9" w:rsidP="000D49D9"/>
    <w:p w:rsidR="000D49D9" w:rsidRDefault="000D49D9" w:rsidP="000D49D9">
      <w:r>
        <w:t xml:space="preserve">The medium forecast scenario that we have used has been benchmarked against independent data sources such as HIA and Department of Planning as noted previously, and as shown in </w:t>
      </w:r>
      <w:r>
        <w:fldChar w:fldCharType="begin"/>
      </w:r>
      <w:r>
        <w:instrText xml:space="preserve"> REF _Ref509554441 \h </w:instrText>
      </w:r>
      <w:r>
        <w:fldChar w:fldCharType="separate"/>
      </w:r>
      <w:r w:rsidR="00C30933">
        <w:t xml:space="preserve">Figure </w:t>
      </w:r>
      <w:r w:rsidR="00C30933">
        <w:rPr>
          <w:noProof/>
        </w:rPr>
        <w:t>4</w:t>
      </w:r>
      <w:r>
        <w:fldChar w:fldCharType="end"/>
      </w:r>
      <w:r>
        <w:t xml:space="preserve"> below. </w:t>
      </w:r>
    </w:p>
    <w:p w:rsidR="000D49D9" w:rsidRDefault="000D49D9" w:rsidP="000D49D9">
      <w:r>
        <w:t xml:space="preserve">The results show that the medium case forecast is validated by these independent sources, and </w:t>
      </w:r>
      <w:r w:rsidR="0057235E">
        <w:t xml:space="preserve">that this </w:t>
      </w:r>
      <w:r>
        <w:t xml:space="preserve">provides a reasonable basis on which our capex projections can be determined. </w:t>
      </w:r>
      <w:r w:rsidR="0057235E">
        <w:t>It should be noted in particular that our forecasts fall below the current NSW Department of Planning projections towards the end of the forthcoming regulatory control period.</w:t>
      </w:r>
    </w:p>
    <w:p w:rsidR="001B3CE6" w:rsidRDefault="001B3CE6" w:rsidP="00AD1D37"/>
    <w:p w:rsidR="001B3CE6" w:rsidRDefault="001B3CE6" w:rsidP="00795714">
      <w:pPr>
        <w:pStyle w:val="Caption"/>
        <w:keepNext/>
        <w:spacing w:after="120"/>
      </w:pPr>
      <w:bookmarkStart w:id="11" w:name="_Ref509554441"/>
      <w:r>
        <w:t xml:space="preserve">Figure </w:t>
      </w:r>
      <w:fldSimple w:instr=" SEQ Figure \* ARABIC ">
        <w:r w:rsidR="00C30933">
          <w:rPr>
            <w:noProof/>
          </w:rPr>
          <w:t>4</w:t>
        </w:r>
      </w:fldSimple>
      <w:bookmarkEnd w:id="11"/>
      <w:r>
        <w:t xml:space="preserve"> Customer Number Forecasts</w:t>
      </w:r>
      <w:r w:rsidR="0057235E">
        <w:t xml:space="preserve"> (000’s) </w:t>
      </w:r>
    </w:p>
    <w:p w:rsidR="001B3CE6" w:rsidRDefault="001B3CE6" w:rsidP="001B3CE6">
      <w:pPr>
        <w:jc w:val="center"/>
      </w:pPr>
      <w:r w:rsidRPr="001B3CE6">
        <w:rPr>
          <w:noProof/>
        </w:rPr>
        <w:drawing>
          <wp:inline distT="0" distB="0" distL="0" distR="0" wp14:anchorId="59368529" wp14:editId="1B9F6E9B">
            <wp:extent cx="4114800" cy="3905250"/>
            <wp:effectExtent l="0" t="0" r="1905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7235E" w:rsidRDefault="0057235E" w:rsidP="001B3CE6">
      <w:pPr>
        <w:jc w:val="center"/>
      </w:pPr>
    </w:p>
    <w:p w:rsidR="0057235E" w:rsidRDefault="0057235E" w:rsidP="00795714">
      <w:r>
        <w:t xml:space="preserve">As can be seen from the figure above, we expect to see a significant increase in customer connection numbers, over the forthcoming regulatory control period. This is summarised in </w:t>
      </w:r>
      <w:r>
        <w:fldChar w:fldCharType="begin"/>
      </w:r>
      <w:r>
        <w:instrText xml:space="preserve"> REF _Ref509556819 \h </w:instrText>
      </w:r>
      <w:r>
        <w:fldChar w:fldCharType="separate"/>
      </w:r>
      <w:r w:rsidR="00C30933">
        <w:t xml:space="preserve">Figure </w:t>
      </w:r>
      <w:r w:rsidR="00C30933">
        <w:rPr>
          <w:noProof/>
        </w:rPr>
        <w:t>5</w:t>
      </w:r>
      <w:r>
        <w:fldChar w:fldCharType="end"/>
      </w:r>
      <w:r>
        <w:t xml:space="preserve"> below.</w:t>
      </w:r>
    </w:p>
    <w:p w:rsidR="00307653" w:rsidRDefault="00307653" w:rsidP="00795714"/>
    <w:p w:rsidR="001B3CE6" w:rsidRDefault="001B3CE6" w:rsidP="00AD1D37"/>
    <w:p w:rsidR="001B3CE6" w:rsidRDefault="001B3CE6" w:rsidP="001B3CE6">
      <w:pPr>
        <w:pStyle w:val="Caption"/>
        <w:keepNext/>
      </w:pPr>
      <w:bookmarkStart w:id="12" w:name="_Ref509556819"/>
      <w:r>
        <w:t xml:space="preserve">Figure </w:t>
      </w:r>
      <w:fldSimple w:instr=" SEQ Figure \* ARABIC ">
        <w:r w:rsidR="00C30933">
          <w:rPr>
            <w:noProof/>
          </w:rPr>
          <w:t>5</w:t>
        </w:r>
      </w:fldSimple>
      <w:bookmarkEnd w:id="12"/>
      <w:r>
        <w:t>. 2020 – 2024 Regulatory Control Period Customer Connection Forecast</w:t>
      </w:r>
    </w:p>
    <w:p w:rsidR="001B3CE6" w:rsidRDefault="001B3CE6" w:rsidP="00AD1D37"/>
    <w:p w:rsidR="001B3CE6" w:rsidRDefault="001B3CE6" w:rsidP="001B3CE6">
      <w:pPr>
        <w:jc w:val="center"/>
      </w:pPr>
      <w:r w:rsidRPr="001B3CE6">
        <w:rPr>
          <w:noProof/>
        </w:rPr>
        <w:drawing>
          <wp:inline distT="0" distB="0" distL="0" distR="0" wp14:anchorId="4E62FBB0" wp14:editId="465E5E70">
            <wp:extent cx="4114800" cy="390525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07B80" w:rsidRDefault="00507B80" w:rsidP="00AD1D37"/>
    <w:p w:rsidR="00111F01" w:rsidRDefault="00507B80" w:rsidP="00AD1D37">
      <w:r>
        <w:t>Further, b</w:t>
      </w:r>
      <w:r w:rsidR="00AD1D37">
        <w:t xml:space="preserve">ased on </w:t>
      </w:r>
      <w:r w:rsidR="000D49D9">
        <w:t xml:space="preserve">an analysis of </w:t>
      </w:r>
      <w:r w:rsidR="00AD1D37">
        <w:t xml:space="preserve">historical </w:t>
      </w:r>
      <w:r w:rsidR="00AD07D8">
        <w:t xml:space="preserve">data </w:t>
      </w:r>
      <w:r w:rsidR="00AD1D37">
        <w:t xml:space="preserve">we have </w:t>
      </w:r>
      <w:r w:rsidR="000D49D9">
        <w:t xml:space="preserve">determined </w:t>
      </w:r>
      <w:r w:rsidR="00AD1D37">
        <w:t>that</w:t>
      </w:r>
      <w:r w:rsidR="00795714">
        <w:t xml:space="preserve"> approximately</w:t>
      </w:r>
      <w:r w:rsidR="00AD1D37">
        <w:t xml:space="preserve"> 50% of capital contributions </w:t>
      </w:r>
      <w:r w:rsidR="00DC6DD3">
        <w:t>are</w:t>
      </w:r>
      <w:r w:rsidR="00AD1D37">
        <w:t xml:space="preserve"> direct</w:t>
      </w:r>
      <w:r w:rsidR="00DC6DD3">
        <w:t xml:space="preserve">ly </w:t>
      </w:r>
      <w:r w:rsidR="00AD1D37">
        <w:t>relat</w:t>
      </w:r>
      <w:r w:rsidR="00DC6DD3">
        <w:t>ed</w:t>
      </w:r>
      <w:r w:rsidR="00AD1D37">
        <w:t xml:space="preserve"> </w:t>
      </w:r>
      <w:r w:rsidR="000D49D9">
        <w:t>to</w:t>
      </w:r>
      <w:r w:rsidR="00AD1D37">
        <w:t xml:space="preserve"> </w:t>
      </w:r>
      <w:r w:rsidR="00F042DD">
        <w:t xml:space="preserve">new </w:t>
      </w:r>
      <w:r w:rsidR="00AD1D37">
        <w:t xml:space="preserve">customer </w:t>
      </w:r>
      <w:r w:rsidR="00F042DD">
        <w:t>connection</w:t>
      </w:r>
      <w:r w:rsidR="000D49D9">
        <w:t xml:space="preserve"> numbers</w:t>
      </w:r>
      <w:r w:rsidR="00AD1D37">
        <w:t xml:space="preserve">. </w:t>
      </w:r>
      <w:r w:rsidR="00F042DD">
        <w:t>This accounts for the fact that not all new connections will require new shared-services infrastructure, and to cater for commercial and industrial customer developments enmeshed with</w:t>
      </w:r>
      <w:r w:rsidR="00B84B8B">
        <w:t>in</w:t>
      </w:r>
      <w:r w:rsidR="00F042DD">
        <w:t xml:space="preserve"> residential developments.</w:t>
      </w:r>
      <w:r w:rsidR="00111F01">
        <w:t xml:space="preserve"> </w:t>
      </w:r>
      <w:r w:rsidR="00B84B8B">
        <w:t>A</w:t>
      </w:r>
      <w:r w:rsidR="003F4E7B">
        <w:t xml:space="preserve">sset relocations and industrial/commercial gifted assets have no direct relationship with overall customer numbers, as one large High Voltage Customer could gift as substantial proportion of the total contributed asset value, but remains only one customer. </w:t>
      </w:r>
    </w:p>
    <w:p w:rsidR="00111F01" w:rsidRDefault="00111F01" w:rsidP="00AD1D37"/>
    <w:p w:rsidR="001C2485" w:rsidRDefault="001C2485" w:rsidP="001C2485">
      <w:pPr>
        <w:pStyle w:val="Heading2"/>
      </w:pPr>
      <w:bookmarkStart w:id="13" w:name="_Toc509562114"/>
      <w:r w:rsidRPr="001C2485">
        <w:t>Methodology</w:t>
      </w:r>
      <w:bookmarkEnd w:id="13"/>
    </w:p>
    <w:p w:rsidR="00507B80" w:rsidRDefault="00507B80" w:rsidP="00795714">
      <w:r>
        <w:t>Based on the above assumptions, and the “base-step-trend” approach, the following methodology has been used to develop or customer connection capex forecasts:</w:t>
      </w:r>
    </w:p>
    <w:p w:rsidR="00507B80" w:rsidRPr="00507B80" w:rsidRDefault="00507B80" w:rsidP="00795714"/>
    <w:p w:rsidR="00D11EB4" w:rsidRDefault="00D11EB4" w:rsidP="00D11EB4">
      <w:pPr>
        <w:pStyle w:val="ListParagraph"/>
        <w:numPr>
          <w:ilvl w:val="0"/>
          <w:numId w:val="25"/>
        </w:numPr>
        <w:spacing w:after="200" w:line="276" w:lineRule="auto"/>
      </w:pPr>
      <w:r>
        <w:t xml:space="preserve">Revised estimates of </w:t>
      </w:r>
      <w:r w:rsidR="00507B80">
        <w:t xml:space="preserve">the </w:t>
      </w:r>
      <w:r>
        <w:t xml:space="preserve">base-level of Endeavour Energy funding </w:t>
      </w:r>
      <w:r w:rsidR="00507B80">
        <w:t>(</w:t>
      </w:r>
      <w:r>
        <w:t>reflect</w:t>
      </w:r>
      <w:r w:rsidR="00507B80">
        <w:t>ing</w:t>
      </w:r>
      <w:r>
        <w:t xml:space="preserve"> the revised funding model</w:t>
      </w:r>
      <w:r w:rsidR="00507B80">
        <w:t xml:space="preserve"> currently being used)</w:t>
      </w:r>
      <w:r>
        <w:t xml:space="preserve"> have been developed based on analysis of historical contributions data. This has been used to determine an expected forward-looking base contribution estimate.</w:t>
      </w:r>
    </w:p>
    <w:p w:rsidR="00F61131" w:rsidRDefault="00F61131" w:rsidP="00F61131">
      <w:pPr>
        <w:pStyle w:val="ListParagraph"/>
        <w:numPr>
          <w:ilvl w:val="0"/>
          <w:numId w:val="25"/>
        </w:numPr>
        <w:spacing w:after="200" w:line="276" w:lineRule="auto"/>
      </w:pPr>
      <w:r>
        <w:t xml:space="preserve">We have chosen the median forecast customer numbers as derived from the independent sources as noted above. These are used as the basis for pro-rating the proportion of </w:t>
      </w:r>
      <w:r w:rsidR="000130B4">
        <w:t xml:space="preserve">the residential subdivision </w:t>
      </w:r>
      <w:r>
        <w:t xml:space="preserve">component of the </w:t>
      </w:r>
      <w:r w:rsidR="000130B4">
        <w:t>connections capex forecast</w:t>
      </w:r>
      <w:r>
        <w:t xml:space="preserve"> for which Endeavour Energy contributes.</w:t>
      </w:r>
    </w:p>
    <w:p w:rsidR="00F61131" w:rsidRDefault="00F61131" w:rsidP="00F61131">
      <w:pPr>
        <w:pStyle w:val="ListParagraph"/>
        <w:numPr>
          <w:ilvl w:val="0"/>
          <w:numId w:val="25"/>
        </w:numPr>
        <w:spacing w:after="200" w:line="276" w:lineRule="auto"/>
      </w:pPr>
      <w:r>
        <w:t xml:space="preserve">Estimates of </w:t>
      </w:r>
      <w:r w:rsidR="00D11EB4">
        <w:t xml:space="preserve">the </w:t>
      </w:r>
      <w:r>
        <w:t>forward funding contribution by Endeav</w:t>
      </w:r>
      <w:r w:rsidR="00D11EB4">
        <w:t>our Energy for the shared</w:t>
      </w:r>
      <w:r>
        <w:t xml:space="preserve"> components  are </w:t>
      </w:r>
      <w:r w:rsidR="00D11EB4">
        <w:t xml:space="preserve">determined by applying the </w:t>
      </w:r>
      <w:r>
        <w:t>trend in the forecast customers numbers to 50% of the total connections capex estimates</w:t>
      </w:r>
      <w:r w:rsidR="000130B4">
        <w:t xml:space="preserve"> </w:t>
      </w:r>
      <w:r>
        <w:t>(as noted above)</w:t>
      </w:r>
      <w:r w:rsidR="00D11EB4">
        <w:t xml:space="preserve">, the base level of which having being derived in accordance with the current funding </w:t>
      </w:r>
      <w:r>
        <w:t xml:space="preserve">model </w:t>
      </w:r>
      <w:r w:rsidR="00D11EB4">
        <w:t>applied to historical investment activity levels</w:t>
      </w:r>
      <w:r>
        <w:t>.</w:t>
      </w:r>
      <w:r w:rsidR="00D11EB4">
        <w:t xml:space="preserve"> This calculation adjusts the historical level of capital contributions to that which now includes the additional component now shifted to being funded by Endeavour Energy. </w:t>
      </w:r>
    </w:p>
    <w:p w:rsidR="000130B4" w:rsidRDefault="00F61131" w:rsidP="00F61131">
      <w:pPr>
        <w:pStyle w:val="ListParagraph"/>
        <w:numPr>
          <w:ilvl w:val="0"/>
          <w:numId w:val="25"/>
        </w:numPr>
        <w:spacing w:after="200" w:line="276" w:lineRule="auto"/>
      </w:pPr>
      <w:r>
        <w:t xml:space="preserve">Forecasts for other capex (commercial, industrial, relocations, duct provisions in new civil infrastructure) </w:t>
      </w:r>
      <w:r w:rsidR="00507B80">
        <w:t xml:space="preserve">are </w:t>
      </w:r>
      <w:r>
        <w:t>based on the current base level, carried forward through the 2020- 2024 RCP</w:t>
      </w:r>
      <w:r w:rsidR="00D11EB4">
        <w:t>.</w:t>
      </w:r>
      <w:r>
        <w:t xml:space="preserve"> </w:t>
      </w:r>
    </w:p>
    <w:p w:rsidR="00306B95" w:rsidRPr="0001310F" w:rsidRDefault="000130B4" w:rsidP="000130B4">
      <w:pPr>
        <w:pStyle w:val="Heading1"/>
      </w:pPr>
      <w:bookmarkStart w:id="14" w:name="_Toc509562115"/>
      <w:r>
        <w:t>FORECAST</w:t>
      </w:r>
      <w:bookmarkEnd w:id="14"/>
      <w:r>
        <w:t xml:space="preserve"> </w:t>
      </w:r>
    </w:p>
    <w:p w:rsidR="008E4DBE" w:rsidRDefault="0098495E" w:rsidP="00B84B8B">
      <w:pPr>
        <w:pStyle w:val="Heading2"/>
      </w:pPr>
      <w:bookmarkStart w:id="15" w:name="_Toc509562116"/>
      <w:r>
        <w:t>Expenditure and Contributions</w:t>
      </w:r>
      <w:bookmarkEnd w:id="15"/>
      <w:r>
        <w:t xml:space="preserve"> </w:t>
      </w:r>
    </w:p>
    <w:p w:rsidR="000130B4" w:rsidRDefault="00DC6DD3" w:rsidP="00D11EB4">
      <w:pPr>
        <w:spacing w:after="200" w:line="276" w:lineRule="auto"/>
      </w:pPr>
      <w:r>
        <w:t xml:space="preserve">On the basis of the above </w:t>
      </w:r>
      <w:r w:rsidR="00DA59E0">
        <w:t>inputs, assumptions and methodology, the r</w:t>
      </w:r>
      <w:r w:rsidR="001B3CE6">
        <w:t>e</w:t>
      </w:r>
      <w:r w:rsidR="000130B4">
        <w:t>sults of forecast</w:t>
      </w:r>
      <w:r w:rsidR="00DA59E0">
        <w:t xml:space="preserve"> </w:t>
      </w:r>
      <w:r w:rsidR="008E4DBE">
        <w:t>customer</w:t>
      </w:r>
      <w:r w:rsidR="00DA59E0">
        <w:t xml:space="preserve"> connections </w:t>
      </w:r>
      <w:proofErr w:type="spellStart"/>
      <w:r w:rsidR="000130B4">
        <w:t>capex</w:t>
      </w:r>
      <w:proofErr w:type="spellEnd"/>
      <w:r w:rsidR="00DA59E0">
        <w:t xml:space="preserve"> by</w:t>
      </w:r>
      <w:r w:rsidR="000130B4">
        <w:t xml:space="preserve"> category</w:t>
      </w:r>
      <w:r w:rsidR="00DA59E0">
        <w:t xml:space="preserve"> is given in </w:t>
      </w:r>
      <w:r w:rsidR="00DA59E0">
        <w:fldChar w:fldCharType="begin"/>
      </w:r>
      <w:r w:rsidR="00DA59E0">
        <w:instrText xml:space="preserve"> REF _Ref509558941 \h </w:instrText>
      </w:r>
      <w:r w:rsidR="00DA59E0">
        <w:fldChar w:fldCharType="separate"/>
      </w:r>
      <w:r w:rsidR="00C30933">
        <w:t xml:space="preserve">Table </w:t>
      </w:r>
      <w:r w:rsidR="00C30933">
        <w:rPr>
          <w:noProof/>
        </w:rPr>
        <w:t>2</w:t>
      </w:r>
      <w:r w:rsidR="00DA59E0">
        <w:fldChar w:fldCharType="end"/>
      </w:r>
      <w:r w:rsidR="00DA59E0">
        <w:t xml:space="preserve"> below, with the quantities expressed in </w:t>
      </w:r>
      <w:r w:rsidR="00C36140">
        <w:t>real $</w:t>
      </w:r>
      <w:r w:rsidR="000130B4">
        <w:t>FY19</w:t>
      </w:r>
      <w:r w:rsidR="00DA59E0">
        <w:t>.</w:t>
      </w:r>
    </w:p>
    <w:p w:rsidR="00C36140" w:rsidRDefault="00C36140" w:rsidP="0098495E">
      <w:pPr>
        <w:pStyle w:val="Caption"/>
        <w:keepNext/>
        <w:spacing w:after="120"/>
      </w:pPr>
      <w:bookmarkStart w:id="16" w:name="_Ref509558941"/>
      <w:r>
        <w:t xml:space="preserve">Table </w:t>
      </w:r>
      <w:r w:rsidR="000D2A0B">
        <w:fldChar w:fldCharType="begin"/>
      </w:r>
      <w:r w:rsidR="000D2A0B">
        <w:instrText xml:space="preserve"> SEQ Table \* ARABIC </w:instrText>
      </w:r>
      <w:r w:rsidR="000D2A0B">
        <w:fldChar w:fldCharType="separate"/>
      </w:r>
      <w:r w:rsidR="00C30933">
        <w:rPr>
          <w:noProof/>
        </w:rPr>
        <w:t>2</w:t>
      </w:r>
      <w:r w:rsidR="000D2A0B">
        <w:rPr>
          <w:noProof/>
        </w:rPr>
        <w:fldChar w:fldCharType="end"/>
      </w:r>
      <w:bookmarkEnd w:id="16"/>
      <w:r>
        <w:t>. Forecast Customer Connection Capex</w:t>
      </w:r>
    </w:p>
    <w:tbl>
      <w:tblPr>
        <w:tblStyle w:val="Table-Colour"/>
        <w:tblW w:w="0" w:type="auto"/>
        <w:jc w:val="center"/>
        <w:tblLook w:val="04A0" w:firstRow="1" w:lastRow="0" w:firstColumn="1" w:lastColumn="0" w:noHBand="0" w:noVBand="1"/>
      </w:tblPr>
      <w:tblGrid>
        <w:gridCol w:w="2966"/>
        <w:gridCol w:w="1039"/>
        <w:gridCol w:w="1039"/>
        <w:gridCol w:w="1039"/>
        <w:gridCol w:w="1039"/>
        <w:gridCol w:w="1039"/>
      </w:tblGrid>
      <w:tr w:rsidR="001B3CE6" w:rsidTr="00DA59E0">
        <w:trPr>
          <w:cnfStyle w:val="100000000000" w:firstRow="1" w:lastRow="0" w:firstColumn="0" w:lastColumn="0" w:oddVBand="0" w:evenVBand="0" w:oddHBand="0" w:evenHBand="0" w:firstRowFirstColumn="0" w:firstRowLastColumn="0" w:lastRowFirstColumn="0" w:lastRowLastColumn="0"/>
          <w:trHeight w:hRule="exact" w:val="720"/>
          <w:jc w:val="center"/>
        </w:trPr>
        <w:tc>
          <w:tcPr>
            <w:tcW w:w="0" w:type="auto"/>
          </w:tcPr>
          <w:p w:rsidR="00DA59E0" w:rsidRDefault="001B3CE6" w:rsidP="00DA59E0">
            <w:pPr>
              <w:jc w:val="center"/>
              <w:rPr>
                <w:color w:val="FFFFFF" w:themeColor="background1"/>
              </w:rPr>
            </w:pPr>
            <w:r w:rsidRPr="001B3CE6">
              <w:rPr>
                <w:color w:val="FFFFFF" w:themeColor="background1"/>
              </w:rPr>
              <w:t>Capex</w:t>
            </w:r>
          </w:p>
          <w:p w:rsidR="001B3CE6" w:rsidRPr="001B3CE6" w:rsidRDefault="00DA59E0" w:rsidP="00DA59E0">
            <w:pPr>
              <w:jc w:val="center"/>
              <w:rPr>
                <w:color w:val="FFFFFF" w:themeColor="background1"/>
              </w:rPr>
            </w:pPr>
            <w:r w:rsidRPr="00B84B8B">
              <w:rPr>
                <w:color w:val="FFFFFF" w:themeColor="background1"/>
              </w:rPr>
              <w:t>($FY19, millions)</w:t>
            </w:r>
          </w:p>
        </w:tc>
        <w:tc>
          <w:tcPr>
            <w:tcW w:w="0" w:type="auto"/>
          </w:tcPr>
          <w:p w:rsidR="001B3CE6" w:rsidRPr="001B3CE6" w:rsidRDefault="001B3CE6" w:rsidP="001B3CE6">
            <w:pPr>
              <w:jc w:val="center"/>
              <w:rPr>
                <w:color w:val="FFFFFF" w:themeColor="background1"/>
              </w:rPr>
            </w:pPr>
            <w:r w:rsidRPr="001B3CE6">
              <w:rPr>
                <w:color w:val="FFFFFF" w:themeColor="background1"/>
              </w:rPr>
              <w:t>2019/20</w:t>
            </w:r>
          </w:p>
        </w:tc>
        <w:tc>
          <w:tcPr>
            <w:tcW w:w="0" w:type="auto"/>
          </w:tcPr>
          <w:p w:rsidR="001B3CE6" w:rsidRPr="001B3CE6" w:rsidRDefault="001B3CE6" w:rsidP="001B3CE6">
            <w:pPr>
              <w:jc w:val="center"/>
              <w:rPr>
                <w:color w:val="FFFFFF" w:themeColor="background1"/>
              </w:rPr>
            </w:pPr>
            <w:r w:rsidRPr="001B3CE6">
              <w:rPr>
                <w:color w:val="FFFFFF" w:themeColor="background1"/>
              </w:rPr>
              <w:t>2020/21</w:t>
            </w:r>
          </w:p>
        </w:tc>
        <w:tc>
          <w:tcPr>
            <w:tcW w:w="0" w:type="auto"/>
          </w:tcPr>
          <w:p w:rsidR="001B3CE6" w:rsidRPr="001B3CE6" w:rsidRDefault="001B3CE6" w:rsidP="001B3CE6">
            <w:pPr>
              <w:jc w:val="center"/>
              <w:rPr>
                <w:color w:val="FFFFFF" w:themeColor="background1"/>
              </w:rPr>
            </w:pPr>
            <w:r w:rsidRPr="001B3CE6">
              <w:rPr>
                <w:color w:val="FFFFFF" w:themeColor="background1"/>
              </w:rPr>
              <w:t>2021/22</w:t>
            </w:r>
          </w:p>
        </w:tc>
        <w:tc>
          <w:tcPr>
            <w:tcW w:w="0" w:type="auto"/>
          </w:tcPr>
          <w:p w:rsidR="001B3CE6" w:rsidRPr="001B3CE6" w:rsidRDefault="001B3CE6" w:rsidP="001B3CE6">
            <w:pPr>
              <w:jc w:val="center"/>
              <w:rPr>
                <w:color w:val="FFFFFF" w:themeColor="background1"/>
              </w:rPr>
            </w:pPr>
            <w:r w:rsidRPr="001B3CE6">
              <w:rPr>
                <w:color w:val="FFFFFF" w:themeColor="background1"/>
              </w:rPr>
              <w:t>2022/23</w:t>
            </w:r>
          </w:p>
        </w:tc>
        <w:tc>
          <w:tcPr>
            <w:tcW w:w="0" w:type="auto"/>
          </w:tcPr>
          <w:p w:rsidR="001B3CE6" w:rsidRPr="001B3CE6" w:rsidRDefault="001B3CE6" w:rsidP="001B3CE6">
            <w:pPr>
              <w:jc w:val="center"/>
              <w:rPr>
                <w:color w:val="FFFFFF" w:themeColor="background1"/>
              </w:rPr>
            </w:pPr>
            <w:r w:rsidRPr="001B3CE6">
              <w:rPr>
                <w:color w:val="FFFFFF" w:themeColor="background1"/>
              </w:rPr>
              <w:t>2023/24</w:t>
            </w:r>
          </w:p>
        </w:tc>
      </w:tr>
      <w:tr w:rsidR="00074BEA" w:rsidTr="00DD67D1">
        <w:trPr>
          <w:cnfStyle w:val="000000100000" w:firstRow="0" w:lastRow="0" w:firstColumn="0" w:lastColumn="0" w:oddVBand="0" w:evenVBand="0" w:oddHBand="1" w:evenHBand="0" w:firstRowFirstColumn="0" w:firstRowLastColumn="0" w:lastRowFirstColumn="0" w:lastRowLastColumn="0"/>
          <w:jc w:val="center"/>
        </w:trPr>
        <w:tc>
          <w:tcPr>
            <w:tcW w:w="0" w:type="auto"/>
          </w:tcPr>
          <w:p w:rsidR="00074BEA" w:rsidRPr="00CD1BD9" w:rsidRDefault="00074BEA" w:rsidP="00C36140">
            <w:r w:rsidRPr="00CD1BD9">
              <w:t>AR (Asset Relocation)</w:t>
            </w:r>
          </w:p>
        </w:tc>
        <w:tc>
          <w:tcPr>
            <w:tcW w:w="0" w:type="auto"/>
            <w:vAlign w:val="top"/>
          </w:tcPr>
          <w:p w:rsidR="00074BEA" w:rsidRPr="00CD1BD9" w:rsidRDefault="00074BEA" w:rsidP="00C36140">
            <w:pPr>
              <w:jc w:val="center"/>
            </w:pPr>
            <w:r w:rsidRPr="00053C15">
              <w:t xml:space="preserve"> 1.8 </w:t>
            </w:r>
          </w:p>
        </w:tc>
        <w:tc>
          <w:tcPr>
            <w:tcW w:w="0" w:type="auto"/>
            <w:vAlign w:val="top"/>
          </w:tcPr>
          <w:p w:rsidR="00074BEA" w:rsidRPr="00CD1BD9" w:rsidRDefault="00074BEA" w:rsidP="00C36140">
            <w:pPr>
              <w:jc w:val="center"/>
            </w:pPr>
            <w:r w:rsidRPr="00053C15">
              <w:t xml:space="preserve"> 1.8 </w:t>
            </w:r>
          </w:p>
        </w:tc>
        <w:tc>
          <w:tcPr>
            <w:tcW w:w="0" w:type="auto"/>
            <w:vAlign w:val="top"/>
          </w:tcPr>
          <w:p w:rsidR="00074BEA" w:rsidRPr="00CD1BD9" w:rsidRDefault="00074BEA" w:rsidP="00C36140">
            <w:pPr>
              <w:jc w:val="center"/>
            </w:pPr>
            <w:r w:rsidRPr="00053C15">
              <w:t xml:space="preserve"> 1.8 </w:t>
            </w:r>
          </w:p>
        </w:tc>
        <w:tc>
          <w:tcPr>
            <w:tcW w:w="0" w:type="auto"/>
            <w:vAlign w:val="top"/>
          </w:tcPr>
          <w:p w:rsidR="00074BEA" w:rsidRPr="00CD1BD9" w:rsidRDefault="00074BEA" w:rsidP="00C36140">
            <w:pPr>
              <w:jc w:val="center"/>
            </w:pPr>
            <w:r w:rsidRPr="00053C15">
              <w:t xml:space="preserve"> 1.8 </w:t>
            </w:r>
          </w:p>
        </w:tc>
        <w:tc>
          <w:tcPr>
            <w:tcW w:w="0" w:type="auto"/>
            <w:vAlign w:val="top"/>
          </w:tcPr>
          <w:p w:rsidR="00074BEA" w:rsidRPr="00CD1BD9" w:rsidRDefault="00074BEA" w:rsidP="00C36140">
            <w:pPr>
              <w:jc w:val="center"/>
            </w:pPr>
            <w:r w:rsidRPr="00053C15">
              <w:t xml:space="preserve"> 1.8 </w:t>
            </w:r>
          </w:p>
        </w:tc>
      </w:tr>
      <w:tr w:rsidR="00074BEA" w:rsidTr="00DD67D1">
        <w:trPr>
          <w:cnfStyle w:val="000000010000" w:firstRow="0" w:lastRow="0" w:firstColumn="0" w:lastColumn="0" w:oddVBand="0" w:evenVBand="0" w:oddHBand="0" w:evenHBand="1" w:firstRowFirstColumn="0" w:firstRowLastColumn="0" w:lastRowFirstColumn="0" w:lastRowLastColumn="0"/>
          <w:jc w:val="center"/>
        </w:trPr>
        <w:tc>
          <w:tcPr>
            <w:tcW w:w="0" w:type="auto"/>
          </w:tcPr>
          <w:p w:rsidR="00074BEA" w:rsidRPr="00CD1BD9" w:rsidRDefault="00074BEA" w:rsidP="00C36140">
            <w:r w:rsidRPr="00CD1BD9">
              <w:t>IC (Industrial &amp; Commercial)</w:t>
            </w:r>
          </w:p>
        </w:tc>
        <w:tc>
          <w:tcPr>
            <w:tcW w:w="0" w:type="auto"/>
            <w:vAlign w:val="top"/>
          </w:tcPr>
          <w:p w:rsidR="00074BEA" w:rsidRPr="00CD1BD9" w:rsidRDefault="00074BEA" w:rsidP="00C36140">
            <w:pPr>
              <w:jc w:val="center"/>
            </w:pPr>
            <w:r w:rsidRPr="00053C15">
              <w:t xml:space="preserve"> 13.8 </w:t>
            </w:r>
          </w:p>
        </w:tc>
        <w:tc>
          <w:tcPr>
            <w:tcW w:w="0" w:type="auto"/>
            <w:vAlign w:val="top"/>
          </w:tcPr>
          <w:p w:rsidR="00074BEA" w:rsidRPr="00CD1BD9" w:rsidRDefault="00074BEA" w:rsidP="00C36140">
            <w:pPr>
              <w:jc w:val="center"/>
            </w:pPr>
            <w:r w:rsidRPr="00053C15">
              <w:t xml:space="preserve"> 13.3 </w:t>
            </w:r>
          </w:p>
        </w:tc>
        <w:tc>
          <w:tcPr>
            <w:tcW w:w="0" w:type="auto"/>
            <w:vAlign w:val="top"/>
          </w:tcPr>
          <w:p w:rsidR="00074BEA" w:rsidRPr="00CD1BD9" w:rsidRDefault="00074BEA" w:rsidP="00C36140">
            <w:pPr>
              <w:jc w:val="center"/>
            </w:pPr>
            <w:r w:rsidRPr="00053C15">
              <w:t xml:space="preserve"> 13.3 </w:t>
            </w:r>
          </w:p>
        </w:tc>
        <w:tc>
          <w:tcPr>
            <w:tcW w:w="0" w:type="auto"/>
            <w:vAlign w:val="top"/>
          </w:tcPr>
          <w:p w:rsidR="00074BEA" w:rsidRPr="00CD1BD9" w:rsidRDefault="00074BEA" w:rsidP="00C36140">
            <w:pPr>
              <w:jc w:val="center"/>
            </w:pPr>
            <w:r w:rsidRPr="00053C15">
              <w:t xml:space="preserve"> 13.3 </w:t>
            </w:r>
          </w:p>
        </w:tc>
        <w:tc>
          <w:tcPr>
            <w:tcW w:w="0" w:type="auto"/>
            <w:vAlign w:val="top"/>
          </w:tcPr>
          <w:p w:rsidR="00074BEA" w:rsidRPr="00CD1BD9" w:rsidRDefault="00074BEA" w:rsidP="00C36140">
            <w:pPr>
              <w:jc w:val="center"/>
            </w:pPr>
            <w:r w:rsidRPr="00053C15">
              <w:t xml:space="preserve"> 13.5 </w:t>
            </w:r>
          </w:p>
        </w:tc>
      </w:tr>
      <w:tr w:rsidR="00074BEA" w:rsidTr="00DD67D1">
        <w:trPr>
          <w:cnfStyle w:val="000000100000" w:firstRow="0" w:lastRow="0" w:firstColumn="0" w:lastColumn="0" w:oddVBand="0" w:evenVBand="0" w:oddHBand="1" w:evenHBand="0" w:firstRowFirstColumn="0" w:firstRowLastColumn="0" w:lastRowFirstColumn="0" w:lastRowLastColumn="0"/>
          <w:jc w:val="center"/>
        </w:trPr>
        <w:tc>
          <w:tcPr>
            <w:tcW w:w="0" w:type="auto"/>
          </w:tcPr>
          <w:p w:rsidR="00074BEA" w:rsidRPr="00CD1BD9" w:rsidRDefault="00074BEA" w:rsidP="00C36140">
            <w:r w:rsidRPr="00CD1BD9">
              <w:t>NU (</w:t>
            </w:r>
            <w:r w:rsidR="000D2A0B" w:rsidRPr="00CD1BD9">
              <w:t>Non-Urban</w:t>
            </w:r>
            <w:r w:rsidRPr="00CD1BD9">
              <w:t>)</w:t>
            </w:r>
          </w:p>
        </w:tc>
        <w:tc>
          <w:tcPr>
            <w:tcW w:w="0" w:type="auto"/>
            <w:vAlign w:val="top"/>
          </w:tcPr>
          <w:p w:rsidR="00074BEA" w:rsidRPr="00CD1BD9" w:rsidRDefault="00074BEA" w:rsidP="00C36140">
            <w:pPr>
              <w:jc w:val="center"/>
            </w:pPr>
            <w:r w:rsidRPr="00053C15">
              <w:t xml:space="preserve"> 1.7 </w:t>
            </w:r>
          </w:p>
        </w:tc>
        <w:tc>
          <w:tcPr>
            <w:tcW w:w="0" w:type="auto"/>
            <w:vAlign w:val="top"/>
          </w:tcPr>
          <w:p w:rsidR="00074BEA" w:rsidRPr="00CD1BD9" w:rsidRDefault="00074BEA" w:rsidP="00C36140">
            <w:pPr>
              <w:jc w:val="center"/>
            </w:pPr>
            <w:r w:rsidRPr="00053C15">
              <w:t xml:space="preserve"> 1.7 </w:t>
            </w:r>
          </w:p>
        </w:tc>
        <w:tc>
          <w:tcPr>
            <w:tcW w:w="0" w:type="auto"/>
            <w:vAlign w:val="top"/>
          </w:tcPr>
          <w:p w:rsidR="00074BEA" w:rsidRPr="00CD1BD9" w:rsidRDefault="00074BEA" w:rsidP="00C36140">
            <w:pPr>
              <w:jc w:val="center"/>
            </w:pPr>
            <w:r w:rsidRPr="00053C15">
              <w:t xml:space="preserve"> 1.7 </w:t>
            </w:r>
          </w:p>
        </w:tc>
        <w:tc>
          <w:tcPr>
            <w:tcW w:w="0" w:type="auto"/>
            <w:vAlign w:val="top"/>
          </w:tcPr>
          <w:p w:rsidR="00074BEA" w:rsidRPr="00CD1BD9" w:rsidRDefault="00074BEA" w:rsidP="00C36140">
            <w:pPr>
              <w:jc w:val="center"/>
            </w:pPr>
            <w:r w:rsidRPr="00053C15">
              <w:t xml:space="preserve"> 1.7 </w:t>
            </w:r>
          </w:p>
        </w:tc>
        <w:tc>
          <w:tcPr>
            <w:tcW w:w="0" w:type="auto"/>
            <w:vAlign w:val="top"/>
          </w:tcPr>
          <w:p w:rsidR="00074BEA" w:rsidRPr="00CD1BD9" w:rsidRDefault="00074BEA" w:rsidP="00C36140">
            <w:pPr>
              <w:jc w:val="center"/>
            </w:pPr>
            <w:r w:rsidRPr="00053C15">
              <w:t xml:space="preserve"> 1.7 </w:t>
            </w:r>
          </w:p>
        </w:tc>
      </w:tr>
      <w:tr w:rsidR="00074BEA" w:rsidTr="00DD67D1">
        <w:trPr>
          <w:cnfStyle w:val="000000010000" w:firstRow="0" w:lastRow="0" w:firstColumn="0" w:lastColumn="0" w:oddVBand="0" w:evenVBand="0" w:oddHBand="0" w:evenHBand="1" w:firstRowFirstColumn="0" w:firstRowLastColumn="0" w:lastRowFirstColumn="0" w:lastRowLastColumn="0"/>
          <w:jc w:val="center"/>
        </w:trPr>
        <w:tc>
          <w:tcPr>
            <w:tcW w:w="0" w:type="auto"/>
          </w:tcPr>
          <w:p w:rsidR="00074BEA" w:rsidRPr="00CD1BD9" w:rsidRDefault="00074BEA" w:rsidP="00C36140">
            <w:r w:rsidRPr="00CD1BD9">
              <w:t>UR (URD)</w:t>
            </w:r>
          </w:p>
        </w:tc>
        <w:tc>
          <w:tcPr>
            <w:tcW w:w="0" w:type="auto"/>
            <w:vAlign w:val="top"/>
          </w:tcPr>
          <w:p w:rsidR="00074BEA" w:rsidRPr="00CD1BD9" w:rsidRDefault="00074BEA" w:rsidP="00C36140">
            <w:pPr>
              <w:jc w:val="center"/>
            </w:pPr>
            <w:r w:rsidRPr="00053C15">
              <w:t xml:space="preserve"> 44.0 </w:t>
            </w:r>
          </w:p>
        </w:tc>
        <w:tc>
          <w:tcPr>
            <w:tcW w:w="0" w:type="auto"/>
            <w:vAlign w:val="top"/>
          </w:tcPr>
          <w:p w:rsidR="00074BEA" w:rsidRPr="00CD1BD9" w:rsidRDefault="00074BEA" w:rsidP="00C36140">
            <w:pPr>
              <w:jc w:val="center"/>
            </w:pPr>
            <w:r w:rsidRPr="00053C15">
              <w:t xml:space="preserve"> 42.1 </w:t>
            </w:r>
          </w:p>
        </w:tc>
        <w:tc>
          <w:tcPr>
            <w:tcW w:w="0" w:type="auto"/>
            <w:vAlign w:val="top"/>
          </w:tcPr>
          <w:p w:rsidR="00074BEA" w:rsidRPr="00CD1BD9" w:rsidRDefault="00074BEA" w:rsidP="00C36140">
            <w:pPr>
              <w:jc w:val="center"/>
            </w:pPr>
            <w:r w:rsidRPr="00053C15">
              <w:t xml:space="preserve"> 42.0 </w:t>
            </w:r>
          </w:p>
        </w:tc>
        <w:tc>
          <w:tcPr>
            <w:tcW w:w="0" w:type="auto"/>
            <w:vAlign w:val="top"/>
          </w:tcPr>
          <w:p w:rsidR="00074BEA" w:rsidRPr="00CD1BD9" w:rsidRDefault="00074BEA" w:rsidP="00C36140">
            <w:pPr>
              <w:jc w:val="center"/>
            </w:pPr>
            <w:r w:rsidRPr="00053C15">
              <w:t xml:space="preserve"> 42.2 </w:t>
            </w:r>
          </w:p>
        </w:tc>
        <w:tc>
          <w:tcPr>
            <w:tcW w:w="0" w:type="auto"/>
            <w:vAlign w:val="top"/>
          </w:tcPr>
          <w:p w:rsidR="00074BEA" w:rsidRDefault="00074BEA" w:rsidP="00C36140">
            <w:pPr>
              <w:jc w:val="center"/>
            </w:pPr>
            <w:r w:rsidRPr="00053C15">
              <w:t xml:space="preserve"> 43.0 </w:t>
            </w:r>
          </w:p>
        </w:tc>
      </w:tr>
      <w:tr w:rsidR="00074BEA" w:rsidTr="00DD67D1">
        <w:trPr>
          <w:cnfStyle w:val="000000100000" w:firstRow="0" w:lastRow="0" w:firstColumn="0" w:lastColumn="0" w:oddVBand="0" w:evenVBand="0" w:oddHBand="1" w:evenHBand="0" w:firstRowFirstColumn="0" w:firstRowLastColumn="0" w:lastRowFirstColumn="0" w:lastRowLastColumn="0"/>
          <w:trHeight w:val="0"/>
          <w:jc w:val="center"/>
        </w:trPr>
        <w:tc>
          <w:tcPr>
            <w:tcW w:w="0" w:type="auto"/>
          </w:tcPr>
          <w:p w:rsidR="00074BEA" w:rsidRPr="00BD2D7F" w:rsidRDefault="00074BEA" w:rsidP="00C36140">
            <w:r>
              <w:t>DU (Duct Installation)</w:t>
            </w:r>
          </w:p>
        </w:tc>
        <w:tc>
          <w:tcPr>
            <w:tcW w:w="0" w:type="auto"/>
            <w:vAlign w:val="top"/>
          </w:tcPr>
          <w:p w:rsidR="00074BEA" w:rsidRPr="00BD2D7F" w:rsidRDefault="00074BEA" w:rsidP="00C36140">
            <w:pPr>
              <w:jc w:val="center"/>
            </w:pPr>
            <w:r w:rsidRPr="00053C15">
              <w:t xml:space="preserve"> 2.2 </w:t>
            </w:r>
          </w:p>
        </w:tc>
        <w:tc>
          <w:tcPr>
            <w:tcW w:w="0" w:type="auto"/>
            <w:vAlign w:val="top"/>
          </w:tcPr>
          <w:p w:rsidR="00074BEA" w:rsidRPr="00BD2D7F" w:rsidRDefault="00074BEA" w:rsidP="00C36140">
            <w:pPr>
              <w:jc w:val="center"/>
            </w:pPr>
            <w:r w:rsidRPr="00053C15">
              <w:t xml:space="preserve"> 2.2 </w:t>
            </w:r>
          </w:p>
        </w:tc>
        <w:tc>
          <w:tcPr>
            <w:tcW w:w="0" w:type="auto"/>
            <w:vAlign w:val="top"/>
          </w:tcPr>
          <w:p w:rsidR="00074BEA" w:rsidRPr="00BD2D7F" w:rsidRDefault="00074BEA" w:rsidP="00C36140">
            <w:pPr>
              <w:jc w:val="center"/>
            </w:pPr>
            <w:r w:rsidRPr="00053C15">
              <w:t xml:space="preserve"> 2.3 </w:t>
            </w:r>
          </w:p>
        </w:tc>
        <w:tc>
          <w:tcPr>
            <w:tcW w:w="0" w:type="auto"/>
            <w:vAlign w:val="top"/>
          </w:tcPr>
          <w:p w:rsidR="00074BEA" w:rsidRPr="00BD2D7F" w:rsidRDefault="00074BEA" w:rsidP="00C36140">
            <w:pPr>
              <w:jc w:val="center"/>
            </w:pPr>
            <w:r w:rsidRPr="00053C15">
              <w:t xml:space="preserve"> 2.3 </w:t>
            </w:r>
          </w:p>
        </w:tc>
        <w:tc>
          <w:tcPr>
            <w:tcW w:w="0" w:type="auto"/>
            <w:vAlign w:val="top"/>
          </w:tcPr>
          <w:p w:rsidR="00074BEA" w:rsidRPr="00BD2D7F" w:rsidRDefault="00074BEA" w:rsidP="00C36140">
            <w:pPr>
              <w:jc w:val="center"/>
            </w:pPr>
            <w:r w:rsidRPr="00053C15">
              <w:t xml:space="preserve"> 2.4 </w:t>
            </w:r>
          </w:p>
        </w:tc>
      </w:tr>
      <w:tr w:rsidR="00074BEA" w:rsidTr="00DD67D1">
        <w:trPr>
          <w:cnfStyle w:val="000000010000" w:firstRow="0" w:lastRow="0" w:firstColumn="0" w:lastColumn="0" w:oddVBand="0" w:evenVBand="0" w:oddHBand="0" w:evenHBand="1" w:firstRowFirstColumn="0" w:firstRowLastColumn="0" w:lastRowFirstColumn="0" w:lastRowLastColumn="0"/>
          <w:jc w:val="center"/>
        </w:trPr>
        <w:tc>
          <w:tcPr>
            <w:tcW w:w="0" w:type="auto"/>
          </w:tcPr>
          <w:p w:rsidR="00074BEA" w:rsidRPr="00BD2D7F" w:rsidRDefault="00074BEA" w:rsidP="00C36140">
            <w:r w:rsidRPr="00BD2D7F">
              <w:t>Total Connections</w:t>
            </w:r>
          </w:p>
        </w:tc>
        <w:tc>
          <w:tcPr>
            <w:tcW w:w="0" w:type="auto"/>
            <w:vAlign w:val="top"/>
          </w:tcPr>
          <w:p w:rsidR="00074BEA" w:rsidRPr="00BD2D7F" w:rsidRDefault="00074BEA" w:rsidP="00C36140">
            <w:pPr>
              <w:jc w:val="center"/>
            </w:pPr>
            <w:r w:rsidRPr="00053C15">
              <w:t xml:space="preserve"> 63.5 </w:t>
            </w:r>
          </w:p>
        </w:tc>
        <w:tc>
          <w:tcPr>
            <w:tcW w:w="0" w:type="auto"/>
            <w:vAlign w:val="top"/>
          </w:tcPr>
          <w:p w:rsidR="00074BEA" w:rsidRPr="00BD2D7F" w:rsidRDefault="00074BEA" w:rsidP="00C36140">
            <w:pPr>
              <w:jc w:val="center"/>
            </w:pPr>
            <w:r w:rsidRPr="00053C15">
              <w:t xml:space="preserve"> 61.1 </w:t>
            </w:r>
          </w:p>
        </w:tc>
        <w:tc>
          <w:tcPr>
            <w:tcW w:w="0" w:type="auto"/>
            <w:vAlign w:val="top"/>
          </w:tcPr>
          <w:p w:rsidR="00074BEA" w:rsidRPr="00BD2D7F" w:rsidRDefault="00074BEA" w:rsidP="00C36140">
            <w:pPr>
              <w:jc w:val="center"/>
            </w:pPr>
            <w:r w:rsidRPr="00053C15">
              <w:t xml:space="preserve"> 61.0 </w:t>
            </w:r>
          </w:p>
        </w:tc>
        <w:tc>
          <w:tcPr>
            <w:tcW w:w="0" w:type="auto"/>
            <w:vAlign w:val="top"/>
          </w:tcPr>
          <w:p w:rsidR="00074BEA" w:rsidRPr="00BD2D7F" w:rsidRDefault="00074BEA" w:rsidP="00C36140">
            <w:pPr>
              <w:jc w:val="center"/>
            </w:pPr>
            <w:r w:rsidRPr="00053C15">
              <w:t xml:space="preserve"> 61.3 </w:t>
            </w:r>
          </w:p>
        </w:tc>
        <w:tc>
          <w:tcPr>
            <w:tcW w:w="0" w:type="auto"/>
            <w:vAlign w:val="top"/>
          </w:tcPr>
          <w:p w:rsidR="00074BEA" w:rsidRDefault="00074BEA" w:rsidP="00C36140">
            <w:pPr>
              <w:jc w:val="center"/>
            </w:pPr>
            <w:r w:rsidRPr="00053C15">
              <w:t xml:space="preserve"> 62.4 </w:t>
            </w:r>
          </w:p>
        </w:tc>
      </w:tr>
    </w:tbl>
    <w:p w:rsidR="00306B95" w:rsidRDefault="00306B95" w:rsidP="000130B4"/>
    <w:p w:rsidR="00DA59E0" w:rsidRDefault="00DA59E0" w:rsidP="00DA59E0">
      <w:pPr>
        <w:spacing w:after="200" w:line="276" w:lineRule="auto"/>
      </w:pPr>
      <w:r>
        <w:t xml:space="preserve">Further, on the basis of this forecast, the forecast for the total amount of capital contributions for Standard Control Service activities is given in </w:t>
      </w:r>
      <w:r>
        <w:fldChar w:fldCharType="begin"/>
      </w:r>
      <w:r>
        <w:instrText xml:space="preserve"> REF _Ref509559079 \h </w:instrText>
      </w:r>
      <w:r>
        <w:fldChar w:fldCharType="separate"/>
      </w:r>
      <w:r w:rsidR="00C30933">
        <w:t xml:space="preserve">Table </w:t>
      </w:r>
      <w:r w:rsidR="00C30933">
        <w:rPr>
          <w:noProof/>
        </w:rPr>
        <w:t>3</w:t>
      </w:r>
      <w:r>
        <w:fldChar w:fldCharType="end"/>
      </w:r>
      <w:r>
        <w:t>.</w:t>
      </w:r>
    </w:p>
    <w:p w:rsidR="00C36140" w:rsidRDefault="00C36140" w:rsidP="0098495E">
      <w:pPr>
        <w:pStyle w:val="Caption"/>
        <w:keepNext/>
        <w:spacing w:after="120"/>
      </w:pPr>
      <w:bookmarkStart w:id="17" w:name="_Ref509559079"/>
      <w:r>
        <w:t xml:space="preserve">Table </w:t>
      </w:r>
      <w:r w:rsidR="000D2A0B">
        <w:fldChar w:fldCharType="begin"/>
      </w:r>
      <w:r w:rsidR="000D2A0B">
        <w:instrText xml:space="preserve"> SEQ Table \* ARABIC </w:instrText>
      </w:r>
      <w:r w:rsidR="000D2A0B">
        <w:fldChar w:fldCharType="separate"/>
      </w:r>
      <w:r w:rsidR="00C30933">
        <w:rPr>
          <w:noProof/>
        </w:rPr>
        <w:t>3</w:t>
      </w:r>
      <w:r w:rsidR="000D2A0B">
        <w:rPr>
          <w:noProof/>
        </w:rPr>
        <w:fldChar w:fldCharType="end"/>
      </w:r>
      <w:bookmarkEnd w:id="17"/>
      <w:r>
        <w:t>. Total Standard Control Service Contributed Asset Capex</w:t>
      </w:r>
    </w:p>
    <w:tbl>
      <w:tblPr>
        <w:tblStyle w:val="Table-Colour"/>
        <w:tblW w:w="0" w:type="auto"/>
        <w:jc w:val="center"/>
        <w:tblInd w:w="0" w:type="dxa"/>
        <w:tblLook w:val="04A0" w:firstRow="1" w:lastRow="0" w:firstColumn="1" w:lastColumn="0" w:noHBand="0" w:noVBand="1"/>
      </w:tblPr>
      <w:tblGrid>
        <w:gridCol w:w="2226"/>
        <w:gridCol w:w="902"/>
        <w:gridCol w:w="902"/>
        <w:gridCol w:w="902"/>
        <w:gridCol w:w="902"/>
        <w:gridCol w:w="902"/>
        <w:gridCol w:w="992"/>
      </w:tblGrid>
      <w:tr w:rsidR="00C36140" w:rsidTr="00C36140">
        <w:trPr>
          <w:cnfStyle w:val="100000000000" w:firstRow="1" w:lastRow="0" w:firstColumn="0" w:lastColumn="0" w:oddVBand="0" w:evenVBand="0" w:oddHBand="0" w:evenHBand="0" w:firstRowFirstColumn="0" w:firstRowLastColumn="0" w:lastRowFirstColumn="0" w:lastRowLastColumn="0"/>
          <w:trHeight w:val="0"/>
          <w:jc w:val="center"/>
        </w:trPr>
        <w:tc>
          <w:tcPr>
            <w:tcW w:w="0" w:type="auto"/>
          </w:tcPr>
          <w:p w:rsidR="00C36140" w:rsidRPr="00C36140" w:rsidRDefault="00C36140" w:rsidP="00C36140">
            <w:pPr>
              <w:jc w:val="center"/>
              <w:rPr>
                <w:color w:val="FFFFFF" w:themeColor="background1"/>
              </w:rPr>
            </w:pPr>
          </w:p>
        </w:tc>
        <w:tc>
          <w:tcPr>
            <w:tcW w:w="0" w:type="auto"/>
          </w:tcPr>
          <w:p w:rsidR="00C36140" w:rsidRPr="00C36140" w:rsidRDefault="00C36140" w:rsidP="00C36140">
            <w:pPr>
              <w:jc w:val="center"/>
              <w:rPr>
                <w:color w:val="FFFFFF" w:themeColor="background1"/>
                <w:sz w:val="20"/>
              </w:rPr>
            </w:pPr>
            <w:r w:rsidRPr="00C36140">
              <w:rPr>
                <w:color w:val="FFFFFF" w:themeColor="background1"/>
                <w:sz w:val="20"/>
              </w:rPr>
              <w:t>2019/20</w:t>
            </w:r>
          </w:p>
        </w:tc>
        <w:tc>
          <w:tcPr>
            <w:tcW w:w="0" w:type="auto"/>
          </w:tcPr>
          <w:p w:rsidR="00C36140" w:rsidRPr="00C36140" w:rsidRDefault="00C36140" w:rsidP="00C36140">
            <w:pPr>
              <w:jc w:val="center"/>
              <w:rPr>
                <w:color w:val="FFFFFF" w:themeColor="background1"/>
                <w:sz w:val="20"/>
              </w:rPr>
            </w:pPr>
            <w:r w:rsidRPr="00C36140">
              <w:rPr>
                <w:color w:val="FFFFFF" w:themeColor="background1"/>
                <w:sz w:val="20"/>
              </w:rPr>
              <w:t>2020/21</w:t>
            </w:r>
          </w:p>
        </w:tc>
        <w:tc>
          <w:tcPr>
            <w:tcW w:w="0" w:type="auto"/>
          </w:tcPr>
          <w:p w:rsidR="00C36140" w:rsidRPr="00C36140" w:rsidRDefault="00C36140" w:rsidP="00C36140">
            <w:pPr>
              <w:jc w:val="center"/>
              <w:rPr>
                <w:color w:val="FFFFFF" w:themeColor="background1"/>
                <w:sz w:val="20"/>
              </w:rPr>
            </w:pPr>
            <w:r w:rsidRPr="00C36140">
              <w:rPr>
                <w:color w:val="FFFFFF" w:themeColor="background1"/>
                <w:sz w:val="20"/>
              </w:rPr>
              <w:t>2021/22</w:t>
            </w:r>
          </w:p>
        </w:tc>
        <w:tc>
          <w:tcPr>
            <w:tcW w:w="0" w:type="auto"/>
          </w:tcPr>
          <w:p w:rsidR="00C36140" w:rsidRPr="00C36140" w:rsidRDefault="00C36140" w:rsidP="00C36140">
            <w:pPr>
              <w:jc w:val="center"/>
              <w:rPr>
                <w:color w:val="FFFFFF" w:themeColor="background1"/>
                <w:sz w:val="20"/>
              </w:rPr>
            </w:pPr>
            <w:r w:rsidRPr="00C36140">
              <w:rPr>
                <w:color w:val="FFFFFF" w:themeColor="background1"/>
                <w:sz w:val="20"/>
              </w:rPr>
              <w:t>2022/23</w:t>
            </w:r>
          </w:p>
        </w:tc>
        <w:tc>
          <w:tcPr>
            <w:tcW w:w="0" w:type="auto"/>
          </w:tcPr>
          <w:p w:rsidR="00C36140" w:rsidRPr="00C36140" w:rsidRDefault="00C36140" w:rsidP="00C36140">
            <w:pPr>
              <w:jc w:val="center"/>
              <w:rPr>
                <w:color w:val="FFFFFF" w:themeColor="background1"/>
                <w:sz w:val="20"/>
              </w:rPr>
            </w:pPr>
            <w:r w:rsidRPr="00C36140">
              <w:rPr>
                <w:color w:val="FFFFFF" w:themeColor="background1"/>
                <w:sz w:val="20"/>
              </w:rPr>
              <w:t>2023/24</w:t>
            </w:r>
          </w:p>
        </w:tc>
        <w:tc>
          <w:tcPr>
            <w:tcW w:w="0" w:type="auto"/>
          </w:tcPr>
          <w:p w:rsidR="00C36140" w:rsidRPr="00C36140" w:rsidRDefault="00C36140" w:rsidP="00C36140">
            <w:pPr>
              <w:jc w:val="center"/>
              <w:rPr>
                <w:color w:val="FFFFFF" w:themeColor="background1"/>
                <w:sz w:val="20"/>
              </w:rPr>
            </w:pPr>
            <w:r w:rsidRPr="00C36140">
              <w:rPr>
                <w:color w:val="FFFFFF" w:themeColor="background1"/>
                <w:sz w:val="20"/>
              </w:rPr>
              <w:t>Total RCP</w:t>
            </w:r>
          </w:p>
        </w:tc>
      </w:tr>
      <w:tr w:rsidR="00C36140" w:rsidTr="00C36140">
        <w:trPr>
          <w:cnfStyle w:val="000000100000" w:firstRow="0" w:lastRow="0" w:firstColumn="0" w:lastColumn="0" w:oddVBand="0" w:evenVBand="0" w:oddHBand="1" w:evenHBand="0" w:firstRowFirstColumn="0" w:firstRowLastColumn="0" w:lastRowFirstColumn="0" w:lastRowLastColumn="0"/>
          <w:trHeight w:val="0"/>
          <w:jc w:val="center"/>
        </w:trPr>
        <w:tc>
          <w:tcPr>
            <w:tcW w:w="0" w:type="auto"/>
          </w:tcPr>
          <w:p w:rsidR="00C36140" w:rsidRDefault="00C36140" w:rsidP="00C36140">
            <w:r w:rsidRPr="00C42EEF">
              <w:t xml:space="preserve">Total </w:t>
            </w:r>
            <w:r>
              <w:t>N</w:t>
            </w:r>
            <w:r w:rsidRPr="00C42EEF">
              <w:t xml:space="preserve">et SCS </w:t>
            </w:r>
          </w:p>
          <w:p w:rsidR="00DA59E0" w:rsidRDefault="00C36140" w:rsidP="00C36140">
            <w:r w:rsidRPr="00C42EEF">
              <w:t>capital contributions</w:t>
            </w:r>
            <w:r w:rsidR="00DA59E0">
              <w:t xml:space="preserve"> </w:t>
            </w:r>
          </w:p>
          <w:p w:rsidR="00C36140" w:rsidRPr="00C42EEF" w:rsidRDefault="00DA59E0" w:rsidP="00C36140">
            <w:r>
              <w:t>($FY19, millions)</w:t>
            </w:r>
          </w:p>
        </w:tc>
        <w:tc>
          <w:tcPr>
            <w:tcW w:w="0" w:type="auto"/>
          </w:tcPr>
          <w:p w:rsidR="00C36140" w:rsidRPr="00C36140" w:rsidRDefault="00DA59E0" w:rsidP="00C36140">
            <w:pPr>
              <w:jc w:val="center"/>
              <w:rPr>
                <w:sz w:val="20"/>
              </w:rPr>
            </w:pPr>
            <w:r>
              <w:rPr>
                <w:sz w:val="20"/>
              </w:rPr>
              <w:t>112</w:t>
            </w:r>
          </w:p>
        </w:tc>
        <w:tc>
          <w:tcPr>
            <w:tcW w:w="0" w:type="auto"/>
          </w:tcPr>
          <w:p w:rsidR="00C36140" w:rsidRPr="00C36140" w:rsidRDefault="00DA59E0" w:rsidP="00C36140">
            <w:pPr>
              <w:jc w:val="center"/>
              <w:rPr>
                <w:sz w:val="20"/>
              </w:rPr>
            </w:pPr>
            <w:r>
              <w:rPr>
                <w:sz w:val="20"/>
              </w:rPr>
              <w:t>105</w:t>
            </w:r>
          </w:p>
        </w:tc>
        <w:tc>
          <w:tcPr>
            <w:tcW w:w="0" w:type="auto"/>
          </w:tcPr>
          <w:p w:rsidR="00C36140" w:rsidRPr="00C36140" w:rsidRDefault="00DA59E0" w:rsidP="00C36140">
            <w:pPr>
              <w:jc w:val="center"/>
              <w:rPr>
                <w:sz w:val="20"/>
              </w:rPr>
            </w:pPr>
            <w:r>
              <w:rPr>
                <w:sz w:val="20"/>
              </w:rPr>
              <w:t>105</w:t>
            </w:r>
          </w:p>
        </w:tc>
        <w:tc>
          <w:tcPr>
            <w:tcW w:w="0" w:type="auto"/>
          </w:tcPr>
          <w:p w:rsidR="00C36140" w:rsidRPr="00C36140" w:rsidRDefault="00DA59E0" w:rsidP="00C36140">
            <w:pPr>
              <w:jc w:val="center"/>
              <w:rPr>
                <w:sz w:val="20"/>
              </w:rPr>
            </w:pPr>
            <w:r>
              <w:rPr>
                <w:sz w:val="20"/>
              </w:rPr>
              <w:t>105</w:t>
            </w:r>
          </w:p>
        </w:tc>
        <w:tc>
          <w:tcPr>
            <w:tcW w:w="0" w:type="auto"/>
          </w:tcPr>
          <w:p w:rsidR="00C36140" w:rsidRPr="00C36140" w:rsidRDefault="00DA59E0" w:rsidP="00C36140">
            <w:pPr>
              <w:jc w:val="center"/>
              <w:rPr>
                <w:sz w:val="20"/>
              </w:rPr>
            </w:pPr>
            <w:r>
              <w:rPr>
                <w:sz w:val="20"/>
              </w:rPr>
              <w:t>108</w:t>
            </w:r>
          </w:p>
        </w:tc>
        <w:tc>
          <w:tcPr>
            <w:tcW w:w="0" w:type="auto"/>
          </w:tcPr>
          <w:p w:rsidR="00C36140" w:rsidRPr="00C36140" w:rsidRDefault="00DA59E0" w:rsidP="00C36140">
            <w:pPr>
              <w:jc w:val="center"/>
              <w:rPr>
                <w:sz w:val="20"/>
              </w:rPr>
            </w:pPr>
            <w:r>
              <w:rPr>
                <w:sz w:val="20"/>
              </w:rPr>
              <w:t>535</w:t>
            </w:r>
          </w:p>
        </w:tc>
      </w:tr>
    </w:tbl>
    <w:p w:rsidR="00C36140" w:rsidRDefault="00C36140" w:rsidP="000130B4"/>
    <w:p w:rsidR="00FA1157" w:rsidRDefault="00FA1157">
      <w:pPr>
        <w:rPr>
          <w:rStyle w:val="Heading1Char"/>
        </w:rPr>
      </w:pPr>
    </w:p>
    <w:p w:rsidR="0098495E" w:rsidRDefault="0098495E" w:rsidP="000130B4">
      <w:r w:rsidRPr="0098495E">
        <w:t xml:space="preserve"> </w:t>
      </w:r>
      <w:bookmarkStart w:id="18" w:name="_GoBack"/>
      <w:bookmarkEnd w:id="18"/>
    </w:p>
    <w:sectPr w:rsidR="0098495E" w:rsidSect="00306B95">
      <w:headerReference w:type="even" r:id="rId21"/>
      <w:headerReference w:type="first" r:id="rId22"/>
      <w:footerReference w:type="first" r:id="rId23"/>
      <w:pgSz w:w="11905" w:h="16837" w:code="9"/>
      <w:pgMar w:top="851" w:right="851" w:bottom="851" w:left="851" w:header="709" w:footer="476"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26D" w:rsidRDefault="00B7626D" w:rsidP="000130B4">
      <w:r>
        <w:separator/>
      </w:r>
    </w:p>
    <w:p w:rsidR="00B7626D" w:rsidRDefault="00B7626D" w:rsidP="000130B4"/>
    <w:p w:rsidR="00B7626D" w:rsidRDefault="00B7626D" w:rsidP="000130B4"/>
    <w:p w:rsidR="00B7626D" w:rsidRDefault="00B7626D" w:rsidP="000130B4"/>
    <w:p w:rsidR="00B7626D" w:rsidRDefault="00B7626D" w:rsidP="000130B4"/>
  </w:endnote>
  <w:endnote w:type="continuationSeparator" w:id="0">
    <w:p w:rsidR="00B7626D" w:rsidRDefault="00B7626D" w:rsidP="000130B4">
      <w:r>
        <w:continuationSeparator/>
      </w:r>
    </w:p>
    <w:p w:rsidR="00B7626D" w:rsidRDefault="00B7626D" w:rsidP="000130B4"/>
    <w:p w:rsidR="00B7626D" w:rsidRDefault="00B7626D" w:rsidP="000130B4"/>
    <w:p w:rsidR="00B7626D" w:rsidRDefault="00B7626D" w:rsidP="000130B4"/>
    <w:p w:rsidR="00B7626D" w:rsidRDefault="00B7626D" w:rsidP="000130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2A" w:rsidRDefault="008C462A" w:rsidP="000130B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8C462A" w:rsidRDefault="008C462A" w:rsidP="000130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2A" w:rsidRDefault="008C462A" w:rsidP="000130B4">
    <w:r>
      <w:rPr>
        <w:noProof/>
      </w:rPr>
      <mc:AlternateContent>
        <mc:Choice Requires="wpg">
          <w:drawing>
            <wp:anchor distT="0" distB="0" distL="114300" distR="114300" simplePos="0" relativeHeight="251637248" behindDoc="1" locked="1" layoutInCell="1" allowOverlap="1" wp14:anchorId="0A6EB132" wp14:editId="53907BCB">
              <wp:simplePos x="0" y="0"/>
              <wp:positionH relativeFrom="column">
                <wp:posOffset>5368290</wp:posOffset>
              </wp:positionH>
              <wp:positionV relativeFrom="paragraph">
                <wp:posOffset>39370</wp:posOffset>
              </wp:positionV>
              <wp:extent cx="1080135" cy="283845"/>
              <wp:effectExtent l="0" t="0" r="5715" b="1905"/>
              <wp:wrapNone/>
              <wp:docPr id="87" name="Group 5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0135" cy="283845"/>
                        <a:chOff x="9307" y="16135"/>
                        <a:chExt cx="1701" cy="447"/>
                      </a:xfrm>
                    </wpg:grpSpPr>
                    <wps:wsp>
                      <wps:cNvPr id="88" name="Freeform 465"/>
                      <wps:cNvSpPr>
                        <a:spLocks noChangeArrowheads="1"/>
                      </wps:cNvSpPr>
                      <wps:spPr bwMode="auto">
                        <a:xfrm>
                          <a:off x="9752" y="16154"/>
                          <a:ext cx="97" cy="97"/>
                        </a:xfrm>
                        <a:custGeom>
                          <a:avLst/>
                          <a:gdLst>
                            <a:gd name="T0" fmla="*/ 97 w 97"/>
                            <a:gd name="T1" fmla="*/ 49 h 97"/>
                            <a:gd name="T2" fmla="*/ 48 w 97"/>
                            <a:gd name="T3" fmla="*/ 97 h 97"/>
                            <a:gd name="T4" fmla="*/ 0 w 97"/>
                            <a:gd name="T5" fmla="*/ 49 h 97"/>
                            <a:gd name="T6" fmla="*/ 48 w 97"/>
                            <a:gd name="T7" fmla="*/ 0 h 97"/>
                            <a:gd name="T8" fmla="*/ 97 w 97"/>
                            <a:gd name="T9" fmla="*/ 49 h 97"/>
                          </a:gdLst>
                          <a:ahLst/>
                          <a:cxnLst>
                            <a:cxn ang="0">
                              <a:pos x="T0" y="T1"/>
                            </a:cxn>
                            <a:cxn ang="0">
                              <a:pos x="T2" y="T3"/>
                            </a:cxn>
                            <a:cxn ang="0">
                              <a:pos x="T4" y="T5"/>
                            </a:cxn>
                            <a:cxn ang="0">
                              <a:pos x="T6" y="T7"/>
                            </a:cxn>
                            <a:cxn ang="0">
                              <a:pos x="T8" y="T9"/>
                            </a:cxn>
                          </a:cxnLst>
                          <a:rect l="0" t="0" r="r" b="b"/>
                          <a:pathLst>
                            <a:path w="97" h="97">
                              <a:moveTo>
                                <a:pt x="97" y="49"/>
                              </a:moveTo>
                              <a:cubicBezTo>
                                <a:pt x="97" y="75"/>
                                <a:pt x="75" y="97"/>
                                <a:pt x="48" y="97"/>
                              </a:cubicBezTo>
                              <a:cubicBezTo>
                                <a:pt x="22" y="97"/>
                                <a:pt x="0" y="75"/>
                                <a:pt x="0" y="49"/>
                              </a:cubicBezTo>
                              <a:cubicBezTo>
                                <a:pt x="0" y="22"/>
                                <a:pt x="22" y="0"/>
                                <a:pt x="48" y="0"/>
                              </a:cubicBezTo>
                              <a:cubicBezTo>
                                <a:pt x="75" y="0"/>
                                <a:pt x="97" y="22"/>
                                <a:pt x="97" y="49"/>
                              </a:cubicBezTo>
                            </a:path>
                          </a:pathLst>
                        </a:custGeom>
                        <a:solidFill>
                          <a:srgbClr val="C3D2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466"/>
                      <wps:cNvSpPr>
                        <a:spLocks noChangeArrowheads="1"/>
                      </wps:cNvSpPr>
                      <wps:spPr bwMode="auto">
                        <a:xfrm>
                          <a:off x="9823" y="16228"/>
                          <a:ext cx="104" cy="105"/>
                        </a:xfrm>
                        <a:custGeom>
                          <a:avLst/>
                          <a:gdLst>
                            <a:gd name="T0" fmla="*/ 70 w 104"/>
                            <a:gd name="T1" fmla="*/ 94 h 105"/>
                            <a:gd name="T2" fmla="*/ 94 w 104"/>
                            <a:gd name="T3" fmla="*/ 34 h 105"/>
                            <a:gd name="T4" fmla="*/ 33 w 104"/>
                            <a:gd name="T5" fmla="*/ 11 h 105"/>
                            <a:gd name="T6" fmla="*/ 10 w 104"/>
                            <a:gd name="T7" fmla="*/ 71 h 105"/>
                            <a:gd name="T8" fmla="*/ 70 w 104"/>
                            <a:gd name="T9" fmla="*/ 94 h 105"/>
                          </a:gdLst>
                          <a:ahLst/>
                          <a:cxnLst>
                            <a:cxn ang="0">
                              <a:pos x="T0" y="T1"/>
                            </a:cxn>
                            <a:cxn ang="0">
                              <a:pos x="T2" y="T3"/>
                            </a:cxn>
                            <a:cxn ang="0">
                              <a:pos x="T4" y="T5"/>
                            </a:cxn>
                            <a:cxn ang="0">
                              <a:pos x="T6" y="T7"/>
                            </a:cxn>
                            <a:cxn ang="0">
                              <a:pos x="T8" y="T9"/>
                            </a:cxn>
                          </a:cxnLst>
                          <a:rect l="0" t="0" r="r" b="b"/>
                          <a:pathLst>
                            <a:path w="104" h="105">
                              <a:moveTo>
                                <a:pt x="70" y="94"/>
                              </a:moveTo>
                              <a:cubicBezTo>
                                <a:pt x="94" y="84"/>
                                <a:pt x="104" y="57"/>
                                <a:pt x="94" y="34"/>
                              </a:cubicBezTo>
                              <a:cubicBezTo>
                                <a:pt x="84" y="11"/>
                                <a:pt x="57" y="0"/>
                                <a:pt x="33" y="11"/>
                              </a:cubicBezTo>
                              <a:cubicBezTo>
                                <a:pt x="10" y="21"/>
                                <a:pt x="0" y="48"/>
                                <a:pt x="10" y="71"/>
                              </a:cubicBezTo>
                              <a:cubicBezTo>
                                <a:pt x="20" y="94"/>
                                <a:pt x="47" y="105"/>
                                <a:pt x="70" y="94"/>
                              </a:cubicBezTo>
                            </a:path>
                          </a:pathLst>
                        </a:custGeom>
                        <a:solidFill>
                          <a:srgbClr val="C3D2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467"/>
                      <wps:cNvSpPr>
                        <a:spLocks noChangeArrowheads="1"/>
                      </wps:cNvSpPr>
                      <wps:spPr bwMode="auto">
                        <a:xfrm>
                          <a:off x="9847" y="16332"/>
                          <a:ext cx="90" cy="90"/>
                        </a:xfrm>
                        <a:custGeom>
                          <a:avLst/>
                          <a:gdLst>
                            <a:gd name="T0" fmla="*/ 43 w 90"/>
                            <a:gd name="T1" fmla="*/ 88 h 90"/>
                            <a:gd name="T2" fmla="*/ 89 w 90"/>
                            <a:gd name="T3" fmla="*/ 47 h 90"/>
                            <a:gd name="T4" fmla="*/ 48 w 90"/>
                            <a:gd name="T5" fmla="*/ 1 h 90"/>
                            <a:gd name="T6" fmla="*/ 2 w 90"/>
                            <a:gd name="T7" fmla="*/ 42 h 90"/>
                            <a:gd name="T8" fmla="*/ 43 w 90"/>
                            <a:gd name="T9" fmla="*/ 88 h 90"/>
                          </a:gdLst>
                          <a:ahLst/>
                          <a:cxnLst>
                            <a:cxn ang="0">
                              <a:pos x="T0" y="T1"/>
                            </a:cxn>
                            <a:cxn ang="0">
                              <a:pos x="T2" y="T3"/>
                            </a:cxn>
                            <a:cxn ang="0">
                              <a:pos x="T4" y="T5"/>
                            </a:cxn>
                            <a:cxn ang="0">
                              <a:pos x="T6" y="T7"/>
                            </a:cxn>
                            <a:cxn ang="0">
                              <a:pos x="T8" y="T9"/>
                            </a:cxn>
                          </a:cxnLst>
                          <a:rect l="0" t="0" r="r" b="b"/>
                          <a:pathLst>
                            <a:path w="90" h="90">
                              <a:moveTo>
                                <a:pt x="43" y="88"/>
                              </a:moveTo>
                              <a:cubicBezTo>
                                <a:pt x="67" y="90"/>
                                <a:pt x="87" y="71"/>
                                <a:pt x="89" y="47"/>
                              </a:cubicBezTo>
                              <a:cubicBezTo>
                                <a:pt x="90" y="23"/>
                                <a:pt x="72" y="3"/>
                                <a:pt x="48" y="1"/>
                              </a:cubicBezTo>
                              <a:cubicBezTo>
                                <a:pt x="24" y="0"/>
                                <a:pt x="3" y="18"/>
                                <a:pt x="2" y="42"/>
                              </a:cubicBezTo>
                              <a:cubicBezTo>
                                <a:pt x="0" y="66"/>
                                <a:pt x="19" y="87"/>
                                <a:pt x="43" y="88"/>
                              </a:cubicBezTo>
                            </a:path>
                          </a:pathLst>
                        </a:custGeom>
                        <a:solidFill>
                          <a:srgbClr val="C3D2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468"/>
                      <wps:cNvSpPr>
                        <a:spLocks noChangeArrowheads="1"/>
                      </wps:cNvSpPr>
                      <wps:spPr bwMode="auto">
                        <a:xfrm>
                          <a:off x="9812" y="16418"/>
                          <a:ext cx="94" cy="95"/>
                        </a:xfrm>
                        <a:custGeom>
                          <a:avLst/>
                          <a:gdLst>
                            <a:gd name="T0" fmla="*/ 26 w 94"/>
                            <a:gd name="T1" fmla="*/ 83 h 95"/>
                            <a:gd name="T2" fmla="*/ 83 w 94"/>
                            <a:gd name="T3" fmla="*/ 68 h 95"/>
                            <a:gd name="T4" fmla="*/ 68 w 94"/>
                            <a:gd name="T5" fmla="*/ 12 h 95"/>
                            <a:gd name="T6" fmla="*/ 11 w 94"/>
                            <a:gd name="T7" fmla="*/ 27 h 95"/>
                            <a:gd name="T8" fmla="*/ 26 w 94"/>
                            <a:gd name="T9" fmla="*/ 83 h 95"/>
                          </a:gdLst>
                          <a:ahLst/>
                          <a:cxnLst>
                            <a:cxn ang="0">
                              <a:pos x="T0" y="T1"/>
                            </a:cxn>
                            <a:cxn ang="0">
                              <a:pos x="T2" y="T3"/>
                            </a:cxn>
                            <a:cxn ang="0">
                              <a:pos x="T4" y="T5"/>
                            </a:cxn>
                            <a:cxn ang="0">
                              <a:pos x="T6" y="T7"/>
                            </a:cxn>
                            <a:cxn ang="0">
                              <a:pos x="T8" y="T9"/>
                            </a:cxn>
                          </a:cxnLst>
                          <a:rect l="0" t="0" r="r" b="b"/>
                          <a:pathLst>
                            <a:path w="94" h="95">
                              <a:moveTo>
                                <a:pt x="26" y="83"/>
                              </a:moveTo>
                              <a:cubicBezTo>
                                <a:pt x="46" y="95"/>
                                <a:pt x="71" y="88"/>
                                <a:pt x="83" y="68"/>
                              </a:cubicBezTo>
                              <a:cubicBezTo>
                                <a:pt x="94" y="49"/>
                                <a:pt x="88" y="23"/>
                                <a:pt x="68" y="12"/>
                              </a:cubicBezTo>
                              <a:cubicBezTo>
                                <a:pt x="48" y="0"/>
                                <a:pt x="23" y="7"/>
                                <a:pt x="11" y="27"/>
                              </a:cubicBezTo>
                              <a:cubicBezTo>
                                <a:pt x="0" y="46"/>
                                <a:pt x="6" y="72"/>
                                <a:pt x="26" y="83"/>
                              </a:cubicBezTo>
                            </a:path>
                          </a:pathLst>
                        </a:custGeom>
                        <a:solidFill>
                          <a:srgbClr val="C3D2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469"/>
                      <wps:cNvSpPr>
                        <a:spLocks noChangeArrowheads="1"/>
                      </wps:cNvSpPr>
                      <wps:spPr bwMode="auto">
                        <a:xfrm>
                          <a:off x="9742" y="16481"/>
                          <a:ext cx="90" cy="89"/>
                        </a:xfrm>
                        <a:custGeom>
                          <a:avLst/>
                          <a:gdLst>
                            <a:gd name="T0" fmla="*/ 12 w 90"/>
                            <a:gd name="T1" fmla="*/ 66 h 89"/>
                            <a:gd name="T2" fmla="*/ 67 w 90"/>
                            <a:gd name="T3" fmla="*/ 78 h 89"/>
                            <a:gd name="T4" fmla="*/ 78 w 90"/>
                            <a:gd name="T5" fmla="*/ 23 h 89"/>
                            <a:gd name="T6" fmla="*/ 24 w 90"/>
                            <a:gd name="T7" fmla="*/ 12 h 89"/>
                            <a:gd name="T8" fmla="*/ 12 w 90"/>
                            <a:gd name="T9" fmla="*/ 66 h 89"/>
                          </a:gdLst>
                          <a:ahLst/>
                          <a:cxnLst>
                            <a:cxn ang="0">
                              <a:pos x="T0" y="T1"/>
                            </a:cxn>
                            <a:cxn ang="0">
                              <a:pos x="T2" y="T3"/>
                            </a:cxn>
                            <a:cxn ang="0">
                              <a:pos x="T4" y="T5"/>
                            </a:cxn>
                            <a:cxn ang="0">
                              <a:pos x="T6" y="T7"/>
                            </a:cxn>
                            <a:cxn ang="0">
                              <a:pos x="T8" y="T9"/>
                            </a:cxn>
                          </a:cxnLst>
                          <a:rect l="0" t="0" r="r" b="b"/>
                          <a:pathLst>
                            <a:path w="90" h="89">
                              <a:moveTo>
                                <a:pt x="12" y="66"/>
                              </a:moveTo>
                              <a:cubicBezTo>
                                <a:pt x="24" y="84"/>
                                <a:pt x="48" y="89"/>
                                <a:pt x="67" y="78"/>
                              </a:cubicBezTo>
                              <a:cubicBezTo>
                                <a:pt x="85" y="66"/>
                                <a:pt x="90" y="42"/>
                                <a:pt x="78" y="23"/>
                              </a:cubicBezTo>
                              <a:cubicBezTo>
                                <a:pt x="67" y="5"/>
                                <a:pt x="42" y="0"/>
                                <a:pt x="24" y="12"/>
                              </a:cubicBezTo>
                              <a:cubicBezTo>
                                <a:pt x="6" y="23"/>
                                <a:pt x="0" y="48"/>
                                <a:pt x="12" y="66"/>
                              </a:cubicBezTo>
                            </a:path>
                          </a:pathLst>
                        </a:custGeom>
                        <a:solidFill>
                          <a:srgbClr val="C3D2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470"/>
                      <wps:cNvSpPr>
                        <a:spLocks noChangeArrowheads="1"/>
                      </wps:cNvSpPr>
                      <wps:spPr bwMode="auto">
                        <a:xfrm>
                          <a:off x="9661" y="16504"/>
                          <a:ext cx="78" cy="78"/>
                        </a:xfrm>
                        <a:custGeom>
                          <a:avLst/>
                          <a:gdLst>
                            <a:gd name="T0" fmla="*/ 2 w 78"/>
                            <a:gd name="T1" fmla="*/ 42 h 78"/>
                            <a:gd name="T2" fmla="*/ 43 w 78"/>
                            <a:gd name="T3" fmla="*/ 76 h 78"/>
                            <a:gd name="T4" fmla="*/ 76 w 78"/>
                            <a:gd name="T5" fmla="*/ 35 h 78"/>
                            <a:gd name="T6" fmla="*/ 35 w 78"/>
                            <a:gd name="T7" fmla="*/ 2 h 78"/>
                            <a:gd name="T8" fmla="*/ 2 w 78"/>
                            <a:gd name="T9" fmla="*/ 42 h 78"/>
                          </a:gdLst>
                          <a:ahLst/>
                          <a:cxnLst>
                            <a:cxn ang="0">
                              <a:pos x="T0" y="T1"/>
                            </a:cxn>
                            <a:cxn ang="0">
                              <a:pos x="T2" y="T3"/>
                            </a:cxn>
                            <a:cxn ang="0">
                              <a:pos x="T4" y="T5"/>
                            </a:cxn>
                            <a:cxn ang="0">
                              <a:pos x="T6" y="T7"/>
                            </a:cxn>
                            <a:cxn ang="0">
                              <a:pos x="T8" y="T9"/>
                            </a:cxn>
                          </a:cxnLst>
                          <a:rect l="0" t="0" r="r" b="b"/>
                          <a:pathLst>
                            <a:path w="78" h="78">
                              <a:moveTo>
                                <a:pt x="2" y="42"/>
                              </a:moveTo>
                              <a:cubicBezTo>
                                <a:pt x="4" y="63"/>
                                <a:pt x="22" y="78"/>
                                <a:pt x="43" y="76"/>
                              </a:cubicBezTo>
                              <a:cubicBezTo>
                                <a:pt x="63" y="74"/>
                                <a:pt x="78" y="55"/>
                                <a:pt x="76" y="35"/>
                              </a:cubicBezTo>
                              <a:cubicBezTo>
                                <a:pt x="74" y="15"/>
                                <a:pt x="56" y="0"/>
                                <a:pt x="35" y="2"/>
                              </a:cubicBezTo>
                              <a:cubicBezTo>
                                <a:pt x="15" y="4"/>
                                <a:pt x="0" y="22"/>
                                <a:pt x="2" y="42"/>
                              </a:cubicBezTo>
                            </a:path>
                          </a:pathLst>
                        </a:custGeom>
                        <a:solidFill>
                          <a:srgbClr val="C3D2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471"/>
                      <wps:cNvSpPr>
                        <a:spLocks noChangeArrowheads="1"/>
                      </wps:cNvSpPr>
                      <wps:spPr bwMode="auto">
                        <a:xfrm>
                          <a:off x="9530" y="16422"/>
                          <a:ext cx="75" cy="75"/>
                        </a:xfrm>
                        <a:custGeom>
                          <a:avLst/>
                          <a:gdLst>
                            <a:gd name="T0" fmla="*/ 15 w 75"/>
                            <a:gd name="T1" fmla="*/ 12 h 75"/>
                            <a:gd name="T2" fmla="*/ 12 w 75"/>
                            <a:gd name="T3" fmla="*/ 59 h 75"/>
                            <a:gd name="T4" fmla="*/ 60 w 75"/>
                            <a:gd name="T5" fmla="*/ 62 h 75"/>
                            <a:gd name="T6" fmla="*/ 62 w 75"/>
                            <a:gd name="T7" fmla="*/ 15 h 75"/>
                            <a:gd name="T8" fmla="*/ 15 w 75"/>
                            <a:gd name="T9" fmla="*/ 12 h 75"/>
                          </a:gdLst>
                          <a:ahLst/>
                          <a:cxnLst>
                            <a:cxn ang="0">
                              <a:pos x="T0" y="T1"/>
                            </a:cxn>
                            <a:cxn ang="0">
                              <a:pos x="T2" y="T3"/>
                            </a:cxn>
                            <a:cxn ang="0">
                              <a:pos x="T4" y="T5"/>
                            </a:cxn>
                            <a:cxn ang="0">
                              <a:pos x="T6" y="T7"/>
                            </a:cxn>
                            <a:cxn ang="0">
                              <a:pos x="T8" y="T9"/>
                            </a:cxn>
                          </a:cxnLst>
                          <a:rect l="0" t="0" r="r" b="b"/>
                          <a:pathLst>
                            <a:path w="75" h="75">
                              <a:moveTo>
                                <a:pt x="15" y="12"/>
                              </a:moveTo>
                              <a:cubicBezTo>
                                <a:pt x="1" y="24"/>
                                <a:pt x="0" y="46"/>
                                <a:pt x="12" y="59"/>
                              </a:cubicBezTo>
                              <a:cubicBezTo>
                                <a:pt x="24" y="73"/>
                                <a:pt x="46" y="75"/>
                                <a:pt x="60" y="62"/>
                              </a:cubicBezTo>
                              <a:cubicBezTo>
                                <a:pt x="73" y="50"/>
                                <a:pt x="75" y="28"/>
                                <a:pt x="62" y="15"/>
                              </a:cubicBezTo>
                              <a:cubicBezTo>
                                <a:pt x="50" y="1"/>
                                <a:pt x="29" y="0"/>
                                <a:pt x="15" y="12"/>
                              </a:cubicBezTo>
                            </a:path>
                          </a:pathLst>
                        </a:custGeom>
                        <a:solidFill>
                          <a:srgbClr val="C3D2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472"/>
                      <wps:cNvSpPr>
                        <a:spLocks noChangeArrowheads="1"/>
                      </wps:cNvSpPr>
                      <wps:spPr bwMode="auto">
                        <a:xfrm>
                          <a:off x="9497" y="16359"/>
                          <a:ext cx="70" cy="71"/>
                        </a:xfrm>
                        <a:custGeom>
                          <a:avLst/>
                          <a:gdLst>
                            <a:gd name="T0" fmla="*/ 27 w 70"/>
                            <a:gd name="T1" fmla="*/ 5 h 71"/>
                            <a:gd name="T2" fmla="*/ 4 w 70"/>
                            <a:gd name="T3" fmla="*/ 44 h 71"/>
                            <a:gd name="T4" fmla="*/ 43 w 70"/>
                            <a:gd name="T5" fmla="*/ 67 h 71"/>
                            <a:gd name="T6" fmla="*/ 66 w 70"/>
                            <a:gd name="T7" fmla="*/ 28 h 71"/>
                            <a:gd name="T8" fmla="*/ 27 w 70"/>
                            <a:gd name="T9" fmla="*/ 5 h 71"/>
                          </a:gdLst>
                          <a:ahLst/>
                          <a:cxnLst>
                            <a:cxn ang="0">
                              <a:pos x="T0" y="T1"/>
                            </a:cxn>
                            <a:cxn ang="0">
                              <a:pos x="T2" y="T3"/>
                            </a:cxn>
                            <a:cxn ang="0">
                              <a:pos x="T4" y="T5"/>
                            </a:cxn>
                            <a:cxn ang="0">
                              <a:pos x="T6" y="T7"/>
                            </a:cxn>
                            <a:cxn ang="0">
                              <a:pos x="T8" y="T9"/>
                            </a:cxn>
                          </a:cxnLst>
                          <a:rect l="0" t="0" r="r" b="b"/>
                          <a:pathLst>
                            <a:path w="70" h="71">
                              <a:moveTo>
                                <a:pt x="27" y="5"/>
                              </a:moveTo>
                              <a:cubicBezTo>
                                <a:pt x="10" y="9"/>
                                <a:pt x="0" y="27"/>
                                <a:pt x="4" y="44"/>
                              </a:cubicBezTo>
                              <a:cubicBezTo>
                                <a:pt x="9" y="61"/>
                                <a:pt x="26" y="71"/>
                                <a:pt x="43" y="67"/>
                              </a:cubicBezTo>
                              <a:cubicBezTo>
                                <a:pt x="60" y="62"/>
                                <a:pt x="70" y="45"/>
                                <a:pt x="66" y="28"/>
                              </a:cubicBezTo>
                              <a:cubicBezTo>
                                <a:pt x="61" y="11"/>
                                <a:pt x="44" y="0"/>
                                <a:pt x="27" y="5"/>
                              </a:cubicBezTo>
                            </a:path>
                          </a:pathLst>
                        </a:custGeom>
                        <a:solidFill>
                          <a:srgbClr val="C3D2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0" name="Freeform 473"/>
                      <wps:cNvSpPr>
                        <a:spLocks noChangeArrowheads="1"/>
                      </wps:cNvSpPr>
                      <wps:spPr bwMode="auto">
                        <a:xfrm>
                          <a:off x="9504" y="16289"/>
                          <a:ext cx="67" cy="67"/>
                        </a:xfrm>
                        <a:custGeom>
                          <a:avLst/>
                          <a:gdLst>
                            <a:gd name="T0" fmla="*/ 40 w 67"/>
                            <a:gd name="T1" fmla="*/ 4 h 67"/>
                            <a:gd name="T2" fmla="*/ 4 w 67"/>
                            <a:gd name="T3" fmla="*/ 27 h 67"/>
                            <a:gd name="T4" fmla="*/ 27 w 67"/>
                            <a:gd name="T5" fmla="*/ 63 h 67"/>
                            <a:gd name="T6" fmla="*/ 63 w 67"/>
                            <a:gd name="T7" fmla="*/ 40 h 67"/>
                            <a:gd name="T8" fmla="*/ 40 w 67"/>
                            <a:gd name="T9" fmla="*/ 4 h 67"/>
                          </a:gdLst>
                          <a:ahLst/>
                          <a:cxnLst>
                            <a:cxn ang="0">
                              <a:pos x="T0" y="T1"/>
                            </a:cxn>
                            <a:cxn ang="0">
                              <a:pos x="T2" y="T3"/>
                            </a:cxn>
                            <a:cxn ang="0">
                              <a:pos x="T4" y="T5"/>
                            </a:cxn>
                            <a:cxn ang="0">
                              <a:pos x="T6" y="T7"/>
                            </a:cxn>
                            <a:cxn ang="0">
                              <a:pos x="T8" y="T9"/>
                            </a:cxn>
                          </a:cxnLst>
                          <a:rect l="0" t="0" r="r" b="b"/>
                          <a:pathLst>
                            <a:path w="67" h="67">
                              <a:moveTo>
                                <a:pt x="40" y="4"/>
                              </a:moveTo>
                              <a:cubicBezTo>
                                <a:pt x="24" y="0"/>
                                <a:pt x="7" y="10"/>
                                <a:pt x="4" y="27"/>
                              </a:cubicBezTo>
                              <a:cubicBezTo>
                                <a:pt x="0" y="43"/>
                                <a:pt x="11" y="59"/>
                                <a:pt x="27" y="63"/>
                              </a:cubicBezTo>
                              <a:cubicBezTo>
                                <a:pt x="43" y="67"/>
                                <a:pt x="60" y="56"/>
                                <a:pt x="63" y="40"/>
                              </a:cubicBezTo>
                              <a:cubicBezTo>
                                <a:pt x="67" y="23"/>
                                <a:pt x="56" y="7"/>
                                <a:pt x="40" y="4"/>
                              </a:cubicBezTo>
                            </a:path>
                          </a:pathLst>
                        </a:custGeom>
                        <a:solidFill>
                          <a:srgbClr val="C3D2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1" name="Freeform 474"/>
                      <wps:cNvSpPr>
                        <a:spLocks noChangeArrowheads="1"/>
                      </wps:cNvSpPr>
                      <wps:spPr bwMode="auto">
                        <a:xfrm>
                          <a:off x="9541" y="16228"/>
                          <a:ext cx="66" cy="66"/>
                        </a:xfrm>
                        <a:custGeom>
                          <a:avLst/>
                          <a:gdLst>
                            <a:gd name="T0" fmla="*/ 40 w 66"/>
                            <a:gd name="T1" fmla="*/ 3 h 66"/>
                            <a:gd name="T2" fmla="*/ 3 w 66"/>
                            <a:gd name="T3" fmla="*/ 26 h 66"/>
                            <a:gd name="T4" fmla="*/ 27 w 66"/>
                            <a:gd name="T5" fmla="*/ 63 h 66"/>
                            <a:gd name="T6" fmla="*/ 63 w 66"/>
                            <a:gd name="T7" fmla="*/ 39 h 66"/>
                            <a:gd name="T8" fmla="*/ 40 w 66"/>
                            <a:gd name="T9" fmla="*/ 3 h 66"/>
                          </a:gdLst>
                          <a:ahLst/>
                          <a:cxnLst>
                            <a:cxn ang="0">
                              <a:pos x="T0" y="T1"/>
                            </a:cxn>
                            <a:cxn ang="0">
                              <a:pos x="T2" y="T3"/>
                            </a:cxn>
                            <a:cxn ang="0">
                              <a:pos x="T4" y="T5"/>
                            </a:cxn>
                            <a:cxn ang="0">
                              <a:pos x="T6" y="T7"/>
                            </a:cxn>
                            <a:cxn ang="0">
                              <a:pos x="T8" y="T9"/>
                            </a:cxn>
                          </a:cxnLst>
                          <a:rect l="0" t="0" r="r" b="b"/>
                          <a:pathLst>
                            <a:path w="66" h="66">
                              <a:moveTo>
                                <a:pt x="40" y="3"/>
                              </a:moveTo>
                              <a:cubicBezTo>
                                <a:pt x="23" y="0"/>
                                <a:pt x="7" y="10"/>
                                <a:pt x="3" y="26"/>
                              </a:cubicBezTo>
                              <a:cubicBezTo>
                                <a:pt x="0" y="43"/>
                                <a:pt x="10" y="59"/>
                                <a:pt x="27" y="63"/>
                              </a:cubicBezTo>
                              <a:cubicBezTo>
                                <a:pt x="43" y="66"/>
                                <a:pt x="59" y="56"/>
                                <a:pt x="63" y="39"/>
                              </a:cubicBezTo>
                              <a:cubicBezTo>
                                <a:pt x="66" y="23"/>
                                <a:pt x="56" y="7"/>
                                <a:pt x="40" y="3"/>
                              </a:cubicBezTo>
                            </a:path>
                          </a:pathLst>
                        </a:custGeom>
                        <a:solidFill>
                          <a:srgbClr val="C3D2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2" name="Freeform 475"/>
                      <wps:cNvSpPr>
                        <a:spLocks noChangeArrowheads="1"/>
                      </wps:cNvSpPr>
                      <wps:spPr bwMode="auto">
                        <a:xfrm>
                          <a:off x="9587" y="16479"/>
                          <a:ext cx="70" cy="70"/>
                        </a:xfrm>
                        <a:custGeom>
                          <a:avLst/>
                          <a:gdLst>
                            <a:gd name="T0" fmla="*/ 0 w 70"/>
                            <a:gd name="T1" fmla="*/ 35 h 70"/>
                            <a:gd name="T2" fmla="*/ 35 w 70"/>
                            <a:gd name="T3" fmla="*/ 0 h 70"/>
                            <a:gd name="T4" fmla="*/ 70 w 70"/>
                            <a:gd name="T5" fmla="*/ 35 h 70"/>
                            <a:gd name="T6" fmla="*/ 35 w 70"/>
                            <a:gd name="T7" fmla="*/ 70 h 70"/>
                            <a:gd name="T8" fmla="*/ 0 w 70"/>
                            <a:gd name="T9" fmla="*/ 35 h 70"/>
                          </a:gdLst>
                          <a:ahLst/>
                          <a:cxnLst>
                            <a:cxn ang="0">
                              <a:pos x="T0" y="T1"/>
                            </a:cxn>
                            <a:cxn ang="0">
                              <a:pos x="T2" y="T3"/>
                            </a:cxn>
                            <a:cxn ang="0">
                              <a:pos x="T4" y="T5"/>
                            </a:cxn>
                            <a:cxn ang="0">
                              <a:pos x="T6" y="T7"/>
                            </a:cxn>
                            <a:cxn ang="0">
                              <a:pos x="T8" y="T9"/>
                            </a:cxn>
                          </a:cxnLst>
                          <a:rect l="0" t="0" r="r" b="b"/>
                          <a:pathLst>
                            <a:path w="70" h="70">
                              <a:moveTo>
                                <a:pt x="0" y="35"/>
                              </a:moveTo>
                              <a:cubicBezTo>
                                <a:pt x="0" y="16"/>
                                <a:pt x="16" y="0"/>
                                <a:pt x="35" y="0"/>
                              </a:cubicBezTo>
                              <a:cubicBezTo>
                                <a:pt x="54" y="0"/>
                                <a:pt x="70" y="16"/>
                                <a:pt x="70" y="35"/>
                              </a:cubicBezTo>
                              <a:cubicBezTo>
                                <a:pt x="70" y="54"/>
                                <a:pt x="54" y="70"/>
                                <a:pt x="35" y="70"/>
                              </a:cubicBezTo>
                              <a:cubicBezTo>
                                <a:pt x="16" y="70"/>
                                <a:pt x="0" y="54"/>
                                <a:pt x="0" y="35"/>
                              </a:cubicBezTo>
                            </a:path>
                          </a:pathLst>
                        </a:custGeom>
                        <a:solidFill>
                          <a:srgbClr val="C3D2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3" name="Freeform 477"/>
                      <wps:cNvSpPr>
                        <a:spLocks noChangeArrowheads="1"/>
                      </wps:cNvSpPr>
                      <wps:spPr bwMode="auto">
                        <a:xfrm>
                          <a:off x="9395" y="16466"/>
                          <a:ext cx="97" cy="97"/>
                        </a:xfrm>
                        <a:custGeom>
                          <a:avLst/>
                          <a:gdLst>
                            <a:gd name="T0" fmla="*/ 0 w 97"/>
                            <a:gd name="T1" fmla="*/ 48 h 97"/>
                            <a:gd name="T2" fmla="*/ 49 w 97"/>
                            <a:gd name="T3" fmla="*/ 0 h 97"/>
                            <a:gd name="T4" fmla="*/ 97 w 97"/>
                            <a:gd name="T5" fmla="*/ 48 h 97"/>
                            <a:gd name="T6" fmla="*/ 49 w 97"/>
                            <a:gd name="T7" fmla="*/ 97 h 97"/>
                            <a:gd name="T8" fmla="*/ 0 w 97"/>
                            <a:gd name="T9" fmla="*/ 48 h 97"/>
                          </a:gdLst>
                          <a:ahLst/>
                          <a:cxnLst>
                            <a:cxn ang="0">
                              <a:pos x="T0" y="T1"/>
                            </a:cxn>
                            <a:cxn ang="0">
                              <a:pos x="T2" y="T3"/>
                            </a:cxn>
                            <a:cxn ang="0">
                              <a:pos x="T4" y="T5"/>
                            </a:cxn>
                            <a:cxn ang="0">
                              <a:pos x="T6" y="T7"/>
                            </a:cxn>
                            <a:cxn ang="0">
                              <a:pos x="T8" y="T9"/>
                            </a:cxn>
                          </a:cxnLst>
                          <a:rect l="0" t="0" r="r" b="b"/>
                          <a:pathLst>
                            <a:path w="97" h="97">
                              <a:moveTo>
                                <a:pt x="0" y="48"/>
                              </a:moveTo>
                              <a:cubicBezTo>
                                <a:pt x="0" y="21"/>
                                <a:pt x="22" y="0"/>
                                <a:pt x="49" y="0"/>
                              </a:cubicBezTo>
                              <a:cubicBezTo>
                                <a:pt x="75" y="0"/>
                                <a:pt x="97" y="21"/>
                                <a:pt x="97" y="48"/>
                              </a:cubicBezTo>
                              <a:cubicBezTo>
                                <a:pt x="97" y="75"/>
                                <a:pt x="75" y="97"/>
                                <a:pt x="49" y="97"/>
                              </a:cubicBezTo>
                              <a:cubicBezTo>
                                <a:pt x="22" y="97"/>
                                <a:pt x="0" y="75"/>
                                <a:pt x="0" y="48"/>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4" name="Freeform 478"/>
                      <wps:cNvSpPr>
                        <a:spLocks noChangeArrowheads="1"/>
                      </wps:cNvSpPr>
                      <wps:spPr bwMode="auto">
                        <a:xfrm>
                          <a:off x="9317" y="16384"/>
                          <a:ext cx="104" cy="104"/>
                        </a:xfrm>
                        <a:custGeom>
                          <a:avLst/>
                          <a:gdLst>
                            <a:gd name="T0" fmla="*/ 34 w 104"/>
                            <a:gd name="T1" fmla="*/ 10 h 104"/>
                            <a:gd name="T2" fmla="*/ 10 w 104"/>
                            <a:gd name="T3" fmla="*/ 71 h 104"/>
                            <a:gd name="T4" fmla="*/ 71 w 104"/>
                            <a:gd name="T5" fmla="*/ 94 h 104"/>
                            <a:gd name="T6" fmla="*/ 94 w 104"/>
                            <a:gd name="T7" fmla="*/ 34 h 104"/>
                            <a:gd name="T8" fmla="*/ 34 w 104"/>
                            <a:gd name="T9" fmla="*/ 10 h 104"/>
                          </a:gdLst>
                          <a:ahLst/>
                          <a:cxnLst>
                            <a:cxn ang="0">
                              <a:pos x="T0" y="T1"/>
                            </a:cxn>
                            <a:cxn ang="0">
                              <a:pos x="T2" y="T3"/>
                            </a:cxn>
                            <a:cxn ang="0">
                              <a:pos x="T4" y="T5"/>
                            </a:cxn>
                            <a:cxn ang="0">
                              <a:pos x="T6" y="T7"/>
                            </a:cxn>
                            <a:cxn ang="0">
                              <a:pos x="T8" y="T9"/>
                            </a:cxn>
                          </a:cxnLst>
                          <a:rect l="0" t="0" r="r" b="b"/>
                          <a:pathLst>
                            <a:path w="104" h="104">
                              <a:moveTo>
                                <a:pt x="34" y="10"/>
                              </a:moveTo>
                              <a:cubicBezTo>
                                <a:pt x="11" y="21"/>
                                <a:pt x="0" y="48"/>
                                <a:pt x="10" y="71"/>
                              </a:cubicBezTo>
                              <a:cubicBezTo>
                                <a:pt x="20" y="94"/>
                                <a:pt x="47" y="104"/>
                                <a:pt x="71" y="94"/>
                              </a:cubicBezTo>
                              <a:cubicBezTo>
                                <a:pt x="94" y="84"/>
                                <a:pt x="104" y="57"/>
                                <a:pt x="94" y="34"/>
                              </a:cubicBezTo>
                              <a:cubicBezTo>
                                <a:pt x="84" y="11"/>
                                <a:pt x="57" y="0"/>
                                <a:pt x="34" y="10"/>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5" name="Freeform 479"/>
                      <wps:cNvSpPr>
                        <a:spLocks noChangeArrowheads="1"/>
                      </wps:cNvSpPr>
                      <wps:spPr bwMode="auto">
                        <a:xfrm>
                          <a:off x="9307" y="16295"/>
                          <a:ext cx="90" cy="90"/>
                        </a:xfrm>
                        <a:custGeom>
                          <a:avLst/>
                          <a:gdLst>
                            <a:gd name="T0" fmla="*/ 47 w 90"/>
                            <a:gd name="T1" fmla="*/ 1 h 90"/>
                            <a:gd name="T2" fmla="*/ 1 w 90"/>
                            <a:gd name="T3" fmla="*/ 42 h 90"/>
                            <a:gd name="T4" fmla="*/ 42 w 90"/>
                            <a:gd name="T5" fmla="*/ 88 h 90"/>
                            <a:gd name="T6" fmla="*/ 88 w 90"/>
                            <a:gd name="T7" fmla="*/ 47 h 90"/>
                            <a:gd name="T8" fmla="*/ 47 w 90"/>
                            <a:gd name="T9" fmla="*/ 1 h 90"/>
                          </a:gdLst>
                          <a:ahLst/>
                          <a:cxnLst>
                            <a:cxn ang="0">
                              <a:pos x="T0" y="T1"/>
                            </a:cxn>
                            <a:cxn ang="0">
                              <a:pos x="T2" y="T3"/>
                            </a:cxn>
                            <a:cxn ang="0">
                              <a:pos x="T4" y="T5"/>
                            </a:cxn>
                            <a:cxn ang="0">
                              <a:pos x="T6" y="T7"/>
                            </a:cxn>
                            <a:cxn ang="0">
                              <a:pos x="T8" y="T9"/>
                            </a:cxn>
                          </a:cxnLst>
                          <a:rect l="0" t="0" r="r" b="b"/>
                          <a:pathLst>
                            <a:path w="90" h="90">
                              <a:moveTo>
                                <a:pt x="47" y="1"/>
                              </a:moveTo>
                              <a:cubicBezTo>
                                <a:pt x="23" y="0"/>
                                <a:pt x="3" y="18"/>
                                <a:pt x="1" y="42"/>
                              </a:cubicBezTo>
                              <a:cubicBezTo>
                                <a:pt x="0" y="66"/>
                                <a:pt x="18" y="87"/>
                                <a:pt x="42" y="88"/>
                              </a:cubicBezTo>
                              <a:cubicBezTo>
                                <a:pt x="66" y="90"/>
                                <a:pt x="87" y="71"/>
                                <a:pt x="88" y="47"/>
                              </a:cubicBezTo>
                              <a:cubicBezTo>
                                <a:pt x="90" y="23"/>
                                <a:pt x="71" y="3"/>
                                <a:pt x="47" y="1"/>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6" name="Freeform 480"/>
                      <wps:cNvSpPr>
                        <a:spLocks noChangeArrowheads="1"/>
                      </wps:cNvSpPr>
                      <wps:spPr bwMode="auto">
                        <a:xfrm>
                          <a:off x="9338" y="16204"/>
                          <a:ext cx="94" cy="95"/>
                        </a:xfrm>
                        <a:custGeom>
                          <a:avLst/>
                          <a:gdLst>
                            <a:gd name="T0" fmla="*/ 68 w 94"/>
                            <a:gd name="T1" fmla="*/ 12 h 95"/>
                            <a:gd name="T2" fmla="*/ 11 w 94"/>
                            <a:gd name="T3" fmla="*/ 26 h 95"/>
                            <a:gd name="T4" fmla="*/ 26 w 94"/>
                            <a:gd name="T5" fmla="*/ 83 h 95"/>
                            <a:gd name="T6" fmla="*/ 83 w 94"/>
                            <a:gd name="T7" fmla="*/ 68 h 95"/>
                            <a:gd name="T8" fmla="*/ 68 w 94"/>
                            <a:gd name="T9" fmla="*/ 12 h 95"/>
                          </a:gdLst>
                          <a:ahLst/>
                          <a:cxnLst>
                            <a:cxn ang="0">
                              <a:pos x="T0" y="T1"/>
                            </a:cxn>
                            <a:cxn ang="0">
                              <a:pos x="T2" y="T3"/>
                            </a:cxn>
                            <a:cxn ang="0">
                              <a:pos x="T4" y="T5"/>
                            </a:cxn>
                            <a:cxn ang="0">
                              <a:pos x="T6" y="T7"/>
                            </a:cxn>
                            <a:cxn ang="0">
                              <a:pos x="T8" y="T9"/>
                            </a:cxn>
                          </a:cxnLst>
                          <a:rect l="0" t="0" r="r" b="b"/>
                          <a:pathLst>
                            <a:path w="94" h="95">
                              <a:moveTo>
                                <a:pt x="68" y="12"/>
                              </a:moveTo>
                              <a:cubicBezTo>
                                <a:pt x="48" y="0"/>
                                <a:pt x="23" y="7"/>
                                <a:pt x="11" y="26"/>
                              </a:cubicBezTo>
                              <a:cubicBezTo>
                                <a:pt x="0" y="46"/>
                                <a:pt x="6" y="71"/>
                                <a:pt x="26" y="83"/>
                              </a:cubicBezTo>
                              <a:cubicBezTo>
                                <a:pt x="46" y="95"/>
                                <a:pt x="71" y="88"/>
                                <a:pt x="83" y="68"/>
                              </a:cubicBezTo>
                              <a:cubicBezTo>
                                <a:pt x="94" y="48"/>
                                <a:pt x="88" y="23"/>
                                <a:pt x="68" y="12"/>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7" name="Freeform 481"/>
                      <wps:cNvSpPr>
                        <a:spLocks noChangeArrowheads="1"/>
                      </wps:cNvSpPr>
                      <wps:spPr bwMode="auto">
                        <a:xfrm>
                          <a:off x="9412" y="16146"/>
                          <a:ext cx="90" cy="90"/>
                        </a:xfrm>
                        <a:custGeom>
                          <a:avLst/>
                          <a:gdLst>
                            <a:gd name="T0" fmla="*/ 78 w 90"/>
                            <a:gd name="T1" fmla="*/ 24 h 90"/>
                            <a:gd name="T2" fmla="*/ 23 w 90"/>
                            <a:gd name="T3" fmla="*/ 12 h 90"/>
                            <a:gd name="T4" fmla="*/ 12 w 90"/>
                            <a:gd name="T5" fmla="*/ 67 h 90"/>
                            <a:gd name="T6" fmla="*/ 66 w 90"/>
                            <a:gd name="T7" fmla="*/ 78 h 90"/>
                            <a:gd name="T8" fmla="*/ 78 w 90"/>
                            <a:gd name="T9" fmla="*/ 24 h 90"/>
                          </a:gdLst>
                          <a:ahLst/>
                          <a:cxnLst>
                            <a:cxn ang="0">
                              <a:pos x="T0" y="T1"/>
                            </a:cxn>
                            <a:cxn ang="0">
                              <a:pos x="T2" y="T3"/>
                            </a:cxn>
                            <a:cxn ang="0">
                              <a:pos x="T4" y="T5"/>
                            </a:cxn>
                            <a:cxn ang="0">
                              <a:pos x="T6" y="T7"/>
                            </a:cxn>
                            <a:cxn ang="0">
                              <a:pos x="T8" y="T9"/>
                            </a:cxn>
                          </a:cxnLst>
                          <a:rect l="0" t="0" r="r" b="b"/>
                          <a:pathLst>
                            <a:path w="90" h="90">
                              <a:moveTo>
                                <a:pt x="78" y="24"/>
                              </a:moveTo>
                              <a:cubicBezTo>
                                <a:pt x="66" y="6"/>
                                <a:pt x="42" y="0"/>
                                <a:pt x="23" y="12"/>
                              </a:cubicBezTo>
                              <a:cubicBezTo>
                                <a:pt x="5" y="24"/>
                                <a:pt x="0" y="48"/>
                                <a:pt x="12" y="67"/>
                              </a:cubicBezTo>
                              <a:cubicBezTo>
                                <a:pt x="24" y="85"/>
                                <a:pt x="48" y="90"/>
                                <a:pt x="66" y="78"/>
                              </a:cubicBezTo>
                              <a:cubicBezTo>
                                <a:pt x="84" y="67"/>
                                <a:pt x="90" y="42"/>
                                <a:pt x="78" y="24"/>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8" name="Freeform 482"/>
                      <wps:cNvSpPr>
                        <a:spLocks noChangeArrowheads="1"/>
                      </wps:cNvSpPr>
                      <wps:spPr bwMode="auto">
                        <a:xfrm>
                          <a:off x="9505" y="16135"/>
                          <a:ext cx="78" cy="78"/>
                        </a:xfrm>
                        <a:custGeom>
                          <a:avLst/>
                          <a:gdLst>
                            <a:gd name="T0" fmla="*/ 76 w 78"/>
                            <a:gd name="T1" fmla="*/ 35 h 78"/>
                            <a:gd name="T2" fmla="*/ 35 w 78"/>
                            <a:gd name="T3" fmla="*/ 2 h 78"/>
                            <a:gd name="T4" fmla="*/ 2 w 78"/>
                            <a:gd name="T5" fmla="*/ 43 h 78"/>
                            <a:gd name="T6" fmla="*/ 43 w 78"/>
                            <a:gd name="T7" fmla="*/ 76 h 78"/>
                            <a:gd name="T8" fmla="*/ 76 w 78"/>
                            <a:gd name="T9" fmla="*/ 35 h 78"/>
                          </a:gdLst>
                          <a:ahLst/>
                          <a:cxnLst>
                            <a:cxn ang="0">
                              <a:pos x="T0" y="T1"/>
                            </a:cxn>
                            <a:cxn ang="0">
                              <a:pos x="T2" y="T3"/>
                            </a:cxn>
                            <a:cxn ang="0">
                              <a:pos x="T4" y="T5"/>
                            </a:cxn>
                            <a:cxn ang="0">
                              <a:pos x="T6" y="T7"/>
                            </a:cxn>
                            <a:cxn ang="0">
                              <a:pos x="T8" y="T9"/>
                            </a:cxn>
                          </a:cxnLst>
                          <a:rect l="0" t="0" r="r" b="b"/>
                          <a:pathLst>
                            <a:path w="78" h="78">
                              <a:moveTo>
                                <a:pt x="76" y="35"/>
                              </a:moveTo>
                              <a:cubicBezTo>
                                <a:pt x="74" y="15"/>
                                <a:pt x="56" y="0"/>
                                <a:pt x="35" y="2"/>
                              </a:cubicBezTo>
                              <a:cubicBezTo>
                                <a:pt x="15" y="4"/>
                                <a:pt x="0" y="22"/>
                                <a:pt x="2" y="43"/>
                              </a:cubicBezTo>
                              <a:cubicBezTo>
                                <a:pt x="4" y="63"/>
                                <a:pt x="22" y="78"/>
                                <a:pt x="43" y="76"/>
                              </a:cubicBezTo>
                              <a:cubicBezTo>
                                <a:pt x="63" y="74"/>
                                <a:pt x="78" y="56"/>
                                <a:pt x="76" y="35"/>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9" name="Freeform 483"/>
                      <wps:cNvSpPr>
                        <a:spLocks noChangeArrowheads="1"/>
                      </wps:cNvSpPr>
                      <wps:spPr bwMode="auto">
                        <a:xfrm>
                          <a:off x="9639" y="16220"/>
                          <a:ext cx="75" cy="75"/>
                        </a:xfrm>
                        <a:custGeom>
                          <a:avLst/>
                          <a:gdLst>
                            <a:gd name="T0" fmla="*/ 60 w 75"/>
                            <a:gd name="T1" fmla="*/ 63 h 75"/>
                            <a:gd name="T2" fmla="*/ 63 w 75"/>
                            <a:gd name="T3" fmla="*/ 15 h 75"/>
                            <a:gd name="T4" fmla="*/ 16 w 75"/>
                            <a:gd name="T5" fmla="*/ 13 h 75"/>
                            <a:gd name="T6" fmla="*/ 13 w 75"/>
                            <a:gd name="T7" fmla="*/ 60 h 75"/>
                            <a:gd name="T8" fmla="*/ 60 w 75"/>
                            <a:gd name="T9" fmla="*/ 63 h 75"/>
                          </a:gdLst>
                          <a:ahLst/>
                          <a:cxnLst>
                            <a:cxn ang="0">
                              <a:pos x="T0" y="T1"/>
                            </a:cxn>
                            <a:cxn ang="0">
                              <a:pos x="T2" y="T3"/>
                            </a:cxn>
                            <a:cxn ang="0">
                              <a:pos x="T4" y="T5"/>
                            </a:cxn>
                            <a:cxn ang="0">
                              <a:pos x="T6" y="T7"/>
                            </a:cxn>
                            <a:cxn ang="0">
                              <a:pos x="T8" y="T9"/>
                            </a:cxn>
                          </a:cxnLst>
                          <a:rect l="0" t="0" r="r" b="b"/>
                          <a:pathLst>
                            <a:path w="75" h="75">
                              <a:moveTo>
                                <a:pt x="60" y="63"/>
                              </a:moveTo>
                              <a:cubicBezTo>
                                <a:pt x="74" y="50"/>
                                <a:pt x="75" y="29"/>
                                <a:pt x="63" y="15"/>
                              </a:cubicBezTo>
                              <a:cubicBezTo>
                                <a:pt x="51" y="1"/>
                                <a:pt x="29" y="0"/>
                                <a:pt x="16" y="13"/>
                              </a:cubicBezTo>
                              <a:cubicBezTo>
                                <a:pt x="2" y="25"/>
                                <a:pt x="0" y="46"/>
                                <a:pt x="13" y="60"/>
                              </a:cubicBezTo>
                              <a:cubicBezTo>
                                <a:pt x="25" y="74"/>
                                <a:pt x="46" y="75"/>
                                <a:pt x="60" y="6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0" name="Freeform 484"/>
                      <wps:cNvSpPr>
                        <a:spLocks noChangeArrowheads="1"/>
                      </wps:cNvSpPr>
                      <wps:spPr bwMode="auto">
                        <a:xfrm>
                          <a:off x="9677" y="16286"/>
                          <a:ext cx="70" cy="71"/>
                        </a:xfrm>
                        <a:custGeom>
                          <a:avLst/>
                          <a:gdLst>
                            <a:gd name="T0" fmla="*/ 43 w 70"/>
                            <a:gd name="T1" fmla="*/ 67 h 71"/>
                            <a:gd name="T2" fmla="*/ 66 w 70"/>
                            <a:gd name="T3" fmla="*/ 28 h 71"/>
                            <a:gd name="T4" fmla="*/ 27 w 70"/>
                            <a:gd name="T5" fmla="*/ 5 h 71"/>
                            <a:gd name="T6" fmla="*/ 4 w 70"/>
                            <a:gd name="T7" fmla="*/ 44 h 71"/>
                            <a:gd name="T8" fmla="*/ 43 w 70"/>
                            <a:gd name="T9" fmla="*/ 67 h 71"/>
                          </a:gdLst>
                          <a:ahLst/>
                          <a:cxnLst>
                            <a:cxn ang="0">
                              <a:pos x="T0" y="T1"/>
                            </a:cxn>
                            <a:cxn ang="0">
                              <a:pos x="T2" y="T3"/>
                            </a:cxn>
                            <a:cxn ang="0">
                              <a:pos x="T4" y="T5"/>
                            </a:cxn>
                            <a:cxn ang="0">
                              <a:pos x="T6" y="T7"/>
                            </a:cxn>
                            <a:cxn ang="0">
                              <a:pos x="T8" y="T9"/>
                            </a:cxn>
                          </a:cxnLst>
                          <a:rect l="0" t="0" r="r" b="b"/>
                          <a:pathLst>
                            <a:path w="70" h="71">
                              <a:moveTo>
                                <a:pt x="43" y="67"/>
                              </a:moveTo>
                              <a:cubicBezTo>
                                <a:pt x="60" y="62"/>
                                <a:pt x="70" y="45"/>
                                <a:pt x="66" y="28"/>
                              </a:cubicBezTo>
                              <a:cubicBezTo>
                                <a:pt x="62" y="11"/>
                                <a:pt x="44" y="0"/>
                                <a:pt x="27" y="5"/>
                              </a:cubicBezTo>
                              <a:cubicBezTo>
                                <a:pt x="10" y="9"/>
                                <a:pt x="0" y="27"/>
                                <a:pt x="4" y="44"/>
                              </a:cubicBezTo>
                              <a:cubicBezTo>
                                <a:pt x="9" y="61"/>
                                <a:pt x="26" y="71"/>
                                <a:pt x="43" y="67"/>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1" name="Freeform 485"/>
                      <wps:cNvSpPr>
                        <a:spLocks noChangeArrowheads="1"/>
                      </wps:cNvSpPr>
                      <wps:spPr bwMode="auto">
                        <a:xfrm>
                          <a:off x="9673" y="16361"/>
                          <a:ext cx="67" cy="67"/>
                        </a:xfrm>
                        <a:custGeom>
                          <a:avLst/>
                          <a:gdLst>
                            <a:gd name="T0" fmla="*/ 27 w 67"/>
                            <a:gd name="T1" fmla="*/ 63 h 67"/>
                            <a:gd name="T2" fmla="*/ 63 w 67"/>
                            <a:gd name="T3" fmla="*/ 40 h 67"/>
                            <a:gd name="T4" fmla="*/ 40 w 67"/>
                            <a:gd name="T5" fmla="*/ 4 h 67"/>
                            <a:gd name="T6" fmla="*/ 4 w 67"/>
                            <a:gd name="T7" fmla="*/ 27 h 67"/>
                            <a:gd name="T8" fmla="*/ 27 w 67"/>
                            <a:gd name="T9" fmla="*/ 63 h 67"/>
                          </a:gdLst>
                          <a:ahLst/>
                          <a:cxnLst>
                            <a:cxn ang="0">
                              <a:pos x="T0" y="T1"/>
                            </a:cxn>
                            <a:cxn ang="0">
                              <a:pos x="T2" y="T3"/>
                            </a:cxn>
                            <a:cxn ang="0">
                              <a:pos x="T4" y="T5"/>
                            </a:cxn>
                            <a:cxn ang="0">
                              <a:pos x="T6" y="T7"/>
                            </a:cxn>
                            <a:cxn ang="0">
                              <a:pos x="T8" y="T9"/>
                            </a:cxn>
                          </a:cxnLst>
                          <a:rect l="0" t="0" r="r" b="b"/>
                          <a:pathLst>
                            <a:path w="67" h="67">
                              <a:moveTo>
                                <a:pt x="27" y="63"/>
                              </a:moveTo>
                              <a:cubicBezTo>
                                <a:pt x="44" y="67"/>
                                <a:pt x="60" y="56"/>
                                <a:pt x="63" y="40"/>
                              </a:cubicBezTo>
                              <a:cubicBezTo>
                                <a:pt x="67" y="24"/>
                                <a:pt x="56" y="7"/>
                                <a:pt x="40" y="4"/>
                              </a:cubicBezTo>
                              <a:cubicBezTo>
                                <a:pt x="24" y="0"/>
                                <a:pt x="7" y="11"/>
                                <a:pt x="4" y="27"/>
                              </a:cubicBezTo>
                              <a:cubicBezTo>
                                <a:pt x="0" y="43"/>
                                <a:pt x="11" y="60"/>
                                <a:pt x="27" y="6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2" name="Freeform 486"/>
                      <wps:cNvSpPr>
                        <a:spLocks noChangeArrowheads="1"/>
                      </wps:cNvSpPr>
                      <wps:spPr bwMode="auto">
                        <a:xfrm>
                          <a:off x="9637" y="16423"/>
                          <a:ext cx="66" cy="66"/>
                        </a:xfrm>
                        <a:custGeom>
                          <a:avLst/>
                          <a:gdLst>
                            <a:gd name="T0" fmla="*/ 26 w 66"/>
                            <a:gd name="T1" fmla="*/ 63 h 66"/>
                            <a:gd name="T2" fmla="*/ 63 w 66"/>
                            <a:gd name="T3" fmla="*/ 39 h 66"/>
                            <a:gd name="T4" fmla="*/ 39 w 66"/>
                            <a:gd name="T5" fmla="*/ 3 h 66"/>
                            <a:gd name="T6" fmla="*/ 3 w 66"/>
                            <a:gd name="T7" fmla="*/ 26 h 66"/>
                            <a:gd name="T8" fmla="*/ 26 w 66"/>
                            <a:gd name="T9" fmla="*/ 63 h 66"/>
                          </a:gdLst>
                          <a:ahLst/>
                          <a:cxnLst>
                            <a:cxn ang="0">
                              <a:pos x="T0" y="T1"/>
                            </a:cxn>
                            <a:cxn ang="0">
                              <a:pos x="T2" y="T3"/>
                            </a:cxn>
                            <a:cxn ang="0">
                              <a:pos x="T4" y="T5"/>
                            </a:cxn>
                            <a:cxn ang="0">
                              <a:pos x="T6" y="T7"/>
                            </a:cxn>
                            <a:cxn ang="0">
                              <a:pos x="T8" y="T9"/>
                            </a:cxn>
                          </a:cxnLst>
                          <a:rect l="0" t="0" r="r" b="b"/>
                          <a:pathLst>
                            <a:path w="66" h="66">
                              <a:moveTo>
                                <a:pt x="26" y="63"/>
                              </a:moveTo>
                              <a:cubicBezTo>
                                <a:pt x="43" y="66"/>
                                <a:pt x="59" y="56"/>
                                <a:pt x="63" y="39"/>
                              </a:cubicBezTo>
                              <a:cubicBezTo>
                                <a:pt x="66" y="23"/>
                                <a:pt x="56" y="7"/>
                                <a:pt x="39" y="3"/>
                              </a:cubicBezTo>
                              <a:cubicBezTo>
                                <a:pt x="23" y="0"/>
                                <a:pt x="7" y="10"/>
                                <a:pt x="3" y="26"/>
                              </a:cubicBezTo>
                              <a:cubicBezTo>
                                <a:pt x="0" y="43"/>
                                <a:pt x="10" y="59"/>
                                <a:pt x="26" y="6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3" name="Freeform 487"/>
                      <wps:cNvSpPr>
                        <a:spLocks noChangeArrowheads="1"/>
                      </wps:cNvSpPr>
                      <wps:spPr bwMode="auto">
                        <a:xfrm>
                          <a:off x="9587" y="16168"/>
                          <a:ext cx="70" cy="69"/>
                        </a:xfrm>
                        <a:custGeom>
                          <a:avLst/>
                          <a:gdLst>
                            <a:gd name="T0" fmla="*/ 70 w 70"/>
                            <a:gd name="T1" fmla="*/ 35 h 69"/>
                            <a:gd name="T2" fmla="*/ 35 w 70"/>
                            <a:gd name="T3" fmla="*/ 69 h 69"/>
                            <a:gd name="T4" fmla="*/ 0 w 70"/>
                            <a:gd name="T5" fmla="*/ 35 h 69"/>
                            <a:gd name="T6" fmla="*/ 35 w 70"/>
                            <a:gd name="T7" fmla="*/ 0 h 69"/>
                            <a:gd name="T8" fmla="*/ 70 w 70"/>
                            <a:gd name="T9" fmla="*/ 35 h 69"/>
                          </a:gdLst>
                          <a:ahLst/>
                          <a:cxnLst>
                            <a:cxn ang="0">
                              <a:pos x="T0" y="T1"/>
                            </a:cxn>
                            <a:cxn ang="0">
                              <a:pos x="T2" y="T3"/>
                            </a:cxn>
                            <a:cxn ang="0">
                              <a:pos x="T4" y="T5"/>
                            </a:cxn>
                            <a:cxn ang="0">
                              <a:pos x="T6" y="T7"/>
                            </a:cxn>
                            <a:cxn ang="0">
                              <a:pos x="T8" y="T9"/>
                            </a:cxn>
                          </a:cxnLst>
                          <a:rect l="0" t="0" r="r" b="b"/>
                          <a:pathLst>
                            <a:path w="70" h="69">
                              <a:moveTo>
                                <a:pt x="70" y="35"/>
                              </a:moveTo>
                              <a:cubicBezTo>
                                <a:pt x="70" y="54"/>
                                <a:pt x="54" y="69"/>
                                <a:pt x="35" y="69"/>
                              </a:cubicBezTo>
                              <a:cubicBezTo>
                                <a:pt x="16" y="69"/>
                                <a:pt x="0" y="54"/>
                                <a:pt x="0" y="35"/>
                              </a:cubicBezTo>
                              <a:cubicBezTo>
                                <a:pt x="0" y="15"/>
                                <a:pt x="16" y="0"/>
                                <a:pt x="35" y="0"/>
                              </a:cubicBezTo>
                              <a:cubicBezTo>
                                <a:pt x="54" y="0"/>
                                <a:pt x="70" y="15"/>
                                <a:pt x="70" y="35"/>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4" name="Freeform 488"/>
                      <wps:cNvSpPr>
                        <a:spLocks noChangeArrowheads="1"/>
                      </wps:cNvSpPr>
                      <wps:spPr bwMode="auto">
                        <a:xfrm>
                          <a:off x="10044" y="16372"/>
                          <a:ext cx="108" cy="142"/>
                        </a:xfrm>
                        <a:custGeom>
                          <a:avLst/>
                          <a:gdLst>
                            <a:gd name="T0" fmla="*/ 0 w 108"/>
                            <a:gd name="T1" fmla="*/ 142 h 142"/>
                            <a:gd name="T2" fmla="*/ 0 w 108"/>
                            <a:gd name="T3" fmla="*/ 18 h 142"/>
                            <a:gd name="T4" fmla="*/ 18 w 108"/>
                            <a:gd name="T5" fmla="*/ 0 h 142"/>
                            <a:gd name="T6" fmla="*/ 108 w 108"/>
                            <a:gd name="T7" fmla="*/ 0 h 142"/>
                            <a:gd name="T8" fmla="*/ 108 w 108"/>
                            <a:gd name="T9" fmla="*/ 28 h 142"/>
                            <a:gd name="T10" fmla="*/ 31 w 108"/>
                            <a:gd name="T11" fmla="*/ 28 h 142"/>
                            <a:gd name="T12" fmla="*/ 31 w 108"/>
                            <a:gd name="T13" fmla="*/ 57 h 142"/>
                            <a:gd name="T14" fmla="*/ 98 w 108"/>
                            <a:gd name="T15" fmla="*/ 57 h 142"/>
                            <a:gd name="T16" fmla="*/ 98 w 108"/>
                            <a:gd name="T17" fmla="*/ 85 h 142"/>
                            <a:gd name="T18" fmla="*/ 31 w 108"/>
                            <a:gd name="T19" fmla="*/ 85 h 142"/>
                            <a:gd name="T20" fmla="*/ 31 w 108"/>
                            <a:gd name="T21" fmla="*/ 114 h 142"/>
                            <a:gd name="T22" fmla="*/ 108 w 108"/>
                            <a:gd name="T23" fmla="*/ 114 h 142"/>
                            <a:gd name="T24" fmla="*/ 108 w 108"/>
                            <a:gd name="T25" fmla="*/ 142 h 142"/>
                            <a:gd name="T26" fmla="*/ 0 w 108"/>
                            <a:gd name="T27" fmla="*/ 142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8" h="142">
                              <a:moveTo>
                                <a:pt x="0" y="142"/>
                              </a:moveTo>
                              <a:lnTo>
                                <a:pt x="0" y="18"/>
                              </a:lnTo>
                              <a:cubicBezTo>
                                <a:pt x="0" y="17"/>
                                <a:pt x="0" y="0"/>
                                <a:pt x="18" y="0"/>
                              </a:cubicBezTo>
                              <a:cubicBezTo>
                                <a:pt x="36" y="0"/>
                                <a:pt x="108" y="0"/>
                                <a:pt x="108" y="0"/>
                              </a:cubicBezTo>
                              <a:lnTo>
                                <a:pt x="108" y="28"/>
                              </a:lnTo>
                              <a:lnTo>
                                <a:pt x="31" y="28"/>
                              </a:lnTo>
                              <a:lnTo>
                                <a:pt x="31" y="57"/>
                              </a:lnTo>
                              <a:lnTo>
                                <a:pt x="98" y="57"/>
                              </a:lnTo>
                              <a:lnTo>
                                <a:pt x="98" y="85"/>
                              </a:lnTo>
                              <a:lnTo>
                                <a:pt x="31" y="85"/>
                              </a:lnTo>
                              <a:lnTo>
                                <a:pt x="31" y="114"/>
                              </a:lnTo>
                              <a:lnTo>
                                <a:pt x="108" y="114"/>
                              </a:lnTo>
                              <a:lnTo>
                                <a:pt x="108" y="142"/>
                              </a:lnTo>
                              <a:lnTo>
                                <a:pt x="0" y="142"/>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5" name="Freeform 489"/>
                      <wps:cNvSpPr>
                        <a:spLocks noChangeArrowheads="1"/>
                      </wps:cNvSpPr>
                      <wps:spPr bwMode="auto">
                        <a:xfrm>
                          <a:off x="10162" y="16403"/>
                          <a:ext cx="99" cy="111"/>
                        </a:xfrm>
                        <a:custGeom>
                          <a:avLst/>
                          <a:gdLst>
                            <a:gd name="T0" fmla="*/ 68 w 99"/>
                            <a:gd name="T1" fmla="*/ 111 h 111"/>
                            <a:gd name="T2" fmla="*/ 68 w 99"/>
                            <a:gd name="T3" fmla="*/ 51 h 111"/>
                            <a:gd name="T4" fmla="*/ 50 w 99"/>
                            <a:gd name="T5" fmla="*/ 28 h 111"/>
                            <a:gd name="T6" fmla="*/ 30 w 99"/>
                            <a:gd name="T7" fmla="*/ 51 h 111"/>
                            <a:gd name="T8" fmla="*/ 30 w 99"/>
                            <a:gd name="T9" fmla="*/ 111 h 111"/>
                            <a:gd name="T10" fmla="*/ 0 w 99"/>
                            <a:gd name="T11" fmla="*/ 111 h 111"/>
                            <a:gd name="T12" fmla="*/ 0 w 99"/>
                            <a:gd name="T13" fmla="*/ 20 h 111"/>
                            <a:gd name="T14" fmla="*/ 18 w 99"/>
                            <a:gd name="T15" fmla="*/ 3 h 111"/>
                            <a:gd name="T16" fmla="*/ 30 w 99"/>
                            <a:gd name="T17" fmla="*/ 3 h 111"/>
                            <a:gd name="T18" fmla="*/ 30 w 99"/>
                            <a:gd name="T19" fmla="*/ 18 h 111"/>
                            <a:gd name="T20" fmla="*/ 62 w 99"/>
                            <a:gd name="T21" fmla="*/ 0 h 111"/>
                            <a:gd name="T22" fmla="*/ 99 w 99"/>
                            <a:gd name="T23" fmla="*/ 41 h 111"/>
                            <a:gd name="T24" fmla="*/ 99 w 99"/>
                            <a:gd name="T25" fmla="*/ 111 h 111"/>
                            <a:gd name="T26" fmla="*/ 68 w 99"/>
                            <a:gd name="T27"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9" h="111">
                              <a:moveTo>
                                <a:pt x="68" y="111"/>
                              </a:moveTo>
                              <a:lnTo>
                                <a:pt x="68" y="51"/>
                              </a:lnTo>
                              <a:cubicBezTo>
                                <a:pt x="68" y="36"/>
                                <a:pt x="61" y="28"/>
                                <a:pt x="50" y="28"/>
                              </a:cubicBezTo>
                              <a:cubicBezTo>
                                <a:pt x="38" y="28"/>
                                <a:pt x="30" y="36"/>
                                <a:pt x="30" y="51"/>
                              </a:cubicBezTo>
                              <a:lnTo>
                                <a:pt x="30" y="111"/>
                              </a:lnTo>
                              <a:lnTo>
                                <a:pt x="0" y="111"/>
                              </a:lnTo>
                              <a:cubicBezTo>
                                <a:pt x="0" y="111"/>
                                <a:pt x="0" y="22"/>
                                <a:pt x="0" y="20"/>
                              </a:cubicBezTo>
                              <a:cubicBezTo>
                                <a:pt x="0" y="18"/>
                                <a:pt x="0" y="3"/>
                                <a:pt x="18" y="3"/>
                              </a:cubicBezTo>
                              <a:lnTo>
                                <a:pt x="30" y="3"/>
                              </a:lnTo>
                              <a:lnTo>
                                <a:pt x="30" y="18"/>
                              </a:lnTo>
                              <a:cubicBezTo>
                                <a:pt x="38" y="9"/>
                                <a:pt x="47" y="0"/>
                                <a:pt x="62" y="0"/>
                              </a:cubicBezTo>
                              <a:cubicBezTo>
                                <a:pt x="86" y="0"/>
                                <a:pt x="99" y="16"/>
                                <a:pt x="99" y="41"/>
                              </a:cubicBezTo>
                              <a:lnTo>
                                <a:pt x="99" y="111"/>
                              </a:lnTo>
                              <a:lnTo>
                                <a:pt x="68" y="111"/>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6" name="Freeform 490"/>
                      <wps:cNvSpPr>
                        <a:spLocks noChangeArrowheads="1"/>
                      </wps:cNvSpPr>
                      <wps:spPr bwMode="auto">
                        <a:xfrm>
                          <a:off x="10386" y="16403"/>
                          <a:ext cx="65" cy="111"/>
                        </a:xfrm>
                        <a:custGeom>
                          <a:avLst/>
                          <a:gdLst>
                            <a:gd name="T0" fmla="*/ 63 w 65"/>
                            <a:gd name="T1" fmla="*/ 33 h 111"/>
                            <a:gd name="T2" fmla="*/ 30 w 65"/>
                            <a:gd name="T3" fmla="*/ 71 h 111"/>
                            <a:gd name="T4" fmla="*/ 30 w 65"/>
                            <a:gd name="T5" fmla="*/ 111 h 111"/>
                            <a:gd name="T6" fmla="*/ 0 w 65"/>
                            <a:gd name="T7" fmla="*/ 111 h 111"/>
                            <a:gd name="T8" fmla="*/ 0 w 65"/>
                            <a:gd name="T9" fmla="*/ 20 h 111"/>
                            <a:gd name="T10" fmla="*/ 17 w 65"/>
                            <a:gd name="T11" fmla="*/ 3 h 111"/>
                            <a:gd name="T12" fmla="*/ 30 w 65"/>
                            <a:gd name="T13" fmla="*/ 3 h 111"/>
                            <a:gd name="T14" fmla="*/ 30 w 65"/>
                            <a:gd name="T15" fmla="*/ 25 h 111"/>
                            <a:gd name="T16" fmla="*/ 65 w 65"/>
                            <a:gd name="T17" fmla="*/ 1 h 111"/>
                            <a:gd name="T18" fmla="*/ 65 w 65"/>
                            <a:gd name="T19" fmla="*/ 33 h 111"/>
                            <a:gd name="T20" fmla="*/ 63 w 65"/>
                            <a:gd name="T21" fmla="*/ 33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5" h="111">
                              <a:moveTo>
                                <a:pt x="63" y="33"/>
                              </a:moveTo>
                              <a:cubicBezTo>
                                <a:pt x="43" y="33"/>
                                <a:pt x="30" y="45"/>
                                <a:pt x="30" y="71"/>
                              </a:cubicBezTo>
                              <a:lnTo>
                                <a:pt x="30" y="111"/>
                              </a:lnTo>
                              <a:lnTo>
                                <a:pt x="0" y="111"/>
                              </a:lnTo>
                              <a:lnTo>
                                <a:pt x="0" y="20"/>
                              </a:lnTo>
                              <a:cubicBezTo>
                                <a:pt x="0" y="20"/>
                                <a:pt x="0" y="3"/>
                                <a:pt x="17" y="3"/>
                              </a:cubicBezTo>
                              <a:lnTo>
                                <a:pt x="30" y="3"/>
                              </a:lnTo>
                              <a:lnTo>
                                <a:pt x="30" y="25"/>
                              </a:lnTo>
                              <a:cubicBezTo>
                                <a:pt x="37" y="10"/>
                                <a:pt x="47" y="0"/>
                                <a:pt x="65" y="1"/>
                              </a:cubicBezTo>
                              <a:lnTo>
                                <a:pt x="65" y="33"/>
                              </a:lnTo>
                              <a:lnTo>
                                <a:pt x="63" y="33"/>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7" name="Freeform 491"/>
                      <wps:cNvSpPr>
                        <a:spLocks noChangeArrowheads="1"/>
                      </wps:cNvSpPr>
                      <wps:spPr bwMode="auto">
                        <a:xfrm>
                          <a:off x="10455" y="16403"/>
                          <a:ext cx="115" cy="144"/>
                        </a:xfrm>
                        <a:custGeom>
                          <a:avLst/>
                          <a:gdLst>
                            <a:gd name="T0" fmla="*/ 84 w 115"/>
                            <a:gd name="T1" fmla="*/ 51 h 144"/>
                            <a:gd name="T2" fmla="*/ 58 w 115"/>
                            <a:gd name="T3" fmla="*/ 26 h 144"/>
                            <a:gd name="T4" fmla="*/ 31 w 115"/>
                            <a:gd name="T5" fmla="*/ 51 h 144"/>
                            <a:gd name="T6" fmla="*/ 31 w 115"/>
                            <a:gd name="T7" fmla="*/ 52 h 144"/>
                            <a:gd name="T8" fmla="*/ 58 w 115"/>
                            <a:gd name="T9" fmla="*/ 77 h 144"/>
                            <a:gd name="T10" fmla="*/ 84 w 115"/>
                            <a:gd name="T11" fmla="*/ 52 h 144"/>
                            <a:gd name="T12" fmla="*/ 84 w 115"/>
                            <a:gd name="T13" fmla="*/ 51 h 144"/>
                            <a:gd name="T14" fmla="*/ 54 w 115"/>
                            <a:gd name="T15" fmla="*/ 144 h 144"/>
                            <a:gd name="T16" fmla="*/ 6 w 115"/>
                            <a:gd name="T17" fmla="*/ 133 h 144"/>
                            <a:gd name="T18" fmla="*/ 16 w 115"/>
                            <a:gd name="T19" fmla="*/ 110 h 144"/>
                            <a:gd name="T20" fmla="*/ 53 w 115"/>
                            <a:gd name="T21" fmla="*/ 120 h 144"/>
                            <a:gd name="T22" fmla="*/ 84 w 115"/>
                            <a:gd name="T23" fmla="*/ 90 h 144"/>
                            <a:gd name="T24" fmla="*/ 84 w 115"/>
                            <a:gd name="T25" fmla="*/ 85 h 144"/>
                            <a:gd name="T26" fmla="*/ 49 w 115"/>
                            <a:gd name="T27" fmla="*/ 102 h 144"/>
                            <a:gd name="T28" fmla="*/ 0 w 115"/>
                            <a:gd name="T29" fmla="*/ 52 h 144"/>
                            <a:gd name="T30" fmla="*/ 0 w 115"/>
                            <a:gd name="T31" fmla="*/ 51 h 144"/>
                            <a:gd name="T32" fmla="*/ 49 w 115"/>
                            <a:gd name="T33" fmla="*/ 0 h 144"/>
                            <a:gd name="T34" fmla="*/ 84 w 115"/>
                            <a:gd name="T35" fmla="*/ 17 h 144"/>
                            <a:gd name="T36" fmla="*/ 84 w 115"/>
                            <a:gd name="T37" fmla="*/ 3 h 144"/>
                            <a:gd name="T38" fmla="*/ 97 w 115"/>
                            <a:gd name="T39" fmla="*/ 3 h 144"/>
                            <a:gd name="T40" fmla="*/ 115 w 115"/>
                            <a:gd name="T41" fmla="*/ 20 h 144"/>
                            <a:gd name="T42" fmla="*/ 115 w 115"/>
                            <a:gd name="T43" fmla="*/ 87 h 144"/>
                            <a:gd name="T44" fmla="*/ 54 w 115"/>
                            <a:gd name="T45" fmla="*/ 144 h 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15" h="144">
                              <a:moveTo>
                                <a:pt x="84" y="51"/>
                              </a:moveTo>
                              <a:cubicBezTo>
                                <a:pt x="84" y="36"/>
                                <a:pt x="73" y="26"/>
                                <a:pt x="58" y="26"/>
                              </a:cubicBezTo>
                              <a:cubicBezTo>
                                <a:pt x="43" y="26"/>
                                <a:pt x="31" y="36"/>
                                <a:pt x="31" y="51"/>
                              </a:cubicBezTo>
                              <a:lnTo>
                                <a:pt x="31" y="52"/>
                              </a:lnTo>
                              <a:cubicBezTo>
                                <a:pt x="31" y="67"/>
                                <a:pt x="43" y="77"/>
                                <a:pt x="58" y="77"/>
                              </a:cubicBezTo>
                              <a:cubicBezTo>
                                <a:pt x="73" y="77"/>
                                <a:pt x="84" y="66"/>
                                <a:pt x="84" y="52"/>
                              </a:cubicBezTo>
                              <a:lnTo>
                                <a:pt x="84" y="51"/>
                              </a:lnTo>
                              <a:moveTo>
                                <a:pt x="54" y="144"/>
                              </a:moveTo>
                              <a:cubicBezTo>
                                <a:pt x="36" y="144"/>
                                <a:pt x="20" y="140"/>
                                <a:pt x="6" y="133"/>
                              </a:cubicBezTo>
                              <a:lnTo>
                                <a:pt x="16" y="110"/>
                              </a:lnTo>
                              <a:cubicBezTo>
                                <a:pt x="28" y="116"/>
                                <a:pt x="39" y="120"/>
                                <a:pt x="53" y="120"/>
                              </a:cubicBezTo>
                              <a:cubicBezTo>
                                <a:pt x="74" y="120"/>
                                <a:pt x="84" y="109"/>
                                <a:pt x="84" y="90"/>
                              </a:cubicBezTo>
                              <a:lnTo>
                                <a:pt x="84" y="85"/>
                              </a:lnTo>
                              <a:cubicBezTo>
                                <a:pt x="75" y="96"/>
                                <a:pt x="65" y="102"/>
                                <a:pt x="49" y="102"/>
                              </a:cubicBezTo>
                              <a:cubicBezTo>
                                <a:pt x="23" y="102"/>
                                <a:pt x="0" y="84"/>
                                <a:pt x="0" y="52"/>
                              </a:cubicBezTo>
                              <a:lnTo>
                                <a:pt x="0" y="51"/>
                              </a:lnTo>
                              <a:cubicBezTo>
                                <a:pt x="0" y="19"/>
                                <a:pt x="24" y="0"/>
                                <a:pt x="49" y="0"/>
                              </a:cubicBezTo>
                              <a:cubicBezTo>
                                <a:pt x="65" y="0"/>
                                <a:pt x="75" y="8"/>
                                <a:pt x="84" y="17"/>
                              </a:cubicBezTo>
                              <a:lnTo>
                                <a:pt x="84" y="3"/>
                              </a:lnTo>
                              <a:lnTo>
                                <a:pt x="97" y="3"/>
                              </a:lnTo>
                              <a:cubicBezTo>
                                <a:pt x="115" y="3"/>
                                <a:pt x="115" y="20"/>
                                <a:pt x="115" y="20"/>
                              </a:cubicBezTo>
                              <a:lnTo>
                                <a:pt x="115" y="87"/>
                              </a:lnTo>
                              <a:cubicBezTo>
                                <a:pt x="115" y="128"/>
                                <a:pt x="94" y="144"/>
                                <a:pt x="54" y="144"/>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8" name="Freeform 492"/>
                      <wps:cNvSpPr>
                        <a:spLocks noChangeArrowheads="1"/>
                      </wps:cNvSpPr>
                      <wps:spPr bwMode="auto">
                        <a:xfrm>
                          <a:off x="10573" y="16405"/>
                          <a:ext cx="113" cy="142"/>
                        </a:xfrm>
                        <a:custGeom>
                          <a:avLst/>
                          <a:gdLst>
                            <a:gd name="T0" fmla="*/ 72 w 113"/>
                            <a:gd name="T1" fmla="*/ 112 h 142"/>
                            <a:gd name="T2" fmla="*/ 36 w 113"/>
                            <a:gd name="T3" fmla="*/ 142 h 142"/>
                            <a:gd name="T4" fmla="*/ 9 w 113"/>
                            <a:gd name="T5" fmla="*/ 135 h 142"/>
                            <a:gd name="T6" fmla="*/ 19 w 113"/>
                            <a:gd name="T7" fmla="*/ 112 h 142"/>
                            <a:gd name="T8" fmla="*/ 32 w 113"/>
                            <a:gd name="T9" fmla="*/ 117 h 142"/>
                            <a:gd name="T10" fmla="*/ 43 w 113"/>
                            <a:gd name="T11" fmla="*/ 110 h 142"/>
                            <a:gd name="T12" fmla="*/ 0 w 113"/>
                            <a:gd name="T13" fmla="*/ 0 h 142"/>
                            <a:gd name="T14" fmla="*/ 33 w 113"/>
                            <a:gd name="T15" fmla="*/ 0 h 142"/>
                            <a:gd name="T16" fmla="*/ 58 w 113"/>
                            <a:gd name="T17" fmla="*/ 74 h 142"/>
                            <a:gd name="T18" fmla="*/ 76 w 113"/>
                            <a:gd name="T19" fmla="*/ 18 h 142"/>
                            <a:gd name="T20" fmla="*/ 93 w 113"/>
                            <a:gd name="T21" fmla="*/ 0 h 142"/>
                            <a:gd name="T22" fmla="*/ 113 w 113"/>
                            <a:gd name="T23" fmla="*/ 0 h 142"/>
                            <a:gd name="T24" fmla="*/ 72 w 113"/>
                            <a:gd name="T25" fmla="*/ 112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13" h="142">
                              <a:moveTo>
                                <a:pt x="72" y="112"/>
                              </a:moveTo>
                              <a:cubicBezTo>
                                <a:pt x="63" y="134"/>
                                <a:pt x="54" y="142"/>
                                <a:pt x="36" y="142"/>
                              </a:cubicBezTo>
                              <a:cubicBezTo>
                                <a:pt x="25" y="142"/>
                                <a:pt x="17" y="139"/>
                                <a:pt x="9" y="135"/>
                              </a:cubicBezTo>
                              <a:lnTo>
                                <a:pt x="19" y="112"/>
                              </a:lnTo>
                              <a:cubicBezTo>
                                <a:pt x="23" y="115"/>
                                <a:pt x="28" y="117"/>
                                <a:pt x="32" y="117"/>
                              </a:cubicBezTo>
                              <a:cubicBezTo>
                                <a:pt x="37" y="117"/>
                                <a:pt x="40" y="115"/>
                                <a:pt x="43" y="110"/>
                              </a:cubicBezTo>
                              <a:lnTo>
                                <a:pt x="0" y="0"/>
                              </a:lnTo>
                              <a:lnTo>
                                <a:pt x="33" y="0"/>
                              </a:lnTo>
                              <a:lnTo>
                                <a:pt x="58" y="74"/>
                              </a:lnTo>
                              <a:lnTo>
                                <a:pt x="76" y="18"/>
                              </a:lnTo>
                              <a:cubicBezTo>
                                <a:pt x="76" y="18"/>
                                <a:pt x="81" y="0"/>
                                <a:pt x="93" y="0"/>
                              </a:cubicBezTo>
                              <a:lnTo>
                                <a:pt x="113" y="0"/>
                              </a:lnTo>
                              <a:lnTo>
                                <a:pt x="72" y="112"/>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9" name="Freeform 493"/>
                      <wps:cNvSpPr>
                        <a:spLocks noChangeArrowheads="1"/>
                      </wps:cNvSpPr>
                      <wps:spPr bwMode="auto">
                        <a:xfrm>
                          <a:off x="10044" y="16203"/>
                          <a:ext cx="108" cy="142"/>
                        </a:xfrm>
                        <a:custGeom>
                          <a:avLst/>
                          <a:gdLst>
                            <a:gd name="T0" fmla="*/ 0 w 108"/>
                            <a:gd name="T1" fmla="*/ 142 h 142"/>
                            <a:gd name="T2" fmla="*/ 0 w 108"/>
                            <a:gd name="T3" fmla="*/ 18 h 142"/>
                            <a:gd name="T4" fmla="*/ 18 w 108"/>
                            <a:gd name="T5" fmla="*/ 0 h 142"/>
                            <a:gd name="T6" fmla="*/ 108 w 108"/>
                            <a:gd name="T7" fmla="*/ 0 h 142"/>
                            <a:gd name="T8" fmla="*/ 108 w 108"/>
                            <a:gd name="T9" fmla="*/ 27 h 142"/>
                            <a:gd name="T10" fmla="*/ 31 w 108"/>
                            <a:gd name="T11" fmla="*/ 27 h 142"/>
                            <a:gd name="T12" fmla="*/ 31 w 108"/>
                            <a:gd name="T13" fmla="*/ 56 h 142"/>
                            <a:gd name="T14" fmla="*/ 98 w 108"/>
                            <a:gd name="T15" fmla="*/ 56 h 142"/>
                            <a:gd name="T16" fmla="*/ 98 w 108"/>
                            <a:gd name="T17" fmla="*/ 84 h 142"/>
                            <a:gd name="T18" fmla="*/ 31 w 108"/>
                            <a:gd name="T19" fmla="*/ 84 h 142"/>
                            <a:gd name="T20" fmla="*/ 31 w 108"/>
                            <a:gd name="T21" fmla="*/ 114 h 142"/>
                            <a:gd name="T22" fmla="*/ 108 w 108"/>
                            <a:gd name="T23" fmla="*/ 114 h 142"/>
                            <a:gd name="T24" fmla="*/ 108 w 108"/>
                            <a:gd name="T25" fmla="*/ 142 h 142"/>
                            <a:gd name="T26" fmla="*/ 0 w 108"/>
                            <a:gd name="T27" fmla="*/ 142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8" h="142">
                              <a:moveTo>
                                <a:pt x="0" y="142"/>
                              </a:moveTo>
                              <a:lnTo>
                                <a:pt x="0" y="18"/>
                              </a:lnTo>
                              <a:cubicBezTo>
                                <a:pt x="0" y="16"/>
                                <a:pt x="0" y="0"/>
                                <a:pt x="18" y="0"/>
                              </a:cubicBezTo>
                              <a:cubicBezTo>
                                <a:pt x="36" y="0"/>
                                <a:pt x="108" y="0"/>
                                <a:pt x="108" y="0"/>
                              </a:cubicBezTo>
                              <a:lnTo>
                                <a:pt x="108" y="27"/>
                              </a:lnTo>
                              <a:lnTo>
                                <a:pt x="31" y="27"/>
                              </a:lnTo>
                              <a:lnTo>
                                <a:pt x="31" y="56"/>
                              </a:lnTo>
                              <a:lnTo>
                                <a:pt x="98" y="56"/>
                              </a:lnTo>
                              <a:lnTo>
                                <a:pt x="98" y="84"/>
                              </a:lnTo>
                              <a:lnTo>
                                <a:pt x="31" y="84"/>
                              </a:lnTo>
                              <a:lnTo>
                                <a:pt x="31" y="114"/>
                              </a:lnTo>
                              <a:lnTo>
                                <a:pt x="108" y="114"/>
                              </a:lnTo>
                              <a:lnTo>
                                <a:pt x="108" y="142"/>
                              </a:lnTo>
                              <a:lnTo>
                                <a:pt x="0" y="142"/>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0" name="Freeform 494"/>
                      <wps:cNvSpPr>
                        <a:spLocks noChangeArrowheads="1"/>
                      </wps:cNvSpPr>
                      <wps:spPr bwMode="auto">
                        <a:xfrm>
                          <a:off x="10162" y="16234"/>
                          <a:ext cx="99" cy="111"/>
                        </a:xfrm>
                        <a:custGeom>
                          <a:avLst/>
                          <a:gdLst>
                            <a:gd name="T0" fmla="*/ 68 w 99"/>
                            <a:gd name="T1" fmla="*/ 111 h 111"/>
                            <a:gd name="T2" fmla="*/ 68 w 99"/>
                            <a:gd name="T3" fmla="*/ 50 h 111"/>
                            <a:gd name="T4" fmla="*/ 50 w 99"/>
                            <a:gd name="T5" fmla="*/ 28 h 111"/>
                            <a:gd name="T6" fmla="*/ 30 w 99"/>
                            <a:gd name="T7" fmla="*/ 50 h 111"/>
                            <a:gd name="T8" fmla="*/ 30 w 99"/>
                            <a:gd name="T9" fmla="*/ 111 h 111"/>
                            <a:gd name="T10" fmla="*/ 0 w 99"/>
                            <a:gd name="T11" fmla="*/ 111 h 111"/>
                            <a:gd name="T12" fmla="*/ 0 w 99"/>
                            <a:gd name="T13" fmla="*/ 20 h 111"/>
                            <a:gd name="T14" fmla="*/ 18 w 99"/>
                            <a:gd name="T15" fmla="*/ 2 h 111"/>
                            <a:gd name="T16" fmla="*/ 30 w 99"/>
                            <a:gd name="T17" fmla="*/ 2 h 111"/>
                            <a:gd name="T18" fmla="*/ 30 w 99"/>
                            <a:gd name="T19" fmla="*/ 17 h 111"/>
                            <a:gd name="T20" fmla="*/ 62 w 99"/>
                            <a:gd name="T21" fmla="*/ 0 h 111"/>
                            <a:gd name="T22" fmla="*/ 99 w 99"/>
                            <a:gd name="T23" fmla="*/ 40 h 111"/>
                            <a:gd name="T24" fmla="*/ 99 w 99"/>
                            <a:gd name="T25" fmla="*/ 111 h 111"/>
                            <a:gd name="T26" fmla="*/ 68 w 99"/>
                            <a:gd name="T27"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9" h="111">
                              <a:moveTo>
                                <a:pt x="68" y="111"/>
                              </a:moveTo>
                              <a:lnTo>
                                <a:pt x="68" y="50"/>
                              </a:lnTo>
                              <a:cubicBezTo>
                                <a:pt x="68" y="35"/>
                                <a:pt x="61" y="28"/>
                                <a:pt x="50" y="28"/>
                              </a:cubicBezTo>
                              <a:cubicBezTo>
                                <a:pt x="38" y="28"/>
                                <a:pt x="30" y="35"/>
                                <a:pt x="30" y="50"/>
                              </a:cubicBezTo>
                              <a:lnTo>
                                <a:pt x="30" y="111"/>
                              </a:lnTo>
                              <a:lnTo>
                                <a:pt x="0" y="111"/>
                              </a:lnTo>
                              <a:cubicBezTo>
                                <a:pt x="0" y="111"/>
                                <a:pt x="0" y="21"/>
                                <a:pt x="0" y="20"/>
                              </a:cubicBezTo>
                              <a:cubicBezTo>
                                <a:pt x="0" y="18"/>
                                <a:pt x="0" y="2"/>
                                <a:pt x="18" y="2"/>
                              </a:cubicBezTo>
                              <a:lnTo>
                                <a:pt x="30" y="2"/>
                              </a:lnTo>
                              <a:lnTo>
                                <a:pt x="30" y="17"/>
                              </a:lnTo>
                              <a:cubicBezTo>
                                <a:pt x="38" y="8"/>
                                <a:pt x="47" y="0"/>
                                <a:pt x="62" y="0"/>
                              </a:cubicBezTo>
                              <a:cubicBezTo>
                                <a:pt x="86" y="0"/>
                                <a:pt x="99" y="15"/>
                                <a:pt x="99" y="40"/>
                              </a:cubicBezTo>
                              <a:lnTo>
                                <a:pt x="99" y="111"/>
                              </a:lnTo>
                              <a:lnTo>
                                <a:pt x="68" y="111"/>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1" name="Freeform 495"/>
                      <wps:cNvSpPr>
                        <a:spLocks noChangeArrowheads="1"/>
                      </wps:cNvSpPr>
                      <wps:spPr bwMode="auto">
                        <a:xfrm>
                          <a:off x="10708" y="16233"/>
                          <a:ext cx="117" cy="113"/>
                        </a:xfrm>
                        <a:custGeom>
                          <a:avLst/>
                          <a:gdLst>
                            <a:gd name="T0" fmla="*/ 87 w 117"/>
                            <a:gd name="T1" fmla="*/ 56 h 113"/>
                            <a:gd name="T2" fmla="*/ 58 w 117"/>
                            <a:gd name="T3" fmla="*/ 26 h 113"/>
                            <a:gd name="T4" fmla="*/ 30 w 117"/>
                            <a:gd name="T5" fmla="*/ 56 h 113"/>
                            <a:gd name="T6" fmla="*/ 30 w 117"/>
                            <a:gd name="T7" fmla="*/ 56 h 113"/>
                            <a:gd name="T8" fmla="*/ 59 w 117"/>
                            <a:gd name="T9" fmla="*/ 86 h 113"/>
                            <a:gd name="T10" fmla="*/ 87 w 117"/>
                            <a:gd name="T11" fmla="*/ 57 h 113"/>
                            <a:gd name="T12" fmla="*/ 87 w 117"/>
                            <a:gd name="T13" fmla="*/ 56 h 113"/>
                            <a:gd name="T14" fmla="*/ 58 w 117"/>
                            <a:gd name="T15" fmla="*/ 113 h 113"/>
                            <a:gd name="T16" fmla="*/ 0 w 117"/>
                            <a:gd name="T17" fmla="*/ 57 h 113"/>
                            <a:gd name="T18" fmla="*/ 0 w 117"/>
                            <a:gd name="T19" fmla="*/ 56 h 113"/>
                            <a:gd name="T20" fmla="*/ 59 w 117"/>
                            <a:gd name="T21" fmla="*/ 0 h 113"/>
                            <a:gd name="T22" fmla="*/ 117 w 117"/>
                            <a:gd name="T23" fmla="*/ 56 h 113"/>
                            <a:gd name="T24" fmla="*/ 117 w 117"/>
                            <a:gd name="T25" fmla="*/ 56 h 113"/>
                            <a:gd name="T26" fmla="*/ 58 w 117"/>
                            <a:gd name="T27" fmla="*/ 113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7" h="113">
                              <a:moveTo>
                                <a:pt x="87" y="56"/>
                              </a:moveTo>
                              <a:cubicBezTo>
                                <a:pt x="87" y="40"/>
                                <a:pt x="75" y="26"/>
                                <a:pt x="58" y="26"/>
                              </a:cubicBezTo>
                              <a:cubicBezTo>
                                <a:pt x="41" y="26"/>
                                <a:pt x="30" y="40"/>
                                <a:pt x="30" y="56"/>
                              </a:cubicBezTo>
                              <a:cubicBezTo>
                                <a:pt x="30" y="72"/>
                                <a:pt x="42" y="86"/>
                                <a:pt x="59" y="86"/>
                              </a:cubicBezTo>
                              <a:cubicBezTo>
                                <a:pt x="76" y="86"/>
                                <a:pt x="87" y="73"/>
                                <a:pt x="87" y="57"/>
                              </a:cubicBezTo>
                              <a:lnTo>
                                <a:pt x="87" y="56"/>
                              </a:lnTo>
                              <a:moveTo>
                                <a:pt x="58" y="113"/>
                              </a:moveTo>
                              <a:cubicBezTo>
                                <a:pt x="25" y="113"/>
                                <a:pt x="0" y="88"/>
                                <a:pt x="0" y="57"/>
                              </a:cubicBezTo>
                              <a:lnTo>
                                <a:pt x="0" y="56"/>
                              </a:lnTo>
                              <a:cubicBezTo>
                                <a:pt x="0" y="25"/>
                                <a:pt x="25" y="0"/>
                                <a:pt x="59" y="0"/>
                              </a:cubicBezTo>
                              <a:cubicBezTo>
                                <a:pt x="92" y="0"/>
                                <a:pt x="117" y="25"/>
                                <a:pt x="117" y="56"/>
                              </a:cubicBezTo>
                              <a:cubicBezTo>
                                <a:pt x="117" y="88"/>
                                <a:pt x="92" y="113"/>
                                <a:pt x="58" y="11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2" name="Freeform 496"/>
                      <wps:cNvSpPr>
                        <a:spLocks noChangeArrowheads="1"/>
                      </wps:cNvSpPr>
                      <wps:spPr bwMode="auto">
                        <a:xfrm>
                          <a:off x="10270" y="16203"/>
                          <a:ext cx="115" cy="144"/>
                        </a:xfrm>
                        <a:custGeom>
                          <a:avLst/>
                          <a:gdLst>
                            <a:gd name="T0" fmla="*/ 84 w 115"/>
                            <a:gd name="T1" fmla="*/ 87 h 144"/>
                            <a:gd name="T2" fmla="*/ 58 w 115"/>
                            <a:gd name="T3" fmla="*/ 57 h 144"/>
                            <a:gd name="T4" fmla="*/ 31 w 115"/>
                            <a:gd name="T5" fmla="*/ 87 h 144"/>
                            <a:gd name="T6" fmla="*/ 31 w 115"/>
                            <a:gd name="T7" fmla="*/ 88 h 144"/>
                            <a:gd name="T8" fmla="*/ 58 w 115"/>
                            <a:gd name="T9" fmla="*/ 118 h 144"/>
                            <a:gd name="T10" fmla="*/ 84 w 115"/>
                            <a:gd name="T11" fmla="*/ 88 h 144"/>
                            <a:gd name="T12" fmla="*/ 84 w 115"/>
                            <a:gd name="T13" fmla="*/ 87 h 144"/>
                            <a:gd name="T14" fmla="*/ 84 w 115"/>
                            <a:gd name="T15" fmla="*/ 142 h 144"/>
                            <a:gd name="T16" fmla="*/ 84 w 115"/>
                            <a:gd name="T17" fmla="*/ 126 h 144"/>
                            <a:gd name="T18" fmla="*/ 50 w 115"/>
                            <a:gd name="T19" fmla="*/ 144 h 144"/>
                            <a:gd name="T20" fmla="*/ 0 w 115"/>
                            <a:gd name="T21" fmla="*/ 88 h 144"/>
                            <a:gd name="T22" fmla="*/ 0 w 115"/>
                            <a:gd name="T23" fmla="*/ 87 h 144"/>
                            <a:gd name="T24" fmla="*/ 50 w 115"/>
                            <a:gd name="T25" fmla="*/ 31 h 144"/>
                            <a:gd name="T26" fmla="*/ 84 w 115"/>
                            <a:gd name="T27" fmla="*/ 47 h 144"/>
                            <a:gd name="T28" fmla="*/ 84 w 115"/>
                            <a:gd name="T29" fmla="*/ 17 h 144"/>
                            <a:gd name="T30" fmla="*/ 102 w 115"/>
                            <a:gd name="T31" fmla="*/ 0 h 144"/>
                            <a:gd name="T32" fmla="*/ 115 w 115"/>
                            <a:gd name="T33" fmla="*/ 0 h 144"/>
                            <a:gd name="T34" fmla="*/ 115 w 115"/>
                            <a:gd name="T35" fmla="*/ 142 h 144"/>
                            <a:gd name="T36" fmla="*/ 84 w 115"/>
                            <a:gd name="T37" fmla="*/ 142 h 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5" h="144">
                              <a:moveTo>
                                <a:pt x="84" y="87"/>
                              </a:moveTo>
                              <a:cubicBezTo>
                                <a:pt x="84" y="69"/>
                                <a:pt x="72" y="57"/>
                                <a:pt x="58" y="57"/>
                              </a:cubicBezTo>
                              <a:cubicBezTo>
                                <a:pt x="43" y="57"/>
                                <a:pt x="31" y="69"/>
                                <a:pt x="31" y="87"/>
                              </a:cubicBezTo>
                              <a:lnTo>
                                <a:pt x="31" y="88"/>
                              </a:lnTo>
                              <a:cubicBezTo>
                                <a:pt x="31" y="106"/>
                                <a:pt x="43" y="118"/>
                                <a:pt x="58" y="118"/>
                              </a:cubicBezTo>
                              <a:cubicBezTo>
                                <a:pt x="72" y="118"/>
                                <a:pt x="84" y="106"/>
                                <a:pt x="84" y="88"/>
                              </a:cubicBezTo>
                              <a:lnTo>
                                <a:pt x="84" y="87"/>
                              </a:lnTo>
                              <a:moveTo>
                                <a:pt x="84" y="142"/>
                              </a:moveTo>
                              <a:lnTo>
                                <a:pt x="84" y="126"/>
                              </a:lnTo>
                              <a:cubicBezTo>
                                <a:pt x="76" y="136"/>
                                <a:pt x="66" y="144"/>
                                <a:pt x="50" y="144"/>
                              </a:cubicBezTo>
                              <a:cubicBezTo>
                                <a:pt x="25" y="144"/>
                                <a:pt x="0" y="124"/>
                                <a:pt x="0" y="88"/>
                              </a:cubicBezTo>
                              <a:lnTo>
                                <a:pt x="0" y="87"/>
                              </a:lnTo>
                              <a:cubicBezTo>
                                <a:pt x="0" y="51"/>
                                <a:pt x="24" y="31"/>
                                <a:pt x="50" y="31"/>
                              </a:cubicBezTo>
                              <a:cubicBezTo>
                                <a:pt x="66" y="31"/>
                                <a:pt x="77" y="38"/>
                                <a:pt x="84" y="47"/>
                              </a:cubicBezTo>
                              <a:lnTo>
                                <a:pt x="84" y="17"/>
                              </a:lnTo>
                              <a:cubicBezTo>
                                <a:pt x="84" y="16"/>
                                <a:pt x="84" y="0"/>
                                <a:pt x="102" y="0"/>
                              </a:cubicBezTo>
                              <a:lnTo>
                                <a:pt x="115" y="0"/>
                              </a:lnTo>
                              <a:lnTo>
                                <a:pt x="115" y="142"/>
                              </a:lnTo>
                              <a:lnTo>
                                <a:pt x="84" y="142"/>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4" name="Freeform 497"/>
                      <wps:cNvSpPr>
                        <a:spLocks noChangeArrowheads="1"/>
                      </wps:cNvSpPr>
                      <wps:spPr bwMode="auto">
                        <a:xfrm>
                          <a:off x="10505" y="16234"/>
                          <a:ext cx="100" cy="113"/>
                        </a:xfrm>
                        <a:custGeom>
                          <a:avLst/>
                          <a:gdLst>
                            <a:gd name="T0" fmla="*/ 71 w 100"/>
                            <a:gd name="T1" fmla="*/ 67 h 113"/>
                            <a:gd name="T2" fmla="*/ 51 w 100"/>
                            <a:gd name="T3" fmla="*/ 63 h 113"/>
                            <a:gd name="T4" fmla="*/ 30 w 100"/>
                            <a:gd name="T5" fmla="*/ 78 h 113"/>
                            <a:gd name="T6" fmla="*/ 30 w 100"/>
                            <a:gd name="T7" fmla="*/ 78 h 113"/>
                            <a:gd name="T8" fmla="*/ 46 w 100"/>
                            <a:gd name="T9" fmla="*/ 91 h 113"/>
                            <a:gd name="T10" fmla="*/ 71 w 100"/>
                            <a:gd name="T11" fmla="*/ 72 h 113"/>
                            <a:gd name="T12" fmla="*/ 71 w 100"/>
                            <a:gd name="T13" fmla="*/ 67 h 113"/>
                            <a:gd name="T14" fmla="*/ 70 w 100"/>
                            <a:gd name="T15" fmla="*/ 111 h 113"/>
                            <a:gd name="T16" fmla="*/ 70 w 100"/>
                            <a:gd name="T17" fmla="*/ 99 h 113"/>
                            <a:gd name="T18" fmla="*/ 37 w 100"/>
                            <a:gd name="T19" fmla="*/ 113 h 113"/>
                            <a:gd name="T20" fmla="*/ 0 w 100"/>
                            <a:gd name="T21" fmla="*/ 79 h 113"/>
                            <a:gd name="T22" fmla="*/ 0 w 100"/>
                            <a:gd name="T23" fmla="*/ 79 h 113"/>
                            <a:gd name="T24" fmla="*/ 44 w 100"/>
                            <a:gd name="T25" fmla="*/ 44 h 113"/>
                            <a:gd name="T26" fmla="*/ 70 w 100"/>
                            <a:gd name="T27" fmla="*/ 49 h 113"/>
                            <a:gd name="T28" fmla="*/ 70 w 100"/>
                            <a:gd name="T29" fmla="*/ 47 h 113"/>
                            <a:gd name="T30" fmla="*/ 47 w 100"/>
                            <a:gd name="T31" fmla="*/ 26 h 113"/>
                            <a:gd name="T32" fmla="*/ 17 w 100"/>
                            <a:gd name="T33" fmla="*/ 32 h 113"/>
                            <a:gd name="T34" fmla="*/ 9 w 100"/>
                            <a:gd name="T35" fmla="*/ 8 h 113"/>
                            <a:gd name="T36" fmla="*/ 51 w 100"/>
                            <a:gd name="T37" fmla="*/ 0 h 113"/>
                            <a:gd name="T38" fmla="*/ 100 w 100"/>
                            <a:gd name="T39" fmla="*/ 47 h 113"/>
                            <a:gd name="T40" fmla="*/ 100 w 100"/>
                            <a:gd name="T41" fmla="*/ 111 h 113"/>
                            <a:gd name="T42" fmla="*/ 70 w 100"/>
                            <a:gd name="T43" fmla="*/ 111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00" h="113">
                              <a:moveTo>
                                <a:pt x="71" y="67"/>
                              </a:moveTo>
                              <a:cubicBezTo>
                                <a:pt x="65" y="64"/>
                                <a:pt x="58" y="63"/>
                                <a:pt x="51" y="63"/>
                              </a:cubicBezTo>
                              <a:cubicBezTo>
                                <a:pt x="38" y="63"/>
                                <a:pt x="30" y="68"/>
                                <a:pt x="30" y="78"/>
                              </a:cubicBezTo>
                              <a:cubicBezTo>
                                <a:pt x="30" y="86"/>
                                <a:pt x="37" y="91"/>
                                <a:pt x="46" y="91"/>
                              </a:cubicBezTo>
                              <a:cubicBezTo>
                                <a:pt x="61" y="91"/>
                                <a:pt x="71" y="83"/>
                                <a:pt x="71" y="72"/>
                              </a:cubicBezTo>
                              <a:lnTo>
                                <a:pt x="71" y="67"/>
                              </a:lnTo>
                              <a:moveTo>
                                <a:pt x="70" y="111"/>
                              </a:moveTo>
                              <a:lnTo>
                                <a:pt x="70" y="99"/>
                              </a:lnTo>
                              <a:cubicBezTo>
                                <a:pt x="63" y="107"/>
                                <a:pt x="52" y="113"/>
                                <a:pt x="37" y="113"/>
                              </a:cubicBezTo>
                              <a:cubicBezTo>
                                <a:pt x="17" y="113"/>
                                <a:pt x="0" y="101"/>
                                <a:pt x="0" y="79"/>
                              </a:cubicBezTo>
                              <a:cubicBezTo>
                                <a:pt x="0" y="55"/>
                                <a:pt x="18" y="44"/>
                                <a:pt x="44" y="44"/>
                              </a:cubicBezTo>
                              <a:cubicBezTo>
                                <a:pt x="55" y="44"/>
                                <a:pt x="63" y="46"/>
                                <a:pt x="70" y="49"/>
                              </a:cubicBezTo>
                              <a:lnTo>
                                <a:pt x="70" y="47"/>
                              </a:lnTo>
                              <a:cubicBezTo>
                                <a:pt x="70" y="34"/>
                                <a:pt x="62" y="26"/>
                                <a:pt x="47" y="26"/>
                              </a:cubicBezTo>
                              <a:cubicBezTo>
                                <a:pt x="35" y="26"/>
                                <a:pt x="27" y="28"/>
                                <a:pt x="17" y="32"/>
                              </a:cubicBezTo>
                              <a:lnTo>
                                <a:pt x="9" y="8"/>
                              </a:lnTo>
                              <a:cubicBezTo>
                                <a:pt x="21" y="3"/>
                                <a:pt x="33" y="0"/>
                                <a:pt x="51" y="0"/>
                              </a:cubicBezTo>
                              <a:cubicBezTo>
                                <a:pt x="85" y="0"/>
                                <a:pt x="100" y="17"/>
                                <a:pt x="100" y="47"/>
                              </a:cubicBezTo>
                              <a:lnTo>
                                <a:pt x="100" y="111"/>
                              </a:lnTo>
                              <a:lnTo>
                                <a:pt x="70" y="111"/>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5" name="Freeform 498"/>
                      <wps:cNvSpPr>
                        <a:spLocks noChangeArrowheads="1"/>
                      </wps:cNvSpPr>
                      <wps:spPr bwMode="auto">
                        <a:xfrm>
                          <a:off x="10602" y="16236"/>
                          <a:ext cx="113" cy="108"/>
                        </a:xfrm>
                        <a:custGeom>
                          <a:avLst/>
                          <a:gdLst>
                            <a:gd name="T0" fmla="*/ 71 w 113"/>
                            <a:gd name="T1" fmla="*/ 108 h 108"/>
                            <a:gd name="T2" fmla="*/ 43 w 113"/>
                            <a:gd name="T3" fmla="*/ 108 h 108"/>
                            <a:gd name="T4" fmla="*/ 0 w 113"/>
                            <a:gd name="T5" fmla="*/ 0 h 108"/>
                            <a:gd name="T6" fmla="*/ 32 w 113"/>
                            <a:gd name="T7" fmla="*/ 0 h 108"/>
                            <a:gd name="T8" fmla="*/ 57 w 113"/>
                            <a:gd name="T9" fmla="*/ 72 h 108"/>
                            <a:gd name="T10" fmla="*/ 75 w 113"/>
                            <a:gd name="T11" fmla="*/ 17 h 108"/>
                            <a:gd name="T12" fmla="*/ 93 w 113"/>
                            <a:gd name="T13" fmla="*/ 0 h 108"/>
                            <a:gd name="T14" fmla="*/ 113 w 113"/>
                            <a:gd name="T15" fmla="*/ 0 h 108"/>
                            <a:gd name="T16" fmla="*/ 71 w 113"/>
                            <a:gd name="T17" fmla="*/ 108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3" h="108">
                              <a:moveTo>
                                <a:pt x="71" y="108"/>
                              </a:moveTo>
                              <a:lnTo>
                                <a:pt x="43" y="108"/>
                              </a:lnTo>
                              <a:lnTo>
                                <a:pt x="0" y="0"/>
                              </a:lnTo>
                              <a:lnTo>
                                <a:pt x="32" y="0"/>
                              </a:lnTo>
                              <a:lnTo>
                                <a:pt x="57" y="72"/>
                              </a:lnTo>
                              <a:lnTo>
                                <a:pt x="75" y="17"/>
                              </a:lnTo>
                              <a:cubicBezTo>
                                <a:pt x="75" y="17"/>
                                <a:pt x="81" y="0"/>
                                <a:pt x="93" y="0"/>
                              </a:cubicBezTo>
                              <a:lnTo>
                                <a:pt x="113" y="0"/>
                              </a:lnTo>
                              <a:lnTo>
                                <a:pt x="71" y="108"/>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6" name="Freeform 499"/>
                      <wps:cNvSpPr>
                        <a:spLocks noChangeArrowheads="1"/>
                      </wps:cNvSpPr>
                      <wps:spPr bwMode="auto">
                        <a:xfrm>
                          <a:off x="10833" y="16236"/>
                          <a:ext cx="100" cy="111"/>
                        </a:xfrm>
                        <a:custGeom>
                          <a:avLst/>
                          <a:gdLst>
                            <a:gd name="T0" fmla="*/ 69 w 100"/>
                            <a:gd name="T1" fmla="*/ 109 h 111"/>
                            <a:gd name="T2" fmla="*/ 69 w 100"/>
                            <a:gd name="T3" fmla="*/ 93 h 111"/>
                            <a:gd name="T4" fmla="*/ 37 w 100"/>
                            <a:gd name="T5" fmla="*/ 111 h 111"/>
                            <a:gd name="T6" fmla="*/ 1 w 100"/>
                            <a:gd name="T7" fmla="*/ 70 h 111"/>
                            <a:gd name="T8" fmla="*/ 1 w 100"/>
                            <a:gd name="T9" fmla="*/ 18 h 111"/>
                            <a:gd name="T10" fmla="*/ 18 w 100"/>
                            <a:gd name="T11" fmla="*/ 0 h 111"/>
                            <a:gd name="T12" fmla="*/ 31 w 100"/>
                            <a:gd name="T13" fmla="*/ 0 h 111"/>
                            <a:gd name="T14" fmla="*/ 31 w 100"/>
                            <a:gd name="T15" fmla="*/ 60 h 111"/>
                            <a:gd name="T16" fmla="*/ 50 w 100"/>
                            <a:gd name="T17" fmla="*/ 83 h 111"/>
                            <a:gd name="T18" fmla="*/ 69 w 100"/>
                            <a:gd name="T19" fmla="*/ 60 h 111"/>
                            <a:gd name="T20" fmla="*/ 69 w 100"/>
                            <a:gd name="T21" fmla="*/ 18 h 111"/>
                            <a:gd name="T22" fmla="*/ 87 w 100"/>
                            <a:gd name="T23" fmla="*/ 0 h 111"/>
                            <a:gd name="T24" fmla="*/ 100 w 100"/>
                            <a:gd name="T25" fmla="*/ 0 h 111"/>
                            <a:gd name="T26" fmla="*/ 100 w 100"/>
                            <a:gd name="T27" fmla="*/ 109 h 111"/>
                            <a:gd name="T28" fmla="*/ 69 w 100"/>
                            <a:gd name="T29" fmla="*/ 109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0" h="111">
                              <a:moveTo>
                                <a:pt x="69" y="109"/>
                              </a:moveTo>
                              <a:lnTo>
                                <a:pt x="69" y="93"/>
                              </a:lnTo>
                              <a:cubicBezTo>
                                <a:pt x="62" y="102"/>
                                <a:pt x="53" y="111"/>
                                <a:pt x="37" y="111"/>
                              </a:cubicBezTo>
                              <a:cubicBezTo>
                                <a:pt x="14" y="111"/>
                                <a:pt x="1" y="95"/>
                                <a:pt x="1" y="70"/>
                              </a:cubicBezTo>
                              <a:lnTo>
                                <a:pt x="1" y="18"/>
                              </a:lnTo>
                              <a:cubicBezTo>
                                <a:pt x="1" y="16"/>
                                <a:pt x="0" y="0"/>
                                <a:pt x="18" y="0"/>
                              </a:cubicBezTo>
                              <a:lnTo>
                                <a:pt x="31" y="0"/>
                              </a:lnTo>
                              <a:lnTo>
                                <a:pt x="31" y="60"/>
                              </a:lnTo>
                              <a:cubicBezTo>
                                <a:pt x="31" y="75"/>
                                <a:pt x="38" y="83"/>
                                <a:pt x="50" y="83"/>
                              </a:cubicBezTo>
                              <a:cubicBezTo>
                                <a:pt x="62" y="83"/>
                                <a:pt x="69" y="75"/>
                                <a:pt x="69" y="60"/>
                              </a:cubicBezTo>
                              <a:lnTo>
                                <a:pt x="69" y="18"/>
                              </a:lnTo>
                              <a:cubicBezTo>
                                <a:pt x="69" y="15"/>
                                <a:pt x="69" y="0"/>
                                <a:pt x="87" y="0"/>
                              </a:cubicBezTo>
                              <a:lnTo>
                                <a:pt x="100" y="0"/>
                              </a:lnTo>
                              <a:lnTo>
                                <a:pt x="100" y="109"/>
                              </a:lnTo>
                              <a:lnTo>
                                <a:pt x="69" y="109"/>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7" name="Freeform 500"/>
                      <wps:cNvSpPr>
                        <a:spLocks noChangeArrowheads="1"/>
                      </wps:cNvSpPr>
                      <wps:spPr bwMode="auto">
                        <a:xfrm>
                          <a:off x="10942" y="16233"/>
                          <a:ext cx="66" cy="111"/>
                        </a:xfrm>
                        <a:custGeom>
                          <a:avLst/>
                          <a:gdLst>
                            <a:gd name="T0" fmla="*/ 64 w 66"/>
                            <a:gd name="T1" fmla="*/ 33 h 111"/>
                            <a:gd name="T2" fmla="*/ 31 w 66"/>
                            <a:gd name="T3" fmla="*/ 71 h 111"/>
                            <a:gd name="T4" fmla="*/ 31 w 66"/>
                            <a:gd name="T5" fmla="*/ 111 h 111"/>
                            <a:gd name="T6" fmla="*/ 0 w 66"/>
                            <a:gd name="T7" fmla="*/ 111 h 111"/>
                            <a:gd name="T8" fmla="*/ 0 w 66"/>
                            <a:gd name="T9" fmla="*/ 21 h 111"/>
                            <a:gd name="T10" fmla="*/ 18 w 66"/>
                            <a:gd name="T11" fmla="*/ 3 h 111"/>
                            <a:gd name="T12" fmla="*/ 31 w 66"/>
                            <a:gd name="T13" fmla="*/ 3 h 111"/>
                            <a:gd name="T14" fmla="*/ 31 w 66"/>
                            <a:gd name="T15" fmla="*/ 25 h 111"/>
                            <a:gd name="T16" fmla="*/ 66 w 66"/>
                            <a:gd name="T17" fmla="*/ 1 h 111"/>
                            <a:gd name="T18" fmla="*/ 66 w 66"/>
                            <a:gd name="T19" fmla="*/ 33 h 111"/>
                            <a:gd name="T20" fmla="*/ 64 w 66"/>
                            <a:gd name="T21" fmla="*/ 33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6" h="111">
                              <a:moveTo>
                                <a:pt x="64" y="33"/>
                              </a:moveTo>
                              <a:cubicBezTo>
                                <a:pt x="44" y="33"/>
                                <a:pt x="31" y="45"/>
                                <a:pt x="31" y="71"/>
                              </a:cubicBezTo>
                              <a:lnTo>
                                <a:pt x="31" y="111"/>
                              </a:lnTo>
                              <a:lnTo>
                                <a:pt x="0" y="111"/>
                              </a:lnTo>
                              <a:lnTo>
                                <a:pt x="0" y="21"/>
                              </a:lnTo>
                              <a:cubicBezTo>
                                <a:pt x="0" y="20"/>
                                <a:pt x="0" y="3"/>
                                <a:pt x="18" y="3"/>
                              </a:cubicBezTo>
                              <a:lnTo>
                                <a:pt x="31" y="3"/>
                              </a:lnTo>
                              <a:lnTo>
                                <a:pt x="31" y="25"/>
                              </a:lnTo>
                              <a:cubicBezTo>
                                <a:pt x="37" y="10"/>
                                <a:pt x="47" y="0"/>
                                <a:pt x="66" y="1"/>
                              </a:cubicBezTo>
                              <a:lnTo>
                                <a:pt x="66" y="33"/>
                              </a:lnTo>
                              <a:lnTo>
                                <a:pt x="64" y="33"/>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8" name="Freeform 501"/>
                      <wps:cNvSpPr>
                        <a:spLocks noChangeArrowheads="1"/>
                      </wps:cNvSpPr>
                      <wps:spPr bwMode="auto">
                        <a:xfrm>
                          <a:off x="10393" y="16234"/>
                          <a:ext cx="107" cy="113"/>
                        </a:xfrm>
                        <a:custGeom>
                          <a:avLst/>
                          <a:gdLst>
                            <a:gd name="T0" fmla="*/ 54 w 107"/>
                            <a:gd name="T1" fmla="*/ 0 h 113"/>
                            <a:gd name="T2" fmla="*/ 0 w 107"/>
                            <a:gd name="T3" fmla="*/ 56 h 113"/>
                            <a:gd name="T4" fmla="*/ 0 w 107"/>
                            <a:gd name="T5" fmla="*/ 57 h 113"/>
                            <a:gd name="T6" fmla="*/ 57 w 107"/>
                            <a:gd name="T7" fmla="*/ 113 h 113"/>
                            <a:gd name="T8" fmla="*/ 101 w 107"/>
                            <a:gd name="T9" fmla="*/ 93 h 113"/>
                            <a:gd name="T10" fmla="*/ 84 w 107"/>
                            <a:gd name="T11" fmla="*/ 77 h 113"/>
                            <a:gd name="T12" fmla="*/ 57 w 107"/>
                            <a:gd name="T13" fmla="*/ 88 h 113"/>
                            <a:gd name="T14" fmla="*/ 30 w 107"/>
                            <a:gd name="T15" fmla="*/ 65 h 113"/>
                            <a:gd name="T16" fmla="*/ 30 w 107"/>
                            <a:gd name="T17" fmla="*/ 47 h 113"/>
                            <a:gd name="T18" fmla="*/ 54 w 107"/>
                            <a:gd name="T19" fmla="*/ 24 h 113"/>
                            <a:gd name="T20" fmla="*/ 77 w 107"/>
                            <a:gd name="T21" fmla="*/ 48 h 113"/>
                            <a:gd name="T22" fmla="*/ 36 w 107"/>
                            <a:gd name="T23" fmla="*/ 48 h 113"/>
                            <a:gd name="T24" fmla="*/ 53 w 107"/>
                            <a:gd name="T25" fmla="*/ 67 h 113"/>
                            <a:gd name="T26" fmla="*/ 106 w 107"/>
                            <a:gd name="T27" fmla="*/ 67 h 113"/>
                            <a:gd name="T28" fmla="*/ 107 w 107"/>
                            <a:gd name="T29" fmla="*/ 59 h 113"/>
                            <a:gd name="T30" fmla="*/ 107 w 107"/>
                            <a:gd name="T31" fmla="*/ 59 h 113"/>
                            <a:gd name="T32" fmla="*/ 54 w 107"/>
                            <a:gd name="T33"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7" h="113">
                              <a:moveTo>
                                <a:pt x="54" y="0"/>
                              </a:moveTo>
                              <a:cubicBezTo>
                                <a:pt x="22" y="0"/>
                                <a:pt x="0" y="25"/>
                                <a:pt x="0" y="56"/>
                              </a:cubicBezTo>
                              <a:lnTo>
                                <a:pt x="0" y="57"/>
                              </a:lnTo>
                              <a:cubicBezTo>
                                <a:pt x="0" y="90"/>
                                <a:pt x="24" y="113"/>
                                <a:pt x="57" y="113"/>
                              </a:cubicBezTo>
                              <a:cubicBezTo>
                                <a:pt x="77" y="113"/>
                                <a:pt x="91" y="105"/>
                                <a:pt x="101" y="93"/>
                              </a:cubicBezTo>
                              <a:lnTo>
                                <a:pt x="84" y="77"/>
                              </a:lnTo>
                              <a:cubicBezTo>
                                <a:pt x="75" y="85"/>
                                <a:pt x="68" y="88"/>
                                <a:pt x="57" y="88"/>
                              </a:cubicBezTo>
                              <a:cubicBezTo>
                                <a:pt x="42" y="88"/>
                                <a:pt x="32" y="77"/>
                                <a:pt x="30" y="65"/>
                              </a:cubicBezTo>
                              <a:cubicBezTo>
                                <a:pt x="29" y="54"/>
                                <a:pt x="30" y="51"/>
                                <a:pt x="30" y="47"/>
                              </a:cubicBezTo>
                              <a:cubicBezTo>
                                <a:pt x="32" y="33"/>
                                <a:pt x="41" y="24"/>
                                <a:pt x="54" y="24"/>
                              </a:cubicBezTo>
                              <a:cubicBezTo>
                                <a:pt x="67" y="24"/>
                                <a:pt x="75" y="34"/>
                                <a:pt x="77" y="48"/>
                              </a:cubicBezTo>
                              <a:lnTo>
                                <a:pt x="36" y="48"/>
                              </a:lnTo>
                              <a:cubicBezTo>
                                <a:pt x="36" y="48"/>
                                <a:pt x="36" y="67"/>
                                <a:pt x="53" y="67"/>
                              </a:cubicBezTo>
                              <a:lnTo>
                                <a:pt x="106" y="67"/>
                              </a:lnTo>
                              <a:cubicBezTo>
                                <a:pt x="107" y="64"/>
                                <a:pt x="107" y="62"/>
                                <a:pt x="107" y="59"/>
                              </a:cubicBezTo>
                              <a:cubicBezTo>
                                <a:pt x="107" y="28"/>
                                <a:pt x="90" y="0"/>
                                <a:pt x="54" y="0"/>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9" name="Freeform 502"/>
                      <wps:cNvSpPr>
                        <a:spLocks noChangeArrowheads="1"/>
                      </wps:cNvSpPr>
                      <wps:spPr bwMode="auto">
                        <a:xfrm>
                          <a:off x="10270" y="16403"/>
                          <a:ext cx="107" cy="114"/>
                        </a:xfrm>
                        <a:custGeom>
                          <a:avLst/>
                          <a:gdLst>
                            <a:gd name="T0" fmla="*/ 54 w 107"/>
                            <a:gd name="T1" fmla="*/ 0 h 114"/>
                            <a:gd name="T2" fmla="*/ 0 w 107"/>
                            <a:gd name="T3" fmla="*/ 57 h 114"/>
                            <a:gd name="T4" fmla="*/ 0 w 107"/>
                            <a:gd name="T5" fmla="*/ 57 h 114"/>
                            <a:gd name="T6" fmla="*/ 57 w 107"/>
                            <a:gd name="T7" fmla="*/ 114 h 114"/>
                            <a:gd name="T8" fmla="*/ 102 w 107"/>
                            <a:gd name="T9" fmla="*/ 93 h 114"/>
                            <a:gd name="T10" fmla="*/ 84 w 107"/>
                            <a:gd name="T11" fmla="*/ 78 h 114"/>
                            <a:gd name="T12" fmla="*/ 58 w 107"/>
                            <a:gd name="T13" fmla="*/ 89 h 114"/>
                            <a:gd name="T14" fmla="*/ 31 w 107"/>
                            <a:gd name="T15" fmla="*/ 66 h 114"/>
                            <a:gd name="T16" fmla="*/ 31 w 107"/>
                            <a:gd name="T17" fmla="*/ 47 h 114"/>
                            <a:gd name="T18" fmla="*/ 54 w 107"/>
                            <a:gd name="T19" fmla="*/ 25 h 114"/>
                            <a:gd name="T20" fmla="*/ 77 w 107"/>
                            <a:gd name="T21" fmla="*/ 48 h 114"/>
                            <a:gd name="T22" fmla="*/ 37 w 107"/>
                            <a:gd name="T23" fmla="*/ 48 h 114"/>
                            <a:gd name="T24" fmla="*/ 53 w 107"/>
                            <a:gd name="T25" fmla="*/ 68 h 114"/>
                            <a:gd name="T26" fmla="*/ 107 w 107"/>
                            <a:gd name="T27" fmla="*/ 68 h 114"/>
                            <a:gd name="T28" fmla="*/ 107 w 107"/>
                            <a:gd name="T29" fmla="*/ 60 h 114"/>
                            <a:gd name="T30" fmla="*/ 107 w 107"/>
                            <a:gd name="T31" fmla="*/ 60 h 114"/>
                            <a:gd name="T32" fmla="*/ 54 w 107"/>
                            <a:gd name="T33" fmla="*/ 0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7" h="114">
                              <a:moveTo>
                                <a:pt x="54" y="0"/>
                              </a:moveTo>
                              <a:cubicBezTo>
                                <a:pt x="23" y="0"/>
                                <a:pt x="0" y="26"/>
                                <a:pt x="0" y="57"/>
                              </a:cubicBezTo>
                              <a:cubicBezTo>
                                <a:pt x="0" y="91"/>
                                <a:pt x="25" y="114"/>
                                <a:pt x="57" y="114"/>
                              </a:cubicBezTo>
                              <a:cubicBezTo>
                                <a:pt x="77" y="114"/>
                                <a:pt x="92" y="106"/>
                                <a:pt x="102" y="93"/>
                              </a:cubicBezTo>
                              <a:lnTo>
                                <a:pt x="84" y="78"/>
                              </a:lnTo>
                              <a:cubicBezTo>
                                <a:pt x="76" y="86"/>
                                <a:pt x="68" y="89"/>
                                <a:pt x="58" y="89"/>
                              </a:cubicBezTo>
                              <a:cubicBezTo>
                                <a:pt x="43" y="89"/>
                                <a:pt x="32" y="77"/>
                                <a:pt x="31" y="66"/>
                              </a:cubicBezTo>
                              <a:cubicBezTo>
                                <a:pt x="29" y="55"/>
                                <a:pt x="30" y="52"/>
                                <a:pt x="31" y="47"/>
                              </a:cubicBezTo>
                              <a:cubicBezTo>
                                <a:pt x="33" y="34"/>
                                <a:pt x="41" y="25"/>
                                <a:pt x="54" y="25"/>
                              </a:cubicBezTo>
                              <a:cubicBezTo>
                                <a:pt x="67" y="25"/>
                                <a:pt x="75" y="35"/>
                                <a:pt x="77" y="48"/>
                              </a:cubicBezTo>
                              <a:lnTo>
                                <a:pt x="37" y="48"/>
                              </a:lnTo>
                              <a:cubicBezTo>
                                <a:pt x="37" y="48"/>
                                <a:pt x="36" y="68"/>
                                <a:pt x="53" y="68"/>
                              </a:cubicBezTo>
                              <a:lnTo>
                                <a:pt x="107" y="68"/>
                              </a:lnTo>
                              <a:cubicBezTo>
                                <a:pt x="107" y="65"/>
                                <a:pt x="107" y="63"/>
                                <a:pt x="107" y="60"/>
                              </a:cubicBezTo>
                              <a:cubicBezTo>
                                <a:pt x="107" y="29"/>
                                <a:pt x="91" y="0"/>
                                <a:pt x="54" y="0"/>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8" o:spid="_x0000_s1026" style="position:absolute;margin-left:422.7pt;margin-top:3.1pt;width:85.05pt;height:22.35pt;z-index:-251679232" coordorigin="9307,16135" coordsize="1701,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">
              <v:shape id="Freeform 465" o:spid="_x0000_s1027" style="position:absolute;left:9752;top:16154;width:97;height:97;visibility:visible;mso-wrap-style:square;v-text-anchor:top" coordsize="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dPnL4A&#10;AADbAAAADwAAAGRycy9kb3ducmV2LnhtbERPS27CMBDdV+IO1iB11zjpoopSDEIIVLaFHmBiT+OI&#10;eBxik8/t8aJSl0/vv9nNrhMjDaH1rKDIchDE2puWGwU/19NbCSJEZIOdZ1KwUIDddvWywcr4ib9p&#10;vMRGpBAOFSqwMfaVlEFbchgy3xMn7tcPDmOCQyPNgFMKd518z/MP6bDl1GCxp4Mlfbs8nIL6OLHt&#10;G10W5b64X5el/RrrRanX9bz/BBFpjv/iP/fZKCjT2PQl/QC5f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kXT5y+AAAA2wAAAA8AAAAAAAAAAAAAAAAAmAIAAGRycy9kb3ducmV2&#10;LnhtbFBLBQYAAAAABAAEAPUAAACDAwAAAAA=&#10;" path="m97,49c97,75,75,97,48,97,22,97,,75,,49,,22,22,,48,,75,,97,22,97,49e" fillcolor="#c3d225" stroked="f">
                <v:path o:connecttype="custom" o:connectlocs="97,49;48,97;0,49;48,0;97,49" o:connectangles="0,0,0,0,0"/>
              </v:shape>
              <v:shape id="Freeform 466" o:spid="_x0000_s1028" style="position:absolute;left:9823;top:16228;width:104;height:105;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c8QA&#10;AADbAAAADwAAAGRycy9kb3ducmV2LnhtbESPQWsCMRSE7wX/Q3iF3mq2PYhdjSKKxYtKraLH5+a5&#10;Wdy8LEmqq7++KQg9DjPzDTMct7YWF/KhcqzgrZuBIC6crrhUsP2ev/ZBhIissXZMCm4UYDzqPA0x&#10;1+7KX3TZxFIkCIccFZgYm1zKUBiyGLquIU7eyXmLMUlfSu3xmuC2lu9Z1pMWK04LBhuaGirOmx+r&#10;AA+3+b7dLf3OfB6lOc3WK7pLpV6e28kARKQ2/ocf7YVW0P+Avy/pB8jR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f3PEAAAA2wAAAA8AAAAAAAAAAAAAAAAAmAIAAGRycy9k&#10;b3ducmV2LnhtbFBLBQYAAAAABAAEAPUAAACJAwAAAAA=&#10;" path="m70,94c94,84,104,57,94,34,84,11,57,,33,11,10,21,,48,10,71v10,23,37,34,60,23e" fillcolor="#c3d225" stroked="f">
                <v:path o:connecttype="custom" o:connectlocs="70,94;94,34;33,11;10,71;70,94" o:connectangles="0,0,0,0,0"/>
              </v:shape>
              <v:shape id="Freeform 467" o:spid="_x0000_s1029" style="position:absolute;left:9847;top:16332;width:90;height:90;visibility:visible;mso-wrap-style:square;v-text-anchor:top" coordsize="9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b8IA&#10;AADbAAAADwAAAGRycy9kb3ducmV2LnhtbERPz2vCMBS+C/4P4Qm7iKYbMmZnWlxB8FAGc7pdH81b&#10;W2xeahJt998vh4HHj+/3Jh9NJ27kfGtZweMyAUFcWd1yreD4uVu8gPABWWNnmRT8koc8m042mGo7&#10;8AfdDqEWMYR9igqaEPpUSl81ZNAvbU8cuR/rDIYIXS21wyGGm04+JcmzNNhybGiwp6Kh6ny4GgWr&#10;4t0N32V5KfGk53W1/3pzhVHqYTZuX0EEGsNd/O/eawXruD5+iT9AZ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769vwgAAANsAAAAPAAAAAAAAAAAAAAAAAJgCAABkcnMvZG93&#10;bnJldi54bWxQSwUGAAAAAAQABAD1AAAAhwMAAAAA&#10;" path="m43,88c67,90,87,71,89,47,90,23,72,3,48,1,24,,3,18,2,42,,66,19,87,43,88e" fillcolor="#c3d225" stroked="f">
                <v:path o:connecttype="custom" o:connectlocs="43,88;89,47;48,1;2,42;43,88" o:connectangles="0,0,0,0,0"/>
              </v:shape>
              <v:shape id="Freeform 468" o:spid="_x0000_s1030" style="position:absolute;left:9812;top:16418;width:94;height:95;visibility:visible;mso-wrap-style:square;v-text-anchor:top" coordsize="9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XQu8QA&#10;AADbAAAADwAAAGRycy9kb3ducmV2LnhtbESPS2/CMBCE70j8B2sr9QYOPaA2YBAqfXGpeB04LvE2&#10;SYl3I9uF9N/jSpU4jmbmG8103rlGncmHWtjAaJiBIi7E1lwa2O9eB4+gQkS22AiTgV8KMJ/1e1PM&#10;rVx4Q+dtLFWCcMjRQBVjm2sdioochqG0xMn7Eu8wJulLbT1eEtw1+iHLxtphzWmhwpaeKypO2x9n&#10;YHd6F/+yWB6/BZs3O/6U1bo8GHN/1y0moCJ18Rb+b39YA08j+PuSfoCe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V0LvEAAAA2wAAAA8AAAAAAAAAAAAAAAAAmAIAAGRycy9k&#10;b3ducmV2LnhtbFBLBQYAAAAABAAEAPUAAACJAwAAAAA=&#10;" path="m26,83c46,95,71,88,83,68,94,49,88,23,68,12,48,,23,7,11,27,,46,6,72,26,83e" fillcolor="#c3d225" stroked="f">
                <v:path o:connecttype="custom" o:connectlocs="26,83;83,68;68,12;11,27;26,83" o:connectangles="0,0,0,0,0"/>
              </v:shape>
              <v:shape id="Freeform 469" o:spid="_x0000_s1031" style="position:absolute;left:9742;top:16481;width:90;height:89;visibility:visible;mso-wrap-style:square;v-text-anchor:top" coordsize="90,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jvhMIA&#10;AADbAAAADwAAAGRycy9kb3ducmV2LnhtbESPQYvCMBSE74L/ITzBm6aKiFuNIroLC3vRrge9PZpn&#10;U2xeShNt999vBMHjMDPfMKtNZyvxoMaXjhVMxgkI4tzpkgsFp9+v0QKED8gaK8ek4I88bNb93gpT&#10;7Vo+0iMLhYgQ9ikqMCHUqZQ+N2TRj11NHL2rayyGKJtC6gbbCLeVnCbJXFosOS4YrGlnKL9ld6vg&#10;s70kh4x5QT/79lqa/Uzf3Vmp4aDbLkEE6sI7/Gp/awUfU3h+i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iO+EwgAAANsAAAAPAAAAAAAAAAAAAAAAAJgCAABkcnMvZG93&#10;bnJldi54bWxQSwUGAAAAAAQABAD1AAAAhwMAAAAA&#10;" path="m12,66c24,84,48,89,67,78,85,66,90,42,78,23,67,5,42,,24,12,6,23,,48,12,66e" fillcolor="#c3d225" stroked="f">
                <v:path o:connecttype="custom" o:connectlocs="12,66;67,78;78,23;24,12;12,66" o:connectangles="0,0,0,0,0"/>
              </v:shape>
              <v:shape id="Freeform 470" o:spid="_x0000_s1032" style="position:absolute;left:9661;top:16504;width:78;height:78;visibility:visible;mso-wrap-style:square;v-text-anchor:top" coordsize="7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IZN8QA&#10;AADbAAAADwAAAGRycy9kb3ducmV2LnhtbESPzW7CMBCE70h9B2srcSsOhUIbMKgqQuLQAz89cFzF&#10;2yQiXrtZA+nb10iVOI5m5hvNfNm5Rl2oldqzgeEgA0VceFtzaeDrsH56BSUR2WLjmQz8ksBy8dCb&#10;Y279lXd02cdSJQhLjgaqGEOutRQVOZSBD8TJ+/atw5hkW2rb4jXBXaOfs2yiHdacFioM9FFRcdqf&#10;nYEX0duxd5O4kqkMs/Aj4Xj8NKb/2L3PQEXq4j38395YA28juH1JP0A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CGTfEAAAA2wAAAA8AAAAAAAAAAAAAAAAAmAIAAGRycy9k&#10;b3ducmV2LnhtbFBLBQYAAAAABAAEAPUAAACJAwAAAAA=&#10;" path="m2,42c4,63,22,78,43,76,63,74,78,55,76,35,74,15,56,,35,2,15,4,,22,2,42e" fillcolor="#c3d225" stroked="f">
                <v:path o:connecttype="custom" o:connectlocs="2,42;43,76;76,35;35,2;2,42" o:connectangles="0,0,0,0,0"/>
              </v:shape>
              <v:shape id="Freeform 471" o:spid="_x0000_s1033" style="position:absolute;left:9530;top:16422;width:75;height:75;visibility:visible;mso-wrap-style:square;v-text-anchor:top" coordsize="7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y8QA&#10;AADbAAAADwAAAGRycy9kb3ducmV2LnhtbESP3WoCMRSE74W+QziCdzVrEduuRpGKqAXBvwc4bo6b&#10;xc3JdhPX9e2bQsHLYWa+YSaz1paiodoXjhUM+gkI4szpgnMFp+Py9QOED8gaS8ek4EEeZtOXzgRT&#10;7e68p+YQchEh7FNUYEKoUil9Zsii77uKOHoXV1sMUda51DXeI9yW8i1JRtJiwXHBYEVfhrLr4WYV&#10;zH/Oq11RfTfvx71pNtfRYovtQqlet52PQQRqwzP8315rBZ9D+PsSf4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vk8vEAAAA2wAAAA8AAAAAAAAAAAAAAAAAmAIAAGRycy9k&#10;b3ducmV2LnhtbFBLBQYAAAAABAAEAPUAAACJAwAAAAA=&#10;" path="m15,12c1,24,,46,12,59v12,14,34,16,48,3c73,50,75,28,62,15,50,1,29,,15,12e" fillcolor="#c3d225" stroked="f">
                <v:path o:connecttype="custom" o:connectlocs="15,12;12,59;60,62;62,15;15,12" o:connectangles="0,0,0,0,0"/>
              </v:shape>
              <v:shape id="Freeform 472" o:spid="_x0000_s1034" style="position:absolute;left:9497;top:16359;width:70;height:71;visibility:visible;mso-wrap-style:square;v-text-anchor:top" coordsize="7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vfDcQA&#10;AADbAAAADwAAAGRycy9kb3ducmV2LnhtbESPT2vCQBTE70K/w/KE3nSj4L/UjRRLaYtejILXR/Y1&#10;SZt9G3e3Mf323YLgcZiZ3zDrTW8a0ZHztWUFk3ECgriwuuZSwen4OlqC8AFZY2OZFPySh032MFhj&#10;qu2VD9TloRQRwj5FBVUIbSqlLyoy6Me2JY7ep3UGQ5SulNrhNcJNI6dJMpcGa44LFba0raj4zn+M&#10;gvr89nFY7Jy8mPmueMGvqdvPjFKPw/75CUSgPtzDt/a7VrCawf+X+A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r3w3EAAAA2wAAAA8AAAAAAAAAAAAAAAAAmAIAAGRycy9k&#10;b3ducmV2LnhtbFBLBQYAAAAABAAEAPUAAACJAwAAAAA=&#10;" path="m27,5c10,9,,27,4,44,9,61,26,71,43,67,60,62,70,45,66,28,61,11,44,,27,5e" fillcolor="#c3d225" stroked="f">
                <v:path o:connecttype="custom" o:connectlocs="27,5;4,44;43,67;66,28;27,5" o:connectangles="0,0,0,0,0"/>
              </v:shape>
              <v:shape id="Freeform 473" o:spid="_x0000_s1035" style="position:absolute;left:9504;top:16289;width:67;height:67;visibility:visible;mso-wrap-style:square;v-text-anchor:top" coordsize="6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xniMEA&#10;AADcAAAADwAAAGRycy9kb3ducmV2LnhtbERPy4rCMBTdC/5DuIKbQVN1kFKNIjqjs3DjA9xemmtb&#10;bG5KktGOX28WAy4P5z1ftqYWd3K+sqxgNExAEOdWV1woOJ++BykIH5A11pZJwR95WC66nTlm2j74&#10;QPdjKEQMYZ+hgjKEJpPS5yUZ9EPbEEfuap3BEKErpHb4iOGmluMkmUqDFceGEhtal5Tfjr9GwZZv&#10;xddod3k+bVppt9ebSfjYKNXvtasZiEBteIv/3T9awWca58cz8Qj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sZ4jBAAAA3AAAAA8AAAAAAAAAAAAAAAAAmAIAAGRycy9kb3du&#10;cmV2LnhtbFBLBQYAAAAABAAEAPUAAACGAwAAAAA=&#10;" path="m40,4c24,,7,10,4,27,,43,11,59,27,63,43,67,60,56,63,40,67,23,56,7,40,4e" fillcolor="#c3d225" stroked="f">
                <v:path o:connecttype="custom" o:connectlocs="40,4;4,27;27,63;63,40;40,4" o:connectangles="0,0,0,0,0"/>
              </v:shape>
              <v:shape id="Freeform 474" o:spid="_x0000_s1036" style="position:absolute;left:9541;top:16228;width:66;height:66;visibility:visible;mso-wrap-style:square;v-text-anchor:top" coordsize="6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uj8MA&#10;AADcAAAADwAAAGRycy9kb3ducmV2LnhtbESPwWrDMBBE74H8g9hAb4nsEEpwLRsTCPQaN4f2tlhb&#10;y9RauZbsuP36KhDocZiZN0xeLrYXM42+c6wg3SUgiBunO24VXN/O2yMIH5A19o5JwQ95KIv1KsdM&#10;uxtfaK5DKyKEfYYKTAhDJqVvDFn0OzcQR+/TjRZDlGMr9Yi3CLe93CfJs7TYcVwwONDJUPNVT1aB&#10;/Tj8zs2+ulr3/T4h9fVFmlqpp81SvYAItIT/8KP9qhUcjincz8QjI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uj8MAAADcAAAADwAAAAAAAAAAAAAAAACYAgAAZHJzL2Rv&#10;d25yZXYueG1sUEsFBgAAAAAEAAQA9QAAAIgDAAAAAA==&#10;" path="m40,3c23,,7,10,3,26,,43,10,59,27,63,43,66,59,56,63,39,66,23,56,7,40,3e" fillcolor="#c3d225" stroked="f">
                <v:path o:connecttype="custom" o:connectlocs="40,3;3,26;27,63;63,39;40,3" o:connectangles="0,0,0,0,0"/>
              </v:shape>
              <v:shape id="Freeform 475" o:spid="_x0000_s1037" style="position:absolute;left:9587;top:16479;width:70;height:70;visibility:visible;mso-wrap-style:square;v-text-anchor:top" coordsize="7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aPhcQA&#10;AADcAAAADwAAAGRycy9kb3ducmV2LnhtbESPwWrDMBBE74X+g9hCb7XskKbGtWJCwSTklrSX3hZr&#10;bZlYK2Mpsfv3UaHQ4zAzb5iyWuwgbjT53rGCLElBEDdO99wp+PqsX3IQPiBrHByTgh/yUG0fH0os&#10;tJv5RLdz6ESEsC9QgQlhLKT0jSGLPnEjcfRaN1kMUU6d1BPOEW4HuUrTjbTYc1wwONKHoeZyvloF&#10;ur287rNvszP92+ZUjzlej+Go1PPTsnsHEWgJ/+G/9kErWOcr+D0Tj4D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2j4XEAAAA3AAAAA8AAAAAAAAAAAAAAAAAmAIAAGRycy9k&#10;b3ducmV2LnhtbFBLBQYAAAAABAAEAPUAAACJAwAAAAA=&#10;" path="m,35c,16,16,,35,,54,,70,16,70,35,70,54,54,70,35,70,16,70,,54,,35e" fillcolor="#c3d225" stroked="f">
                <v:path o:connecttype="custom" o:connectlocs="0,35;35,0;70,35;35,70;0,35" o:connectangles="0,0,0,0,0"/>
              </v:shape>
              <v:shape id="Freeform 477" o:spid="_x0000_s1038" style="position:absolute;left:9395;top:16466;width:97;height:97;visibility:visible;mso-wrap-style:square;v-text-anchor:top" coordsize="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rFqMUA&#10;AADcAAAADwAAAGRycy9kb3ducmV2LnhtbESPT2sCMRTE7wW/Q3hCbzVbK7qsRhHbijdZ9eDxuXn7&#10;p25eliTV7bdvhEKPw8z8hlmsetOKGznfWFbwOkpAEBdWN1wpOB0/X1IQPiBrbC2Tgh/ysFoOnhaY&#10;aXvnnG6HUIkIYZ+hgjqELpPSFzUZ9CPbEUevtM5giNJVUju8R7hp5ThJptJgw3Ghxo42NRXXw7dR&#10;cM3T85crq/H+uMu35cf+Mnv3M6Weh/16DiJQH/7Df+2dVjBJ3+BxJh4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ysWoxQAAANwAAAAPAAAAAAAAAAAAAAAAAJgCAABkcnMv&#10;ZG93bnJldi54bWxQSwUGAAAAAAQABAD1AAAAigMAAAAA&#10;" path="m,48c,21,22,,49,,75,,97,21,97,48,97,75,75,97,49,97,22,97,,75,,48e" fillcolor="#5e6a70" stroked="f">
                <v:path o:connecttype="custom" o:connectlocs="0,48;49,0;97,48;49,97;0,48" o:connectangles="0,0,0,0,0"/>
              </v:shape>
              <v:shape id="Freeform 478" o:spid="_x0000_s1039" style="position:absolute;left:9317;top:16384;width:104;height:10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K+CcUA&#10;AADcAAAADwAAAGRycy9kb3ducmV2LnhtbESPQWsCMRSE7wX/Q3iCt5q1ishqFC1bKj0UVsXzY/Pc&#10;LG5eliRdt/++KRR6HGbmG2azG2wrevKhcaxgNs1AEFdON1wruJzfnlcgQkTW2DomBd8UYLcdPW0w&#10;1+7BJfWnWIsE4ZCjAhNjl0sZKkMWw9R1xMm7OW8xJulrqT0+Ety28iXLltJiw2nBYEevhqr76csq&#10;aIZiX3yUn63vz8dr0b8fyuXcKDUZD/s1iEhD/A//tY9awWK1gN8z6Qj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sr4JxQAAANwAAAAPAAAAAAAAAAAAAAAAAJgCAABkcnMv&#10;ZG93bnJldi54bWxQSwUGAAAAAAQABAD1AAAAigMAAAAA&#10;" path="m34,10c11,21,,48,10,71v10,23,37,33,61,23c94,84,104,57,94,34,84,11,57,,34,10e" fillcolor="#5e6a70" stroked="f">
                <v:path o:connecttype="custom" o:connectlocs="34,10;10,71;71,94;94,34;34,10" o:connectangles="0,0,0,0,0"/>
              </v:shape>
              <v:shape id="Freeform 479" o:spid="_x0000_s1040" style="position:absolute;left:9307;top:16295;width:90;height:90;visibility:visible;mso-wrap-style:square;v-text-anchor:top" coordsize="9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M6fsUA&#10;AADcAAAADwAAAGRycy9kb3ducmV2LnhtbESPQWvCQBSE7wX/w/IEb3VjsRKiq0igpfWkVgRvj+wz&#10;CWbfxt01Sf99t1DocZiZb5jVZjCN6Mj52rKC2TQBQVxYXXOp4PT19pyC8AFZY2OZFHyTh8169LTC&#10;TNueD9QdQykihH2GCqoQ2kxKX1Rk0E9tSxy9q3UGQ5SulNphH+GmkS9JspAGa44LFbaUV1Tcjg+j&#10;oNjf8/yye3S7fbo4zD7pvXd8VmoyHrZLEIGG8B/+a39oBfP0FX7Px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gzp+xQAAANwAAAAPAAAAAAAAAAAAAAAAAJgCAABkcnMv&#10;ZG93bnJldi54bWxQSwUGAAAAAAQABAD1AAAAigMAAAAA&#10;" path="m47,1c23,,3,18,1,42,,66,18,87,42,88,66,90,87,71,88,47,90,23,71,3,47,1e" fillcolor="#5e6a70" stroked="f">
                <v:path o:connecttype="custom" o:connectlocs="47,1;1,42;42,88;88,47;47,1" o:connectangles="0,0,0,0,0"/>
              </v:shape>
              <v:shape id="Freeform 480" o:spid="_x0000_s1041" style="position:absolute;left:9338;top:16204;width:94;height:95;visibility:visible;mso-wrap-style:square;v-text-anchor:top" coordsize="9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Xt9MUA&#10;AADcAAAADwAAAGRycy9kb3ducmV2LnhtbESPQWvCQBSE7wX/w/IEL0U3LVUkukoplIrSQ1P1/Mg+&#10;szHZtyG7mvTfu0LB4zAz3zDLdW9rcaXWl44VvEwSEMS50yUXCva/n+M5CB+QNdaOScEfeVivBk9L&#10;TLXr+IeuWShEhLBPUYEJoUml9Lkhi37iGuLonVxrMUTZFlK32EW4reVrksykxZLjgsGGPgzlVXax&#10;Cg7T56ozX9t62iWuOsr97vyd7ZQaDfv3BYhAfXiE/9sbreBtPoP7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e30xQAAANwAAAAPAAAAAAAAAAAAAAAAAJgCAABkcnMv&#10;ZG93bnJldi54bWxQSwUGAAAAAAQABAD1AAAAigMAAAAA&#10;" path="m68,12c48,,23,7,11,26,,46,6,71,26,83,46,95,71,88,83,68,94,48,88,23,68,12e" fillcolor="#5e6a70" stroked="f">
                <v:path o:connecttype="custom" o:connectlocs="68,12;11,26;26,83;83,68;68,12" o:connectangles="0,0,0,0,0"/>
              </v:shape>
              <v:shape id="Freeform 481" o:spid="_x0000_s1042" style="position:absolute;left:9412;top:16146;width:90;height:90;visibility:visible;mso-wrap-style:square;v-text-anchor:top" coordsize="9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0BksUA&#10;AADcAAAADwAAAGRycy9kb3ducmV2LnhtbESPQWvCQBSE74L/YXkFb7pRREPqKiVgaT2pLYXeHtnX&#10;JDT7Nu6uSfrvXUHocZiZb5jNbjCN6Mj52rKC+SwBQVxYXXOp4PNjP01B+ICssbFMCv7Iw247Hm0w&#10;07bnE3XnUIoIYZ+hgiqENpPSFxUZ9DPbEkfvxzqDIUpXSu2wj3DTyEWSrKTBmuNChS3lFRW/56tR&#10;UBwvef59uHaHY7o6zd/ptXf8pdTkaXh5BhFoCP/hR/tNK1ima7ifiUdAb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HQGSxQAAANwAAAAPAAAAAAAAAAAAAAAAAJgCAABkcnMv&#10;ZG93bnJldi54bWxQSwUGAAAAAAQABAD1AAAAigMAAAAA&#10;" path="m78,24c66,6,42,,23,12,5,24,,48,12,67,24,85,48,90,66,78,84,67,90,42,78,24e" fillcolor="#5e6a70" stroked="f">
                <v:path o:connecttype="custom" o:connectlocs="78,24;23,12;12,67;66,78;78,24" o:connectangles="0,0,0,0,0"/>
              </v:shape>
              <v:shape id="Freeform 482" o:spid="_x0000_s1043" style="position:absolute;left:9505;top:16135;width:78;height:78;visibility:visible;mso-wrap-style:square;v-text-anchor:top" coordsize="7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qM/8QA&#10;AADcAAAADwAAAGRycy9kb3ducmV2LnhtbERPy2rCQBTdF/oPwy10U3Rira/oKFII7cZFo4jLS+aa&#10;CWbuhMw0if36zqLQ5eG8N7vB1qKj1leOFUzGCQjiwumKSwWnYzZagvABWWPtmBTcycNu+/iwwVS7&#10;nr+oy0MpYgj7FBWYEJpUSl8YsujHriGO3NW1FkOEbSl1i30Mt7V8TZK5tFhxbDDY0Luh4pZ/WwUv&#10;4fYx9YvCHC4/2SGbna99veqUen4a9msQgYbwL/5zf2oFb8u4Np6JR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KjP/EAAAA3AAAAA8AAAAAAAAAAAAAAAAAmAIAAGRycy9k&#10;b3ducmV2LnhtbFBLBQYAAAAABAAEAPUAAACJAwAAAAA=&#10;" path="m76,35c74,15,56,,35,2,15,4,,22,2,43,4,63,22,78,43,76,63,74,78,56,76,35e" fillcolor="#5e6a70" stroked="f">
                <v:path o:connecttype="custom" o:connectlocs="76,35;35,2;2,43;43,76;76,35" o:connectangles="0,0,0,0,0"/>
              </v:shape>
              <v:shape id="Freeform 483" o:spid="_x0000_s1044" style="position:absolute;left:9639;top:16220;width:75;height:75;visibility:visible;mso-wrap-style:square;v-text-anchor:top" coordsize="7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cW1ccA&#10;AADcAAAADwAAAGRycy9kb3ducmV2LnhtbESPQWvCQBSE7wX/w/IKXopulFLS1FVa0RIQxMaWXh/Z&#10;1ySafRuyq4n/3hUKHoeZ+YaZLXpTizO1rrKsYDKOQBDnVldcKPjer0cxCOeRNdaWScGFHCzmg4cZ&#10;Jtp2/EXnzBciQNglqKD0vkmkdHlJBt3YNsTB+7OtQR9kW0jdYhfgppbTKHqRBisOCyU2tCwpP2Yn&#10;oyA9HKrVTzdJ4+XmY/v5+7TLpqZQavjYv7+B8NT7e/i/nWoFz/Er3M6EI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XFtXHAAAA3AAAAA8AAAAAAAAAAAAAAAAAmAIAAGRy&#10;cy9kb3ducmV2LnhtbFBLBQYAAAAABAAEAPUAAACMAwAAAAA=&#10;" path="m60,63c74,50,75,29,63,15,51,1,29,,16,13,2,25,,46,13,60v12,14,33,15,47,3e" fillcolor="#5e6a70" stroked="f">
                <v:path o:connecttype="custom" o:connectlocs="60,63;63,15;16,13;13,60;60,63" o:connectangles="0,0,0,0,0"/>
              </v:shape>
              <v:shape id="Freeform 484" o:spid="_x0000_s1045" style="position:absolute;left:9677;top:16286;width:70;height:71;visibility:visible;mso-wrap-style:square;v-text-anchor:top" coordsize="7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WwVsQA&#10;AADcAAAADwAAAGRycy9kb3ducmV2LnhtbERPXWvCMBR9H+w/hDvYy9B0U2SrRhHHQFCEOoU9Xppr&#10;09rclCZr6783D4M9Hs73YjXYWnTU+tKxgtdxAoI4d7rkQsHp+2v0DsIHZI21Y1JwIw+r5ePDAlPt&#10;es6oO4ZCxBD2KSowITSplD43ZNGPXUMcuYtrLYYI20LqFvsYbmv5liQzabHk2GCwoY2h/Hr8tQrO&#10;tO032aQz1U7uJ+fdT3X4fKmUen4a1nMQgYbwL/5zb7WC6UecH8/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1sFbEAAAA3AAAAA8AAAAAAAAAAAAAAAAAmAIAAGRycy9k&#10;b3ducmV2LnhtbFBLBQYAAAAABAAEAPUAAACJAwAAAAA=&#10;" path="m43,67c60,62,70,45,66,28,62,11,44,,27,5,10,9,,27,4,44,9,61,26,71,43,67e" fillcolor="#5e6a70" stroked="f">
                <v:path o:connecttype="custom" o:connectlocs="43,67;66,28;27,5;4,44;43,67" o:connectangles="0,0,0,0,0"/>
              </v:shape>
              <v:shape id="Freeform 485" o:spid="_x0000_s1046" style="position:absolute;left:9673;top:16361;width:67;height:67;visibility:visible;mso-wrap-style:square;v-text-anchor:top" coordsize="6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WFgMQA&#10;AADcAAAADwAAAGRycy9kb3ducmV2LnhtbESPzYoCMRCE74LvEFrwppkRkXXWKKsgeBDEnwdoJj0/&#10;u0lnnEQd9+k3grDHoqq+oharzhpxp9bXjhWk4wQEce50zaWCy3k7+gDhA7JG45gUPMnDatnvLTDT&#10;7sFHup9CKSKEfYYKqhCaTEqfV2TRj11DHL3CtRZDlG0pdYuPCLdGTpJkJi3WHBcqbGhTUf5zulkF&#10;16Lo9O92b77Xazsx6ZVmB31Tajjovj5BBOrCf/jd3mkF03kKrzPxCM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1hYDEAAAA3AAAAA8AAAAAAAAAAAAAAAAAmAIAAGRycy9k&#10;b3ducmV2LnhtbFBLBQYAAAAABAAEAPUAAACJAwAAAAA=&#10;" path="m27,63c44,67,60,56,63,40,67,24,56,7,40,4,24,,7,11,4,27,,43,11,60,27,63e" fillcolor="#5e6a70" stroked="f">
                <v:path o:connecttype="custom" o:connectlocs="27,63;63,40;40,4;4,27;27,63" o:connectangles="0,0,0,0,0"/>
              </v:shape>
              <v:shape id="Freeform 486" o:spid="_x0000_s1047" style="position:absolute;left:9637;top:16423;width:66;height:66;visibility:visible;mso-wrap-style:square;v-text-anchor:top" coordsize="6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ZO8MMA&#10;AADcAAAADwAAAGRycy9kb3ducmV2LnhtbESPQYvCMBSE7wv+h/AEL7KmiuhuNYqIgnhadQ8eH82z&#10;KTYvpYm2+uuNsLDHYeabYebL1pbiTrUvHCsYDhIQxJnTBecKfk/bzy8QPiBrLB2Tggd5WC46H3NM&#10;tWv4QPdjyEUsYZ+iAhNClUrpM0MW/cBVxNG7uNpiiLLOpa6xieW2lKMkmUiLBccFgxWtDWXX480q&#10;GF9/0PZp3OjzZpicy32bPadGqV63Xc1ABGrDf/iP3unIfY/gfSYeAb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ZO8MMAAADcAAAADwAAAAAAAAAAAAAAAACYAgAAZHJzL2Rv&#10;d25yZXYueG1sUEsFBgAAAAAEAAQA9QAAAIgDAAAAAA==&#10;" path="m26,63c43,66,59,56,63,39,66,23,56,7,39,3,23,,7,10,3,26,,43,10,59,26,63e" fillcolor="#5e6a70" stroked="f">
                <v:path o:connecttype="custom" o:connectlocs="26,63;63,39;39,3;3,26;26,63" o:connectangles="0,0,0,0,0"/>
              </v:shape>
              <v:shape id="Freeform 487" o:spid="_x0000_s1048" style="position:absolute;left:9587;top:16168;width:70;height:69;visibility:visible;mso-wrap-style:square;v-text-anchor:top" coordsize="70,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uGLMQA&#10;AADcAAAADwAAAGRycy9kb3ducmV2LnhtbESPUWvCMBSF3wf7D+EO9jaTuSmzmpahDHwb1v2Aa3Nt&#10;i81NaKK2+/VmMPDxcM75DmdVDLYTF+pD61jD60SBIK6cabnW8LP/evkAESKywc4xaRgpQJE/Pqww&#10;M+7KO7qUsRYJwiFDDU2MPpMyVA1ZDBPniZN3dL3FmGRfS9PjNcFtJ6dKzaXFltNCg57WDVWn8mw1&#10;qPPvt/L78dCO3e6A0s821cZr/fw0fC5BRBriPfzf3hoN74s3+DuTjoDM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bhizEAAAA3AAAAA8AAAAAAAAAAAAAAAAAmAIAAGRycy9k&#10;b3ducmV2LnhtbFBLBQYAAAAABAAEAPUAAACJAwAAAAA=&#10;" path="m70,35c70,54,54,69,35,69,16,69,,54,,35,,15,16,,35,,54,,70,15,70,35e" fillcolor="#5e6a70" stroked="f">
                <v:path o:connecttype="custom" o:connectlocs="70,35;35,69;0,35;35,0;70,35" o:connectangles="0,0,0,0,0"/>
              </v:shape>
              <v:shape id="Freeform 488" o:spid="_x0000_s1049" style="position:absolute;left:10044;top:16372;width:108;height:142;visibility:visible;mso-wrap-style:square;v-text-anchor:top" coordsize="10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HI7sUA&#10;AADcAAAADwAAAGRycy9kb3ducmV2LnhtbESPT2sCMRTE70K/Q3gFb5qtSLGrUaogVXqx2ur1dfP2&#10;T928bJOo67c3QqHHYWZ+w0xmranFmZyvLCt46icgiDOrKy4UfO6WvREIH5A11pZJwZU8zKYPnQmm&#10;2l74g87bUIgIYZ+igjKEJpXSZyUZ9H3bEEcvt85giNIVUju8RLip5SBJnqXBiuNCiQ0tSsqO25NR&#10;0OzeT3q/oe/f4A7519t6nu9/5kp1H9vXMYhAbfgP/7VXWsHwZQj3M/EIy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wcjuxQAAANwAAAAPAAAAAAAAAAAAAAAAAJgCAABkcnMv&#10;ZG93bnJldi54bWxQSwUGAAAAAAQABAD1AAAAigMAAAAA&#10;" path="m,142l,18c,17,,,18,v18,,90,,90,l108,28r-77,l31,57r67,l98,85r-67,l31,114r77,l108,142,,142e" fillcolor="#5e6a70" stroked="f">
                <v:path o:connecttype="custom" o:connectlocs="0,142;0,18;18,0;108,0;108,28;31,28;31,57;98,57;98,85;31,85;31,114;108,114;108,142;0,142" o:connectangles="0,0,0,0,0,0,0,0,0,0,0,0,0,0"/>
              </v:shape>
              <v:shape id="Freeform 489" o:spid="_x0000_s1050" style="position:absolute;left:10162;top:16403;width:99;height:111;visibility:visible;mso-wrap-style:square;v-text-anchor:top" coordsize="99,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v2MQA&#10;AADcAAAADwAAAGRycy9kb3ducmV2LnhtbESPQWvCQBSE70L/w/IKvenGtGlrdA2ltJCLUK3eX7PP&#10;JJh9G7LbJP57VxA8DjPzDbPKRtOInjpXW1Ywn0UgiAuray4V7H+/p+8gnEfW2FgmBWdykK0fJitM&#10;tR14S/3OlyJA2KWooPK+TaV0RUUG3cy2xME72s6gD7Irpe5wCHDTyDiKXqXBmsNChS19VlScdv9G&#10;QR47Of5t+4TffuZUH76SzXOTKPX0OH4sQXga/T18a+dawcsigeuZcATk+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6r9jEAAAA3AAAAA8AAAAAAAAAAAAAAAAAmAIAAGRycy9k&#10;b3ducmV2LnhtbFBLBQYAAAAABAAEAPUAAACJAwAAAAA=&#10;" path="m68,111r,-60c68,36,61,28,50,28,38,28,30,36,30,51r,60l,111v,,,-89,,-91c,18,,3,18,3r12,l30,18c38,9,47,,62,,86,,99,16,99,41r,70l68,111e" fillcolor="#5e6a70" stroked="f">
                <v:path o:connecttype="custom" o:connectlocs="68,111;68,51;50,28;30,51;30,111;0,111;0,20;18,3;30,3;30,18;62,0;99,41;99,111;68,111" o:connectangles="0,0,0,0,0,0,0,0,0,0,0,0,0,0"/>
              </v:shape>
              <v:shape id="Freeform 490" o:spid="_x0000_s1051" style="position:absolute;left:10386;top:16403;width:65;height:111;visibility:visible;mso-wrap-style:square;v-text-anchor:top" coordsize="65,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uRi8MA&#10;AADcAAAADwAAAGRycy9kb3ducmV2LnhtbESPQYvCMBSE78L+h/AWvMiarkh1u0YRQRAPglU8v22e&#10;TdnmpTRR6783guBxmJlvmNmis7W4Uusrxwq+hwkI4sLpiksFx8P6awrCB2SNtWNScCcPi/lHb4aZ&#10;djfe0zUPpYgQ9hkqMCE0mZS+MGTRD11DHL2zay2GKNtS6hZvEW5rOUqSVFqsOC4YbGhlqPjPL1bB&#10;qpqQydPib1BPz8eT3u6Whwkp1f/slr8gAnXhHX61N1rB+CeF55l4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uRi8MAAADcAAAADwAAAAAAAAAAAAAAAACYAgAAZHJzL2Rv&#10;d25yZXYueG1sUEsFBgAAAAAEAAQA9QAAAIgDAAAAAA==&#10;" path="m63,33c43,33,30,45,30,71r,40l,111,,20c,20,,3,17,3r13,l30,25c37,10,47,,65,1r,32l63,33e" fillcolor="#5e6a70" stroked="f">
                <v:path o:connecttype="custom" o:connectlocs="63,33;30,71;30,111;0,111;0,20;17,3;30,3;30,25;65,1;65,33;63,33" o:connectangles="0,0,0,0,0,0,0,0,0,0,0"/>
              </v:shape>
              <v:shape id="Freeform 491" o:spid="_x0000_s1052" style="position:absolute;left:10455;top:16403;width:115;height:144;visibility:visible;mso-wrap-style:square;v-text-anchor:top" coordsize="115,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XkI8UA&#10;AADcAAAADwAAAGRycy9kb3ducmV2LnhtbESPS2vDMBCE74H+B7GFXkIj1wlp4loJxdDgQw95Qa6L&#10;tX5Qa2Us1Xb/fVUo5DjMzDdMup9MKwbqXWNZwcsiAkFcWN1wpeB6+XjegHAeWWNrmRT8kIP97mGW&#10;YqLtyCcazr4SAcIuQQW1910ipStqMugWtiMOXml7gz7IvpK6xzHATSvjKFpLgw2HhRo7ymoqvs7f&#10;RsE6c/NPf7s4e6iMyZfHuLFlrNTT4/T+BsLT5O/h/3auFay2r/B3JhwBu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9eQjxQAAANwAAAAPAAAAAAAAAAAAAAAAAJgCAABkcnMv&#10;ZG93bnJldi54bWxQSwUGAAAAAAQABAD1AAAAigMAAAAA&#10;" path="m84,51c84,36,73,26,58,26,43,26,31,36,31,51r,1c31,67,43,77,58,77,73,77,84,66,84,52r,-1m54,144c36,144,20,140,6,133l16,110v12,6,23,10,37,10c74,120,84,109,84,90r,-5c75,96,65,102,49,102,23,102,,84,,52l,51c,19,24,,49,,65,,75,8,84,17l84,3r13,c115,3,115,20,115,20r,67c115,128,94,144,54,144e" fillcolor="#5e6a70" stroked="f">
                <v:path o:connecttype="custom" o:connectlocs="84,51;58,26;31,51;31,52;58,77;84,52;84,51;54,144;6,133;16,110;53,120;84,90;84,85;49,102;0,52;0,51;49,0;84,17;84,3;97,3;115,20;115,87;54,144" o:connectangles="0,0,0,0,0,0,0,0,0,0,0,0,0,0,0,0,0,0,0,0,0,0,0"/>
              </v:shape>
              <v:shape id="Freeform 492" o:spid="_x0000_s1053" style="position:absolute;left:10573;top:16405;width:113;height:142;visibility:visible;mso-wrap-style:square;v-text-anchor:top" coordsize="113,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KHH8IA&#10;AADcAAAADwAAAGRycy9kb3ducmV2LnhtbERP3WrCMBS+F3yHcITdiKZOEdcZRTYGeuFf5wOcNcem&#10;2JyUJtP69uZC8PLj+58vW1uJKzW+dKxgNExAEOdOl1woOP3+DGYgfEDWWDkmBXfysFx0O3NMtbvx&#10;ka5ZKEQMYZ+iAhNCnUrpc0MW/dDVxJE7u8ZiiLAppG7wFsNtJd+TZCotlhwbDNb0ZSi/ZP9Wwer0&#10;N9l8H9bZPjGjoippt9uO+0q99drVJ4hAbXiJn+61VjD5iGvjmXgE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ocfwgAAANwAAAAPAAAAAAAAAAAAAAAAAJgCAABkcnMvZG93&#10;bnJldi54bWxQSwUGAAAAAAQABAD1AAAAhwMAAAAA&#10;" path="m72,112v-9,22,-18,30,-36,30c25,142,17,139,9,135l19,112v4,3,9,5,13,5c37,117,40,115,43,110l,,33,,58,74,76,18c76,18,81,,93,r20,l72,112e" fillcolor="#5e6a70" stroked="f">
                <v:path o:connecttype="custom" o:connectlocs="72,112;36,142;9,135;19,112;32,117;43,110;0,0;33,0;58,74;76,18;93,0;113,0;72,112" o:connectangles="0,0,0,0,0,0,0,0,0,0,0,0,0"/>
              </v:shape>
              <v:shape id="Freeform 493" o:spid="_x0000_s1054" style="position:absolute;left:10044;top:16203;width:108;height:142;visibility:visible;mso-wrap-style:square;v-text-anchor:top" coordsize="10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BncMUA&#10;AADcAAAADwAAAGRycy9kb3ducmV2LnhtbESPT2sCMRTE70K/Q3iCN81aROpqlCqUVrxUbfX6unn7&#10;p25etknU9ds3QqHHYWZ+w8wWranFhZyvLCsYDhIQxJnVFRcKPvYv/ScQPiBrrC2Tght5WMwfOjNM&#10;tb3yli67UIgIYZ+igjKEJpXSZyUZ9APbEEcvt85giNIVUju8Rrip5WOSjKXBiuNCiQ2tSspOu7NR&#10;0Ow3Z314p6+f4I755+t6mR++l0r1uu3zFESgNvyH/9pvWsFoMoH7mXg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wGdwxQAAANwAAAAPAAAAAAAAAAAAAAAAAJgCAABkcnMv&#10;ZG93bnJldi54bWxQSwUGAAAAAAQABAD1AAAAigMAAAAA&#10;" path="m,142l,18c,16,,,18,v18,,90,,90,l108,27r-77,l31,56r67,l98,84r-67,l31,114r77,l108,142,,142e" fillcolor="#5e6a70" stroked="f">
                <v:path o:connecttype="custom" o:connectlocs="0,142;0,18;18,0;108,0;108,27;31,27;31,56;98,56;98,84;31,84;31,114;108,114;108,142;0,142" o:connectangles="0,0,0,0,0,0,0,0,0,0,0,0,0,0"/>
              </v:shape>
              <v:shape id="Freeform 494" o:spid="_x0000_s1055" style="position:absolute;left:10162;top:16234;width:99;height:111;visibility:visible;mso-wrap-style:square;v-text-anchor:top" coordsize="99,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aWWsAA&#10;AADcAAAADwAAAGRycy9kb3ducmV2LnhtbERPTYvCMBC9C/sfwix407RK3aWayrIoeBG07t7HZmyL&#10;zaQ0sdZ/bw6Cx8f7Xq0H04ieOldbVhBPIxDEhdU1lwr+TtvJNwjnkTU2lknBgxyss4/RClNt73yk&#10;PvelCCHsUlRQed+mUrqiIoNualviwF1sZ9AH2JVSd3gP4aaRsyhaSIM1h4YKW/qtqLjmN6NgN3Ny&#10;OB/7hL8OMdX/m2Q/bxKlxp/DzxKEp8G/xS/3TitIojA/nAlHQGZ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yaWWsAAAADcAAAADwAAAAAAAAAAAAAAAACYAgAAZHJzL2Rvd25y&#10;ZXYueG1sUEsFBgAAAAAEAAQA9QAAAIUDAAAAAA==&#10;" path="m68,111r,-61c68,35,61,28,50,28,38,28,30,35,30,50r,61l,111v,,,-90,,-91c,18,,2,18,2r12,l30,17c38,8,47,,62,,86,,99,15,99,40r,71l68,111e" fillcolor="#5e6a70" stroked="f">
                <v:path o:connecttype="custom" o:connectlocs="68,111;68,50;50,28;30,50;30,111;0,111;0,20;18,2;30,2;30,17;62,0;99,40;99,111;68,111" o:connectangles="0,0,0,0,0,0,0,0,0,0,0,0,0,0"/>
              </v:shape>
              <v:shape id="Freeform 495" o:spid="_x0000_s1056" style="position:absolute;left:10708;top:16233;width:117;height:113;visibility:visible;mso-wrap-style:square;v-text-anchor:top" coordsize="117,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joYcIA&#10;AADcAAAADwAAAGRycy9kb3ducmV2LnhtbESP0WrCQBRE3wv+w3IF3+pGS0uJ2YhKI31V+wHX7E02&#10;mL0bsmsS/94tFPo4zMwZJttOthUD9b5xrGC1TEAQl043XCv4uRSvnyB8QNbYOiYFD/KwzWcvGaba&#10;jXyi4RxqESHsU1RgQuhSKX1pyKJfuo44epXrLYYo+1rqHscIt61cJ8mHtNhwXDDY0cFQeTvfrYLr&#10;G18Kuf6qaLhXx9Lsp5Pf7ZVazKfdBkSgKfyH/9rfWsF7soLfM/EIy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OhhwgAAANwAAAAPAAAAAAAAAAAAAAAAAJgCAABkcnMvZG93&#10;bnJldi54bWxQSwUGAAAAAAQABAD1AAAAhwMAAAAA&#10;" path="m87,56c87,40,75,26,58,26,41,26,30,40,30,56v,16,12,30,29,30c76,86,87,73,87,57r,-1m58,113c25,113,,88,,57l,56c,25,25,,59,v33,,58,25,58,56c117,88,92,113,58,113e" fillcolor="#5e6a70" stroked="f">
                <v:path o:connecttype="custom" o:connectlocs="87,56;58,26;30,56;30,56;59,86;87,57;87,56;58,113;0,57;0,56;59,0;117,56;117,56;58,113" o:connectangles="0,0,0,0,0,0,0,0,0,0,0,0,0,0"/>
              </v:shape>
              <v:shape id="Freeform 496" o:spid="_x0000_s1057" style="position:absolute;left:10270;top:16203;width:115;height:144;visibility:visible;mso-wrap-style:square;v-text-anchor:top" coordsize="115,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ndocAA&#10;AADcAAAADwAAAGRycy9kb3ducmV2LnhtbESPzQrCMBCE74LvEFbwIppaUaQaRQTFgwf/wOvSrG2x&#10;2ZQman17Iwgeh5n5hpkvG1OKJ9WusKxgOIhAEKdWF5wpuJw3/SkI55E1lpZJwZscLBft1hwTbV98&#10;pOfJZyJA2CWoIPe+SqR0aU4G3cBWxMG72dqgD7LOpK7xFeCmlHEUTaTBgsNCjhWtc0rvp4dRMFm7&#10;3t5fz85uM2N2o0Nc2FusVLfTrGYgPDX+H/61d1rBOIrheyYcAbn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ndocAAAADcAAAADwAAAAAAAAAAAAAAAACYAgAAZHJzL2Rvd25y&#10;ZXYueG1sUEsFBgAAAAAEAAQA9QAAAIUDAAAAAA==&#10;" path="m84,87c84,69,72,57,58,57,43,57,31,69,31,87r,1c31,106,43,118,58,118v14,,26,-12,26,-30l84,87t,55l84,126v-8,10,-18,18,-34,18c25,144,,124,,88l,87c,51,24,31,50,31v16,,27,7,34,16l84,17c84,16,84,,102,r13,l115,142r-31,e" fillcolor="#5e6a70" stroked="f">
                <v:path o:connecttype="custom" o:connectlocs="84,87;58,57;31,87;31,88;58,118;84,88;84,87;84,142;84,126;50,144;0,88;0,87;50,31;84,47;84,17;102,0;115,0;115,142;84,142" o:connectangles="0,0,0,0,0,0,0,0,0,0,0,0,0,0,0,0,0,0,0"/>
              </v:shape>
              <v:shape id="Freeform 497" o:spid="_x0000_s1058" style="position:absolute;left:10505;top:16234;width:100;height:113;visibility:visible;mso-wrap-style:square;v-text-anchor:top" coordsize="100,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P7VcMA&#10;AADcAAAADwAAAGRycy9kb3ducmV2LnhtbESPT4vCMBTE74LfITzBm6YVV0s1FREUYffiHzw/m2db&#10;bF5KE7V++83CgsdhZn7DLFedqcWTWldZVhCPIxDEudUVFwrOp+0oAeE8ssbaMil4k4NV1u8tMdX2&#10;xQd6Hn0hAoRdigpK75tUSpeXZNCNbUMcvJttDfog20LqFl8Bbmo5iaKZNFhxWCixoU1J+f34MAq2&#10;8WGdJ5LfP8n8vL/cvnfXGndKDQfdegHCU+c/4f/2Xiv4iqbwdyYcAZn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P7VcMAAADcAAAADwAAAAAAAAAAAAAAAACYAgAAZHJzL2Rv&#10;d25yZXYueG1sUEsFBgAAAAAEAAQA9QAAAIgDAAAAAA==&#10;" path="m71,67c65,64,58,63,51,63,38,63,30,68,30,78v,8,7,13,16,13c61,91,71,83,71,72r,-5m70,111r,-12c63,107,52,113,37,113,17,113,,101,,79,,55,18,44,44,44v11,,19,2,26,5l70,47c70,34,62,26,47,26v-12,,-20,2,-30,6l9,8c21,3,33,,51,v34,,49,17,49,47l100,111r-30,e" fillcolor="#5e6a70" stroked="f">
                <v:path o:connecttype="custom" o:connectlocs="71,67;51,63;30,78;30,78;46,91;71,72;71,67;70,111;70,99;37,113;0,79;0,79;44,44;70,49;70,47;47,26;17,32;9,8;51,0;100,47;100,111;70,111" o:connectangles="0,0,0,0,0,0,0,0,0,0,0,0,0,0,0,0,0,0,0,0,0,0"/>
              </v:shape>
              <v:shape id="Freeform 498" o:spid="_x0000_s1059" style="position:absolute;left:10602;top:16236;width:113;height:108;visibility:visible;mso-wrap-style:square;v-text-anchor:top" coordsize="113,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wnlMMA&#10;AADcAAAADwAAAGRycy9kb3ducmV2LnhtbESPQWvCQBSE7wX/w/IKvdVNC0qJ2YgIgngpsUU9PrLP&#10;bDD7NuxuY/LvuwWhx2Hmm2GK9Wg7MZAPrWMFb/MMBHHtdMuNgu+v3esHiBCRNXaOScFEAdbl7KnA&#10;XLs7VzQcYyNSCYccFZgY+1zKUBuyGOauJ07e1XmLMUnfSO3xnsptJ9+zbCkttpwWDPa0NVTfjj9W&#10;waIawsafpa5pfzuZy6E9fG4npV6ex80KRKQx/ocf9F4nLlvA35l0BGT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wnlMMAAADcAAAADwAAAAAAAAAAAAAAAACYAgAAZHJzL2Rv&#10;d25yZXYueG1sUEsFBgAAAAAEAAQA9QAAAIgDAAAAAA==&#10;" path="m71,108r-28,l,,32,,57,72,75,17c75,17,81,,93,r20,l71,108e" fillcolor="#5e6a70" stroked="f">
                <v:path o:connecttype="custom" o:connectlocs="71,108;43,108;0,0;32,0;57,72;75,17;93,0;113,0;71,108" o:connectangles="0,0,0,0,0,0,0,0,0"/>
              </v:shape>
              <v:shape id="Freeform 499" o:spid="_x0000_s1060" style="position:absolute;left:10833;top:16236;width:100;height:111;visibility:visible;mso-wrap-style:square;v-text-anchor:top" coordsize="100,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X8sQA&#10;AADcAAAADwAAAGRycy9kb3ducmV2LnhtbESPQWsCMRSE74X+h/AK3mpWQZHVKCJYWuil2ktvj80z&#10;WbN52W6iu/vvm0Khx2FmvmE2u8E34k5drAMrmE0LEMRV0DUbBZ/n4/MKREzIGpvApGCkCLvt48MG&#10;Sx16/qD7KRmRIRxLVGBTakspY2XJY5yGljh7l9B5TFl2RuoO+wz3jZwXxVJ6rDkvWGzpYKlyp5tX&#10;0LvVm7m68evcvI/fL6109micUpOnYb8GkWhI/+G/9qtWsCiW8HsmHw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3F/LEAAAA3AAAAA8AAAAAAAAAAAAAAAAAmAIAAGRycy9k&#10;b3ducmV2LnhtbFBLBQYAAAAABAAEAPUAAACJAwAAAAA=&#10;" path="m69,109r,-16c62,102,53,111,37,111,14,111,1,95,1,70l1,18c1,16,,,18,l31,r,60c31,75,38,83,50,83v12,,19,-8,19,-23l69,18c69,15,69,,87,r13,l100,109r-31,e" fillcolor="#5e6a70" stroked="f">
                <v:path o:connecttype="custom" o:connectlocs="69,109;69,93;37,111;1,70;1,18;18,0;31,0;31,60;50,83;69,60;69,18;87,0;100,0;100,109;69,109" o:connectangles="0,0,0,0,0,0,0,0,0,0,0,0,0,0,0"/>
              </v:shape>
              <v:shape id="Freeform 500" o:spid="_x0000_s1061" style="position:absolute;left:10942;top:16233;width:66;height:111;visibility:visible;mso-wrap-style:square;v-text-anchor:top" coordsize="66,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18cQA&#10;AADcAAAADwAAAGRycy9kb3ducmV2LnhtbESPQUsDMRSE70L/Q3iCN5u4YNXtZksVBakH6dpDj4/N&#10;62bp5mVJYrv+e1MQPA4z8w1TrSY3iBOF2HvWcDdXIIhbb3ruNOy+3m4fQcSEbHDwTBp+KMKqnl1V&#10;WBp/5i2dmtSJDOFYogab0lhKGVtLDuPcj8TZO/jgMGUZOmkCnjPcDbJQaiEd9pwXLI70Yqk9Nt9O&#10;w6Z52ofp+fXDDGq3QPostlYWWt9cT+sliERT+g//td+Nhnv1AJcz+QjI+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dfHEAAAA3AAAAA8AAAAAAAAAAAAAAAAAmAIAAGRycy9k&#10;b3ducmV2LnhtbFBLBQYAAAAABAAEAPUAAACJAwAAAAA=&#10;" path="m64,33c44,33,31,45,31,71r,40l,111,,21c,20,,3,18,3r13,l31,25c37,10,47,,66,1r,32l64,33e" fillcolor="#5e6a70" stroked="f">
                <v:path o:connecttype="custom" o:connectlocs="64,33;31,71;31,111;0,111;0,21;18,3;31,3;31,25;66,1;66,33;64,33" o:connectangles="0,0,0,0,0,0,0,0,0,0,0"/>
              </v:shape>
              <v:shape id="Freeform 501" o:spid="_x0000_s1062" style="position:absolute;left:10393;top:16234;width:107;height:113;visibility:visible;mso-wrap-style:square;v-text-anchor:top" coordsize="107,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PrLsAA&#10;AADcAAAADwAAAGRycy9kb3ducmV2LnhtbERP3WqDMBS+H+wdwhnsrsYJluJMS+kYFLya7QOcmjMj&#10;NSfOpGr39MtFYZcf33+5W2wvJhp951jBW5KCIG6c7rhVcD59rjYgfEDW2DsmBXfysNs+P5VYaDfz&#10;F011aEUMYV+gAhPCUEjpG0MWfeIG4sh9u9FiiHBspR5xjuG2l1marqXFjmODwYEOhpprfbMKfi65&#10;/T3IKvuYuTXddLtkVFVKvb4s+3cQgZbwL364j1pBnsa18Uw8AnL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6PrLsAAAADcAAAADwAAAAAAAAAAAAAAAACYAgAAZHJzL2Rvd25y&#10;ZXYueG1sUEsFBgAAAAAEAAQA9QAAAIUDAAAAAA==&#10;" path="m54,c22,,,25,,56r,1c,90,24,113,57,113v20,,34,-8,44,-20l84,77c75,85,68,88,57,88,42,88,32,77,30,65v-1,-11,,-14,,-18c32,33,41,24,54,24v13,,21,10,23,24l36,48v,,,19,17,19l106,67v1,-3,1,-5,1,-8c107,28,90,,54,e" fillcolor="#5e6a70" stroked="f">
                <v:path o:connecttype="custom" o:connectlocs="54,0;0,56;0,57;57,113;101,93;84,77;57,88;30,65;30,47;54,24;77,48;36,48;53,67;106,67;107,59;107,59;54,0" o:connectangles="0,0,0,0,0,0,0,0,0,0,0,0,0,0,0,0,0"/>
              </v:shape>
              <v:shape id="Freeform 502" o:spid="_x0000_s1063" style="position:absolute;left:10270;top:16403;width:107;height:114;visibility:visible;mso-wrap-style:square;v-text-anchor:top" coordsize="107,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mmB8UA&#10;AADcAAAADwAAAGRycy9kb3ducmV2LnhtbESP0WrCQBRE3wv9h+UW+tZsKlRq6iptQBRBqLEfcMne&#10;ZpNm76bZ1cS/dwXBx2FmzjDz5WhbcaLe144VvCYpCOLS6ZorBT+H1cs7CB+QNbaOScGZPCwXjw9z&#10;zLQbeE+nIlQiQthnqMCE0GVS+tKQRZ+4jjh6v663GKLsK6l7HCLctnKSplNpsea4YLCj3FD5Vxyt&#10;grww08mu+f/6HptV7Yf9eb1tcqWen8bPDxCBxnAP39obreAtncH1TDwCcnE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aYHxQAAANwAAAAPAAAAAAAAAAAAAAAAAJgCAABkcnMv&#10;ZG93bnJldi54bWxQSwUGAAAAAAQABAD1AAAAigMAAAAA&#10;" path="m54,c23,,,26,,57v,34,25,57,57,57c77,114,92,106,102,93l84,78c76,86,68,89,58,89,43,89,32,77,31,66,29,55,30,52,31,47,33,34,41,25,54,25v13,,21,10,23,23l37,48v,,-1,20,16,20l107,68v,-3,,-5,,-8c107,29,91,,54,e" fillcolor="#5e6a70" stroked="f">
                <v:path o:connecttype="custom" o:connectlocs="54,0;0,57;0,57;57,114;102,93;84,78;58,89;31,66;31,47;54,25;77,48;37,48;53,68;107,68;107,60;107,60;54,0" o:connectangles="0,0,0,0,0,0,0,0,0,0,0,0,0,0,0,0,0"/>
              </v:shape>
              <w10:anchorlock/>
            </v:group>
          </w:pict>
        </mc:Fallback>
      </mc:AlternateContent>
    </w:r>
    <w:r>
      <w:rPr>
        <w:noProof/>
      </w:rPr>
      <mc:AlternateContent>
        <mc:Choice Requires="wps">
          <w:drawing>
            <wp:anchor distT="0" distB="0" distL="114300" distR="114300" simplePos="0" relativeHeight="251636224" behindDoc="1" locked="1" layoutInCell="0" allowOverlap="1" wp14:anchorId="68E9F02A" wp14:editId="71AF57CB">
              <wp:simplePos x="0" y="0"/>
              <wp:positionH relativeFrom="page">
                <wp:posOffset>6087745</wp:posOffset>
              </wp:positionH>
              <wp:positionV relativeFrom="page">
                <wp:posOffset>10266680</wp:posOffset>
              </wp:positionV>
              <wp:extent cx="44450" cy="43815"/>
              <wp:effectExtent l="1270" t="8255" r="1905" b="5080"/>
              <wp:wrapNone/>
              <wp:docPr id="86" name="Freeform 4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43815"/>
                      </a:xfrm>
                      <a:custGeom>
                        <a:avLst/>
                        <a:gdLst>
                          <a:gd name="T0" fmla="*/ 70 w 70"/>
                          <a:gd name="T1" fmla="*/ 35 h 69"/>
                          <a:gd name="T2" fmla="*/ 35 w 70"/>
                          <a:gd name="T3" fmla="*/ 69 h 69"/>
                          <a:gd name="T4" fmla="*/ 0 w 70"/>
                          <a:gd name="T5" fmla="*/ 35 h 69"/>
                          <a:gd name="T6" fmla="*/ 35 w 70"/>
                          <a:gd name="T7" fmla="*/ 0 h 69"/>
                          <a:gd name="T8" fmla="*/ 70 w 70"/>
                          <a:gd name="T9" fmla="*/ 35 h 69"/>
                        </a:gdLst>
                        <a:ahLst/>
                        <a:cxnLst>
                          <a:cxn ang="0">
                            <a:pos x="T0" y="T1"/>
                          </a:cxn>
                          <a:cxn ang="0">
                            <a:pos x="T2" y="T3"/>
                          </a:cxn>
                          <a:cxn ang="0">
                            <a:pos x="T4" y="T5"/>
                          </a:cxn>
                          <a:cxn ang="0">
                            <a:pos x="T6" y="T7"/>
                          </a:cxn>
                          <a:cxn ang="0">
                            <a:pos x="T8" y="T9"/>
                          </a:cxn>
                        </a:cxnLst>
                        <a:rect l="0" t="0" r="r" b="b"/>
                        <a:pathLst>
                          <a:path w="70" h="69">
                            <a:moveTo>
                              <a:pt x="70" y="35"/>
                            </a:moveTo>
                            <a:cubicBezTo>
                              <a:pt x="70" y="54"/>
                              <a:pt x="54" y="69"/>
                              <a:pt x="35" y="69"/>
                            </a:cubicBezTo>
                            <a:cubicBezTo>
                              <a:pt x="16" y="69"/>
                              <a:pt x="0" y="54"/>
                              <a:pt x="0" y="35"/>
                            </a:cubicBezTo>
                            <a:cubicBezTo>
                              <a:pt x="0" y="15"/>
                              <a:pt x="16" y="0"/>
                              <a:pt x="35" y="0"/>
                            </a:cubicBezTo>
                            <a:cubicBezTo>
                              <a:pt x="54" y="0"/>
                              <a:pt x="70" y="15"/>
                              <a:pt x="70" y="35"/>
                            </a:cubicBezTo>
                          </a:path>
                        </a:pathLst>
                      </a:custGeom>
                      <a:solidFill>
                        <a:srgbClr val="3C4D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76" o:spid="_x0000_s1026" style="position:absolute;margin-left:479.35pt;margin-top:808.4pt;width:3.5pt;height:3.4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" o:allowincell="f" path="m70,35c70,54,54,69,35,69,16,69,,54,,35,,15,16,,35,,54,,70,15,70,35e" fillcolor="#3c4d4d" stroked="f">
              <v:path o:connecttype="custom" o:connectlocs="44450,22225;22225,43815;0,22225;22225,0;44450,22225" o:connectangles="0,0,0,0,0"/>
              <w10:wrap anchorx="page" anchory="page"/>
              <w10:anchorlock/>
            </v:shape>
          </w:pict>
        </mc:Fallback>
      </mc:AlternateContent>
    </w:r>
    <w:r>
      <w:rPr>
        <w:noProof/>
      </w:rPr>
      <mc:AlternateContent>
        <mc:Choice Requires="wps">
          <w:drawing>
            <wp:anchor distT="0" distB="0" distL="114300" distR="114300" simplePos="0" relativeHeight="251635200" behindDoc="1" locked="1" layoutInCell="0" allowOverlap="1" wp14:anchorId="6EC7ED18" wp14:editId="06DFB692">
              <wp:simplePos x="0" y="0"/>
              <wp:positionH relativeFrom="page">
                <wp:posOffset>549275</wp:posOffset>
              </wp:positionH>
              <wp:positionV relativeFrom="page">
                <wp:posOffset>10130790</wp:posOffset>
              </wp:positionV>
              <wp:extent cx="6461125" cy="0"/>
              <wp:effectExtent l="15875" t="15240" r="19050" b="13335"/>
              <wp:wrapNone/>
              <wp:docPr id="85" name="Freeform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0"/>
                      </a:xfrm>
                      <a:custGeom>
                        <a:avLst/>
                        <a:gdLst>
                          <a:gd name="T0" fmla="*/ 0 w 10175"/>
                          <a:gd name="T1" fmla="*/ 0 w 10175"/>
                          <a:gd name="T2" fmla="*/ 10175 w 10175"/>
                          <a:gd name="T3" fmla="*/ 10175 w 10175"/>
                        </a:gdLst>
                        <a:ahLst/>
                        <a:cxnLst>
                          <a:cxn ang="0">
                            <a:pos x="T0" y="0"/>
                          </a:cxn>
                          <a:cxn ang="0">
                            <a:pos x="T1" y="0"/>
                          </a:cxn>
                          <a:cxn ang="0">
                            <a:pos x="T2" y="0"/>
                          </a:cxn>
                          <a:cxn ang="0">
                            <a:pos x="T3" y="0"/>
                          </a:cxn>
                        </a:cxnLst>
                        <a:rect l="0" t="0" r="r" b="b"/>
                        <a:pathLst>
                          <a:path w="10175">
                            <a:moveTo>
                              <a:pt x="0" y="0"/>
                            </a:moveTo>
                            <a:lnTo>
                              <a:pt x="0" y="0"/>
                            </a:lnTo>
                            <a:moveTo>
                              <a:pt x="10175" y="0"/>
                            </a:moveTo>
                            <a:lnTo>
                              <a:pt x="10175" y="0"/>
                            </a:lnTo>
                          </a:path>
                        </a:pathLst>
                      </a:custGeom>
                      <a:noFill/>
                      <a:ln w="19050" cap="rnd">
                        <a:solidFill>
                          <a:srgbClr val="3C4D4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64" o:spid="_x0000_s1026" style="position:absolute;margin-left:43.25pt;margin-top:797.7pt;width:508.75pt;height:0;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" o:allowincell="f" path="m,l,m10175,r,e" filled="f" strokecolor="#3c4d4d" strokeweight="1.5pt">
              <v:stroke endcap="round"/>
              <v:path o:connecttype="custom" o:connectlocs="0,0;0,0;6461125,0;6461125,0" o:connectangles="0,0,0,0"/>
              <w10:wrap anchorx="page" anchory="page"/>
              <w10:anchorlock/>
            </v:shape>
          </w:pict>
        </mc:Fallback>
      </mc:AlternateContent>
    </w:r>
    <w:r>
      <w:rPr>
        <w:noProof/>
      </w:rPr>
      <mc:AlternateContent>
        <mc:Choice Requires="wps">
          <w:drawing>
            <wp:anchor distT="0" distB="0" distL="114300" distR="114300" simplePos="0" relativeHeight="251634176" behindDoc="1" locked="1" layoutInCell="1" allowOverlap="1" wp14:anchorId="4F6BB476" wp14:editId="71F70043">
              <wp:simplePos x="0" y="0"/>
              <wp:positionH relativeFrom="page">
                <wp:posOffset>587375</wp:posOffset>
              </wp:positionH>
              <wp:positionV relativeFrom="page">
                <wp:posOffset>10130790</wp:posOffset>
              </wp:positionV>
              <wp:extent cx="6403975" cy="0"/>
              <wp:effectExtent l="15875" t="15240" r="19050" b="13335"/>
              <wp:wrapNone/>
              <wp:docPr id="84" name="Freeform 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3975" cy="0"/>
                      </a:xfrm>
                      <a:custGeom>
                        <a:avLst/>
                        <a:gdLst>
                          <a:gd name="T0" fmla="*/ 0 w 10085"/>
                          <a:gd name="T1" fmla="*/ 10085 w 10085"/>
                        </a:gdLst>
                        <a:ahLst/>
                        <a:cxnLst>
                          <a:cxn ang="0">
                            <a:pos x="T0" y="0"/>
                          </a:cxn>
                          <a:cxn ang="0">
                            <a:pos x="T1" y="0"/>
                          </a:cxn>
                        </a:cxnLst>
                        <a:rect l="0" t="0" r="r" b="b"/>
                        <a:pathLst>
                          <a:path w="10085">
                            <a:moveTo>
                              <a:pt x="0" y="0"/>
                            </a:moveTo>
                            <a:lnTo>
                              <a:pt x="10085" y="0"/>
                            </a:lnTo>
                          </a:path>
                        </a:pathLst>
                      </a:custGeom>
                      <a:noFill/>
                      <a:ln w="19050" cap="rnd">
                        <a:solidFill>
                          <a:srgbClr val="5E6A7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463" o:spid="_x0000_s1026" style="position:absolute;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6.25pt,797.7pt,550.5pt,797.7pt" coordsize="10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" filled="f" strokecolor="#5e6a70" strokeweight="1.5pt">
              <v:stroke dashstyle="1 1" endcap="round"/>
              <v:path o:connecttype="custom" o:connectlocs="0,0;6403975,0" o:connectangles="0,0"/>
              <w10:wrap anchorx="page" anchory="page"/>
              <w10:anchorlock/>
            </v:polyline>
          </w:pict>
        </mc:Fallback>
      </mc:AlternateContent>
    </w:r>
    <w:r w:rsidRPr="000A6BFF">
      <w:fldChar w:fldCharType="begin"/>
    </w:r>
    <w:r w:rsidRPr="000A6BFF">
      <w:instrText xml:space="preserve"> PAGE </w:instrText>
    </w:r>
    <w:r w:rsidRPr="000A6BFF">
      <w:fldChar w:fldCharType="separate"/>
    </w:r>
    <w:r w:rsidR="000D2A0B">
      <w:rPr>
        <w:noProof/>
      </w:rPr>
      <w:t>8</w:t>
    </w:r>
    <w:r w:rsidRPr="000A6BFF">
      <w:fldChar w:fldCharType="end"/>
    </w:r>
    <w:r w:rsidRPr="000A6BFF">
      <w:t xml:space="preserve"> | </w:t>
    </w:r>
    <w:r>
      <w:t>Customer Connections Capex – Basis of Preparation</w:t>
    </w:r>
    <w:r w:rsidRPr="000A6BFF">
      <w:t xml:space="preserve"> |</w:t>
    </w:r>
    <w:r>
      <w:t xml:space="preserve"> </w:t>
    </w:r>
    <w:r w:rsidRPr="000A6BFF">
      <w:t>March 201</w:t>
    </w:r>
    <w:r>
      <w:t>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2A" w:rsidRDefault="008C462A" w:rsidP="000130B4">
    <w:pPr>
      <w:pStyle w:val="Footer"/>
    </w:pPr>
    <w:r>
      <w:rPr>
        <w:noProof/>
      </w:rPr>
      <mc:AlternateContent>
        <mc:Choice Requires="wps">
          <w:drawing>
            <wp:anchor distT="0" distB="0" distL="114300" distR="114300" simplePos="0" relativeHeight="251681280" behindDoc="1" locked="1" layoutInCell="0" allowOverlap="1" wp14:anchorId="001791DB" wp14:editId="23433B8D">
              <wp:simplePos x="0" y="0"/>
              <wp:positionH relativeFrom="page">
                <wp:posOffset>6308090</wp:posOffset>
              </wp:positionH>
              <wp:positionV relativeFrom="page">
                <wp:posOffset>10208895</wp:posOffset>
              </wp:positionV>
              <wp:extent cx="101600" cy="107950"/>
              <wp:effectExtent l="2540" t="7620" r="635" b="8255"/>
              <wp:wrapNone/>
              <wp:docPr id="81" name="Freeform 5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107950"/>
                      </a:xfrm>
                      <a:custGeom>
                        <a:avLst/>
                        <a:gdLst>
                          <a:gd name="T0" fmla="*/ 81 w 160"/>
                          <a:gd name="T1" fmla="*/ 0 h 170"/>
                          <a:gd name="T2" fmla="*/ 0 w 160"/>
                          <a:gd name="T3" fmla="*/ 85 h 170"/>
                          <a:gd name="T4" fmla="*/ 0 w 160"/>
                          <a:gd name="T5" fmla="*/ 86 h 170"/>
                          <a:gd name="T6" fmla="*/ 85 w 160"/>
                          <a:gd name="T7" fmla="*/ 170 h 170"/>
                          <a:gd name="T8" fmla="*/ 152 w 160"/>
                          <a:gd name="T9" fmla="*/ 139 h 170"/>
                          <a:gd name="T10" fmla="*/ 126 w 160"/>
                          <a:gd name="T11" fmla="*/ 116 h 170"/>
                          <a:gd name="T12" fmla="*/ 86 w 160"/>
                          <a:gd name="T13" fmla="*/ 133 h 170"/>
                          <a:gd name="T14" fmla="*/ 46 w 160"/>
                          <a:gd name="T15" fmla="*/ 98 h 170"/>
                          <a:gd name="T16" fmla="*/ 45 w 160"/>
                          <a:gd name="T17" fmla="*/ 70 h 170"/>
                          <a:gd name="T18" fmla="*/ 81 w 160"/>
                          <a:gd name="T19" fmla="*/ 37 h 170"/>
                          <a:gd name="T20" fmla="*/ 115 w 160"/>
                          <a:gd name="T21" fmla="*/ 72 h 170"/>
                          <a:gd name="T22" fmla="*/ 54 w 160"/>
                          <a:gd name="T23" fmla="*/ 72 h 170"/>
                          <a:gd name="T24" fmla="*/ 79 w 160"/>
                          <a:gd name="T25" fmla="*/ 101 h 170"/>
                          <a:gd name="T26" fmla="*/ 160 w 160"/>
                          <a:gd name="T27" fmla="*/ 101 h 170"/>
                          <a:gd name="T28" fmla="*/ 160 w 160"/>
                          <a:gd name="T29" fmla="*/ 89 h 170"/>
                          <a:gd name="T30" fmla="*/ 160 w 160"/>
                          <a:gd name="T31" fmla="*/ 89 h 170"/>
                          <a:gd name="T32" fmla="*/ 81 w 160"/>
                          <a:gd name="T33" fmla="*/ 0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0" h="170">
                            <a:moveTo>
                              <a:pt x="81" y="0"/>
                            </a:moveTo>
                            <a:cubicBezTo>
                              <a:pt x="33" y="0"/>
                              <a:pt x="0" y="38"/>
                              <a:pt x="0" y="85"/>
                            </a:cubicBezTo>
                            <a:lnTo>
                              <a:pt x="0" y="86"/>
                            </a:lnTo>
                            <a:cubicBezTo>
                              <a:pt x="0" y="135"/>
                              <a:pt x="36" y="170"/>
                              <a:pt x="85" y="170"/>
                            </a:cubicBezTo>
                            <a:cubicBezTo>
                              <a:pt x="115" y="170"/>
                              <a:pt x="137" y="158"/>
                              <a:pt x="152" y="139"/>
                            </a:cubicBezTo>
                            <a:lnTo>
                              <a:pt x="126" y="116"/>
                            </a:lnTo>
                            <a:cubicBezTo>
                              <a:pt x="113" y="128"/>
                              <a:pt x="102" y="132"/>
                              <a:pt x="86" y="133"/>
                            </a:cubicBezTo>
                            <a:cubicBezTo>
                              <a:pt x="64" y="133"/>
                              <a:pt x="48" y="116"/>
                              <a:pt x="46" y="98"/>
                            </a:cubicBezTo>
                            <a:cubicBezTo>
                              <a:pt x="44" y="82"/>
                              <a:pt x="44" y="77"/>
                              <a:pt x="45" y="70"/>
                            </a:cubicBezTo>
                            <a:cubicBezTo>
                              <a:pt x="49" y="50"/>
                              <a:pt x="62" y="37"/>
                              <a:pt x="81" y="37"/>
                            </a:cubicBezTo>
                            <a:cubicBezTo>
                              <a:pt x="100" y="37"/>
                              <a:pt x="112" y="51"/>
                              <a:pt x="115" y="72"/>
                            </a:cubicBezTo>
                            <a:lnTo>
                              <a:pt x="54" y="72"/>
                            </a:lnTo>
                            <a:cubicBezTo>
                              <a:pt x="54" y="72"/>
                              <a:pt x="53" y="101"/>
                              <a:pt x="79" y="101"/>
                            </a:cubicBezTo>
                            <a:lnTo>
                              <a:pt x="160" y="101"/>
                            </a:lnTo>
                            <a:cubicBezTo>
                              <a:pt x="160" y="97"/>
                              <a:pt x="160" y="94"/>
                              <a:pt x="160" y="89"/>
                            </a:cubicBezTo>
                            <a:cubicBezTo>
                              <a:pt x="160" y="42"/>
                              <a:pt x="135" y="0"/>
                              <a:pt x="81" y="0"/>
                            </a:cubicBez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83" o:spid="_x0000_s1026" style="position:absolute;margin-left:496.7pt;margin-top:803.85pt;width:8pt;height:8.5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60,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" o:allowincell="f" path="m81,c33,,,38,,85r,1c,135,36,170,85,170v30,,52,-12,67,-31l126,116v-13,12,-24,16,-40,17c64,133,48,116,46,98,44,82,44,77,45,70,49,50,62,37,81,37v19,,31,14,34,35l54,72v,,-1,29,25,29l160,101v,-4,,-7,,-12c160,42,135,,81,e" fillcolor="#5e6a71" stroked="f">
              <v:path o:connecttype="custom" o:connectlocs="51435,0;0,53975;0,54610;53975,107950;96520,88265;80010,73660;54610,84455;29210,62230;28575,44450;51435,23495;73025,45720;34290,45720;50165,64135;101600,64135;101600,56515;101600,56515;51435,0" o:connectangles="0,0,0,0,0,0,0,0,0,0,0,0,0,0,0,0,0"/>
              <w10:wrap anchorx="page" anchory="page"/>
              <w10:anchorlock/>
            </v:shape>
          </w:pict>
        </mc:Fallback>
      </mc:AlternateContent>
    </w:r>
    <w:r>
      <w:rPr>
        <w:noProof/>
      </w:rPr>
      <mc:AlternateContent>
        <mc:Choice Requires="wps">
          <w:drawing>
            <wp:anchor distT="0" distB="0" distL="114300" distR="114300" simplePos="0" relativeHeight="251676160" behindDoc="1" locked="1" layoutInCell="0" allowOverlap="1" wp14:anchorId="65506484" wp14:editId="582D10B1">
              <wp:simplePos x="0" y="0"/>
              <wp:positionH relativeFrom="page">
                <wp:posOffset>6424930</wp:posOffset>
              </wp:positionH>
              <wp:positionV relativeFrom="page">
                <wp:posOffset>10046970</wp:posOffset>
              </wp:positionV>
              <wp:extent cx="101600" cy="107950"/>
              <wp:effectExtent l="5080" t="7620" r="7620" b="8255"/>
              <wp:wrapNone/>
              <wp:docPr id="80" name="Freeform 5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107950"/>
                      </a:xfrm>
                      <a:custGeom>
                        <a:avLst/>
                        <a:gdLst>
                          <a:gd name="T0" fmla="*/ 81 w 160"/>
                          <a:gd name="T1" fmla="*/ 0 h 170"/>
                          <a:gd name="T2" fmla="*/ 0 w 160"/>
                          <a:gd name="T3" fmla="*/ 85 h 170"/>
                          <a:gd name="T4" fmla="*/ 0 w 160"/>
                          <a:gd name="T5" fmla="*/ 86 h 170"/>
                          <a:gd name="T6" fmla="*/ 85 w 160"/>
                          <a:gd name="T7" fmla="*/ 170 h 170"/>
                          <a:gd name="T8" fmla="*/ 152 w 160"/>
                          <a:gd name="T9" fmla="*/ 140 h 170"/>
                          <a:gd name="T10" fmla="*/ 126 w 160"/>
                          <a:gd name="T11" fmla="*/ 116 h 170"/>
                          <a:gd name="T12" fmla="*/ 86 w 160"/>
                          <a:gd name="T13" fmla="*/ 133 h 170"/>
                          <a:gd name="T14" fmla="*/ 46 w 160"/>
                          <a:gd name="T15" fmla="*/ 98 h 170"/>
                          <a:gd name="T16" fmla="*/ 45 w 160"/>
                          <a:gd name="T17" fmla="*/ 71 h 170"/>
                          <a:gd name="T18" fmla="*/ 81 w 160"/>
                          <a:gd name="T19" fmla="*/ 38 h 170"/>
                          <a:gd name="T20" fmla="*/ 115 w 160"/>
                          <a:gd name="T21" fmla="*/ 72 h 170"/>
                          <a:gd name="T22" fmla="*/ 55 w 160"/>
                          <a:gd name="T23" fmla="*/ 72 h 170"/>
                          <a:gd name="T24" fmla="*/ 79 w 160"/>
                          <a:gd name="T25" fmla="*/ 101 h 170"/>
                          <a:gd name="T26" fmla="*/ 160 w 160"/>
                          <a:gd name="T27" fmla="*/ 101 h 170"/>
                          <a:gd name="T28" fmla="*/ 160 w 160"/>
                          <a:gd name="T29" fmla="*/ 90 h 170"/>
                          <a:gd name="T30" fmla="*/ 160 w 160"/>
                          <a:gd name="T31" fmla="*/ 89 h 170"/>
                          <a:gd name="T32" fmla="*/ 81 w 160"/>
                          <a:gd name="T33" fmla="*/ 0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0" h="170">
                            <a:moveTo>
                              <a:pt x="81" y="0"/>
                            </a:moveTo>
                            <a:cubicBezTo>
                              <a:pt x="33" y="0"/>
                              <a:pt x="0" y="39"/>
                              <a:pt x="0" y="85"/>
                            </a:cubicBezTo>
                            <a:lnTo>
                              <a:pt x="0" y="86"/>
                            </a:lnTo>
                            <a:cubicBezTo>
                              <a:pt x="0" y="136"/>
                              <a:pt x="37" y="170"/>
                              <a:pt x="85" y="170"/>
                            </a:cubicBezTo>
                            <a:cubicBezTo>
                              <a:pt x="115" y="170"/>
                              <a:pt x="137" y="159"/>
                              <a:pt x="152" y="140"/>
                            </a:cubicBezTo>
                            <a:lnTo>
                              <a:pt x="126" y="116"/>
                            </a:lnTo>
                            <a:cubicBezTo>
                              <a:pt x="113" y="128"/>
                              <a:pt x="102" y="133"/>
                              <a:pt x="86" y="133"/>
                            </a:cubicBezTo>
                            <a:cubicBezTo>
                              <a:pt x="64" y="134"/>
                              <a:pt x="48" y="116"/>
                              <a:pt x="46" y="98"/>
                            </a:cubicBezTo>
                            <a:cubicBezTo>
                              <a:pt x="44" y="83"/>
                              <a:pt x="44" y="78"/>
                              <a:pt x="45" y="71"/>
                            </a:cubicBezTo>
                            <a:cubicBezTo>
                              <a:pt x="49" y="51"/>
                              <a:pt x="62" y="38"/>
                              <a:pt x="81" y="38"/>
                            </a:cubicBezTo>
                            <a:cubicBezTo>
                              <a:pt x="100" y="38"/>
                              <a:pt x="113" y="52"/>
                              <a:pt x="115" y="72"/>
                            </a:cubicBezTo>
                            <a:lnTo>
                              <a:pt x="55" y="72"/>
                            </a:lnTo>
                            <a:cubicBezTo>
                              <a:pt x="55" y="72"/>
                              <a:pt x="53" y="101"/>
                              <a:pt x="79" y="101"/>
                            </a:cubicBezTo>
                            <a:lnTo>
                              <a:pt x="160" y="101"/>
                            </a:lnTo>
                            <a:cubicBezTo>
                              <a:pt x="160" y="97"/>
                              <a:pt x="160" y="94"/>
                              <a:pt x="160" y="90"/>
                            </a:cubicBezTo>
                            <a:lnTo>
                              <a:pt x="160" y="89"/>
                            </a:lnTo>
                            <a:cubicBezTo>
                              <a:pt x="160" y="43"/>
                              <a:pt x="135" y="0"/>
                              <a:pt x="81" y="0"/>
                            </a:cubicBez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82" o:spid="_x0000_s1026" style="position:absolute;margin-left:505.9pt;margin-top:791.1pt;width:8pt;height:8.5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60,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" o:allowincell="f" path="m81,c33,,,39,,85r,1c,136,37,170,85,170v30,,52,-11,67,-30l126,116v-13,12,-24,17,-40,17c64,134,48,116,46,98,44,83,44,78,45,71,49,51,62,38,81,38v19,,32,14,34,34l55,72v,,-2,29,24,29l160,101v,-4,,-7,,-11l160,89c160,43,135,,81,e" fillcolor="#5e6a71" stroked="f">
              <v:path o:connecttype="custom" o:connectlocs="51435,0;0,53975;0,54610;53975,107950;96520,88900;80010,73660;54610,84455;29210,62230;28575,45085;51435,24130;73025,45720;34925,45720;50165,64135;101600,64135;101600,57150;101600,56515;51435,0" o:connectangles="0,0,0,0,0,0,0,0,0,0,0,0,0,0,0,0,0"/>
              <w10:wrap anchorx="page" anchory="page"/>
              <w10:anchorlock/>
            </v:shape>
          </w:pict>
        </mc:Fallback>
      </mc:AlternateContent>
    </w:r>
    <w:r>
      <w:rPr>
        <w:noProof/>
      </w:rPr>
      <mc:AlternateContent>
        <mc:Choice Requires="wps">
          <w:drawing>
            <wp:anchor distT="0" distB="0" distL="114300" distR="114300" simplePos="0" relativeHeight="251675136" behindDoc="1" locked="1" layoutInCell="0" allowOverlap="1" wp14:anchorId="53E62FFD" wp14:editId="40CBE702">
              <wp:simplePos x="0" y="0"/>
              <wp:positionH relativeFrom="page">
                <wp:posOffset>6948170</wp:posOffset>
              </wp:positionH>
              <wp:positionV relativeFrom="page">
                <wp:posOffset>10046335</wp:posOffset>
              </wp:positionV>
              <wp:extent cx="62230" cy="106680"/>
              <wp:effectExtent l="4445" t="6985" r="0" b="635"/>
              <wp:wrapNone/>
              <wp:docPr id="79" name="Freeform 5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30" cy="106680"/>
                      </a:xfrm>
                      <a:custGeom>
                        <a:avLst/>
                        <a:gdLst>
                          <a:gd name="T0" fmla="*/ 96 w 98"/>
                          <a:gd name="T1" fmla="*/ 50 h 168"/>
                          <a:gd name="T2" fmla="*/ 46 w 98"/>
                          <a:gd name="T3" fmla="*/ 107 h 168"/>
                          <a:gd name="T4" fmla="*/ 46 w 98"/>
                          <a:gd name="T5" fmla="*/ 168 h 168"/>
                          <a:gd name="T6" fmla="*/ 0 w 98"/>
                          <a:gd name="T7" fmla="*/ 168 h 168"/>
                          <a:gd name="T8" fmla="*/ 0 w 98"/>
                          <a:gd name="T9" fmla="*/ 31 h 168"/>
                          <a:gd name="T10" fmla="*/ 27 w 98"/>
                          <a:gd name="T11" fmla="*/ 5 h 168"/>
                          <a:gd name="T12" fmla="*/ 46 w 98"/>
                          <a:gd name="T13" fmla="*/ 5 h 168"/>
                          <a:gd name="T14" fmla="*/ 46 w 98"/>
                          <a:gd name="T15" fmla="*/ 37 h 168"/>
                          <a:gd name="T16" fmla="*/ 98 w 98"/>
                          <a:gd name="T17" fmla="*/ 2 h 168"/>
                          <a:gd name="T18" fmla="*/ 98 w 98"/>
                          <a:gd name="T19" fmla="*/ 50 h 168"/>
                          <a:gd name="T20" fmla="*/ 96 w 98"/>
                          <a:gd name="T21" fmla="*/ 50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8" h="168">
                            <a:moveTo>
                              <a:pt x="96" y="50"/>
                            </a:moveTo>
                            <a:cubicBezTo>
                              <a:pt x="65" y="50"/>
                              <a:pt x="46" y="68"/>
                              <a:pt x="46" y="107"/>
                            </a:cubicBezTo>
                            <a:lnTo>
                              <a:pt x="46" y="168"/>
                            </a:lnTo>
                            <a:lnTo>
                              <a:pt x="0" y="168"/>
                            </a:lnTo>
                            <a:lnTo>
                              <a:pt x="0" y="31"/>
                            </a:lnTo>
                            <a:cubicBezTo>
                              <a:pt x="0" y="30"/>
                              <a:pt x="0" y="5"/>
                              <a:pt x="27" y="5"/>
                            </a:cubicBezTo>
                            <a:lnTo>
                              <a:pt x="46" y="5"/>
                            </a:lnTo>
                            <a:lnTo>
                              <a:pt x="46" y="37"/>
                            </a:lnTo>
                            <a:cubicBezTo>
                              <a:pt x="55" y="15"/>
                              <a:pt x="71" y="0"/>
                              <a:pt x="98" y="2"/>
                            </a:cubicBezTo>
                            <a:lnTo>
                              <a:pt x="98" y="50"/>
                            </a:lnTo>
                            <a:lnTo>
                              <a:pt x="96" y="50"/>
                            </a:ln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81" o:spid="_x0000_s1026" style="position:absolute;margin-left:547.1pt;margin-top:791.05pt;width:4.9pt;height:8.4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8,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" o:allowincell="f" path="m96,50c65,50,46,68,46,107r,61l,168,,31c,30,,5,27,5r19,l46,37c55,15,71,,98,2r,48l96,50e" fillcolor="#5e6a71" stroked="f">
              <v:path o:connecttype="custom" o:connectlocs="60960,31750;29210,67945;29210,106680;0,106680;0,19685;17145,3175;29210,3175;29210,23495;62230,1270;62230,31750;60960,31750" o:connectangles="0,0,0,0,0,0,0,0,0,0,0"/>
              <w10:wrap anchorx="page" anchory="page"/>
              <w10:anchorlock/>
            </v:shape>
          </w:pict>
        </mc:Fallback>
      </mc:AlternateContent>
    </w:r>
    <w:r>
      <w:rPr>
        <w:noProof/>
      </w:rPr>
      <mc:AlternateContent>
        <mc:Choice Requires="wps">
          <w:drawing>
            <wp:anchor distT="0" distB="0" distL="114300" distR="114300" simplePos="0" relativeHeight="251674112" behindDoc="1" locked="1" layoutInCell="0" allowOverlap="1" wp14:anchorId="696A195B" wp14:editId="265BABE6">
              <wp:simplePos x="0" y="0"/>
              <wp:positionH relativeFrom="page">
                <wp:posOffset>6844665</wp:posOffset>
              </wp:positionH>
              <wp:positionV relativeFrom="page">
                <wp:posOffset>10049510</wp:posOffset>
              </wp:positionV>
              <wp:extent cx="94615" cy="105410"/>
              <wp:effectExtent l="5715" t="635" r="4445" b="8255"/>
              <wp:wrapNone/>
              <wp:docPr id="78" name="Freeform 5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15" cy="105410"/>
                      </a:xfrm>
                      <a:custGeom>
                        <a:avLst/>
                        <a:gdLst>
                          <a:gd name="T0" fmla="*/ 103 w 149"/>
                          <a:gd name="T1" fmla="*/ 163 h 166"/>
                          <a:gd name="T2" fmla="*/ 103 w 149"/>
                          <a:gd name="T3" fmla="*/ 140 h 166"/>
                          <a:gd name="T4" fmla="*/ 55 w 149"/>
                          <a:gd name="T5" fmla="*/ 166 h 166"/>
                          <a:gd name="T6" fmla="*/ 0 w 149"/>
                          <a:gd name="T7" fmla="*/ 105 h 166"/>
                          <a:gd name="T8" fmla="*/ 0 w 149"/>
                          <a:gd name="T9" fmla="*/ 26 h 166"/>
                          <a:gd name="T10" fmla="*/ 26 w 149"/>
                          <a:gd name="T11" fmla="*/ 0 h 166"/>
                          <a:gd name="T12" fmla="*/ 46 w 149"/>
                          <a:gd name="T13" fmla="*/ 0 h 166"/>
                          <a:gd name="T14" fmla="*/ 46 w 149"/>
                          <a:gd name="T15" fmla="*/ 91 h 166"/>
                          <a:gd name="T16" fmla="*/ 74 w 149"/>
                          <a:gd name="T17" fmla="*/ 124 h 166"/>
                          <a:gd name="T18" fmla="*/ 103 w 149"/>
                          <a:gd name="T19" fmla="*/ 91 h 166"/>
                          <a:gd name="T20" fmla="*/ 103 w 149"/>
                          <a:gd name="T21" fmla="*/ 26 h 166"/>
                          <a:gd name="T22" fmla="*/ 130 w 149"/>
                          <a:gd name="T23" fmla="*/ 0 h 166"/>
                          <a:gd name="T24" fmla="*/ 149 w 149"/>
                          <a:gd name="T25" fmla="*/ 0 h 166"/>
                          <a:gd name="T26" fmla="*/ 149 w 149"/>
                          <a:gd name="T27" fmla="*/ 163 h 166"/>
                          <a:gd name="T28" fmla="*/ 103 w 149"/>
                          <a:gd name="T29" fmla="*/ 163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49" h="166">
                            <a:moveTo>
                              <a:pt x="103" y="163"/>
                            </a:moveTo>
                            <a:lnTo>
                              <a:pt x="103" y="140"/>
                            </a:lnTo>
                            <a:cubicBezTo>
                              <a:pt x="92" y="153"/>
                              <a:pt x="79" y="166"/>
                              <a:pt x="55" y="166"/>
                            </a:cubicBezTo>
                            <a:cubicBezTo>
                              <a:pt x="20" y="166"/>
                              <a:pt x="0" y="143"/>
                              <a:pt x="0" y="105"/>
                            </a:cubicBezTo>
                            <a:lnTo>
                              <a:pt x="0" y="26"/>
                            </a:lnTo>
                            <a:cubicBezTo>
                              <a:pt x="0" y="24"/>
                              <a:pt x="0" y="0"/>
                              <a:pt x="26" y="0"/>
                            </a:cubicBezTo>
                            <a:lnTo>
                              <a:pt x="46" y="0"/>
                            </a:lnTo>
                            <a:lnTo>
                              <a:pt x="46" y="91"/>
                            </a:lnTo>
                            <a:cubicBezTo>
                              <a:pt x="46" y="112"/>
                              <a:pt x="56" y="124"/>
                              <a:pt x="74" y="124"/>
                            </a:cubicBezTo>
                            <a:cubicBezTo>
                              <a:pt x="92" y="124"/>
                              <a:pt x="103" y="112"/>
                              <a:pt x="103" y="91"/>
                            </a:cubicBezTo>
                            <a:lnTo>
                              <a:pt x="103" y="26"/>
                            </a:lnTo>
                            <a:cubicBezTo>
                              <a:pt x="103" y="23"/>
                              <a:pt x="103" y="0"/>
                              <a:pt x="130" y="0"/>
                            </a:cubicBezTo>
                            <a:lnTo>
                              <a:pt x="149" y="0"/>
                            </a:lnTo>
                            <a:lnTo>
                              <a:pt x="149" y="163"/>
                            </a:lnTo>
                            <a:lnTo>
                              <a:pt x="103" y="163"/>
                            </a:ln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80" o:spid="_x0000_s1026" style="position:absolute;margin-left:538.95pt;margin-top:791.3pt;width:7.45pt;height:8.3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9,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" o:allowincell="f" path="m103,163r,-23c92,153,79,166,55,166,20,166,,143,,105l,26c,24,,,26,l46,r,91c46,112,56,124,74,124v18,,29,-12,29,-33l103,26v,-3,,-26,27,-26l149,r,163l103,163e" fillcolor="#5e6a71" stroked="f">
              <v:path o:connecttype="custom" o:connectlocs="65405,103505;65405,88900;34925,105410;0,66675;0,16510;16510,0;29210,0;29210,57785;46990,78740;65405,57785;65405,16510;82550,0;94615,0;94615,103505;65405,103505" o:connectangles="0,0,0,0,0,0,0,0,0,0,0,0,0,0,0"/>
              <w10:wrap anchorx="page" anchory="page"/>
              <w10:anchorlock/>
            </v:shape>
          </w:pict>
        </mc:Fallback>
      </mc:AlternateContent>
    </w:r>
    <w:r>
      <w:rPr>
        <w:noProof/>
      </w:rPr>
      <mc:AlternateContent>
        <mc:Choice Requires="wps">
          <w:drawing>
            <wp:anchor distT="0" distB="0" distL="114300" distR="114300" simplePos="0" relativeHeight="251673088" behindDoc="1" locked="1" layoutInCell="0" allowOverlap="1" wp14:anchorId="25DE695A" wp14:editId="607C7085">
              <wp:simplePos x="0" y="0"/>
              <wp:positionH relativeFrom="page">
                <wp:posOffset>6623685</wp:posOffset>
              </wp:positionH>
              <wp:positionV relativeFrom="page">
                <wp:posOffset>10048875</wp:posOffset>
              </wp:positionV>
              <wp:extent cx="108585" cy="104140"/>
              <wp:effectExtent l="3810" t="0" r="1905" b="635"/>
              <wp:wrapNone/>
              <wp:docPr id="77" name="Freeform 5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 cy="104140"/>
                      </a:xfrm>
                      <a:custGeom>
                        <a:avLst/>
                        <a:gdLst>
                          <a:gd name="T0" fmla="*/ 106 w 171"/>
                          <a:gd name="T1" fmla="*/ 164 h 164"/>
                          <a:gd name="T2" fmla="*/ 64 w 171"/>
                          <a:gd name="T3" fmla="*/ 164 h 164"/>
                          <a:gd name="T4" fmla="*/ 0 w 171"/>
                          <a:gd name="T5" fmla="*/ 0 h 164"/>
                          <a:gd name="T6" fmla="*/ 49 w 171"/>
                          <a:gd name="T7" fmla="*/ 0 h 164"/>
                          <a:gd name="T8" fmla="*/ 86 w 171"/>
                          <a:gd name="T9" fmla="*/ 109 h 164"/>
                          <a:gd name="T10" fmla="*/ 113 w 171"/>
                          <a:gd name="T11" fmla="*/ 26 h 164"/>
                          <a:gd name="T12" fmla="*/ 140 w 171"/>
                          <a:gd name="T13" fmla="*/ 0 h 164"/>
                          <a:gd name="T14" fmla="*/ 171 w 171"/>
                          <a:gd name="T15" fmla="*/ 0 h 164"/>
                          <a:gd name="T16" fmla="*/ 106 w 171"/>
                          <a:gd name="T17" fmla="*/ 164 h 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1" h="164">
                            <a:moveTo>
                              <a:pt x="106" y="164"/>
                            </a:moveTo>
                            <a:lnTo>
                              <a:pt x="64" y="164"/>
                            </a:lnTo>
                            <a:lnTo>
                              <a:pt x="0" y="0"/>
                            </a:lnTo>
                            <a:lnTo>
                              <a:pt x="49" y="0"/>
                            </a:lnTo>
                            <a:lnTo>
                              <a:pt x="86" y="109"/>
                            </a:lnTo>
                            <a:lnTo>
                              <a:pt x="113" y="26"/>
                            </a:lnTo>
                            <a:cubicBezTo>
                              <a:pt x="113" y="26"/>
                              <a:pt x="121" y="0"/>
                              <a:pt x="140" y="0"/>
                            </a:cubicBezTo>
                            <a:lnTo>
                              <a:pt x="171" y="0"/>
                            </a:lnTo>
                            <a:lnTo>
                              <a:pt x="106" y="164"/>
                            </a:ln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9" o:spid="_x0000_s1026" style="position:absolute;margin-left:521.55pt;margin-top:791.25pt;width:8.55pt;height:8.2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71,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" o:allowincell="f" path="m106,164r-42,l,,49,,86,109,113,26v,,8,-26,27,-26l171,,106,164e" fillcolor="#5e6a71" stroked="f">
              <v:path o:connecttype="custom" o:connectlocs="67310,104140;40640,104140;0,0;31115,0;54610,69215;71755,16510;88900,0;108585,0;67310,104140" o:connectangles="0,0,0,0,0,0,0,0,0"/>
              <w10:wrap anchorx="page" anchory="page"/>
              <w10:anchorlock/>
            </v:shape>
          </w:pict>
        </mc:Fallback>
      </mc:AlternateContent>
    </w:r>
    <w:r>
      <w:rPr>
        <w:noProof/>
      </w:rPr>
      <mc:AlternateContent>
        <mc:Choice Requires="wps">
          <w:drawing>
            <wp:anchor distT="0" distB="0" distL="114300" distR="114300" simplePos="0" relativeHeight="251672064" behindDoc="1" locked="1" layoutInCell="0" allowOverlap="1" wp14:anchorId="20F57B74" wp14:editId="048DE284">
              <wp:simplePos x="0" y="0"/>
              <wp:positionH relativeFrom="page">
                <wp:posOffset>6531610</wp:posOffset>
              </wp:positionH>
              <wp:positionV relativeFrom="page">
                <wp:posOffset>10046970</wp:posOffset>
              </wp:positionV>
              <wp:extent cx="95250" cy="107950"/>
              <wp:effectExtent l="6985" t="7620" r="2540" b="8255"/>
              <wp:wrapNone/>
              <wp:docPr id="76" name="Freeform 5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custGeom>
                        <a:avLst/>
                        <a:gdLst>
                          <a:gd name="T0" fmla="*/ 106 w 150"/>
                          <a:gd name="T1" fmla="*/ 101 h 170"/>
                          <a:gd name="T2" fmla="*/ 76 w 150"/>
                          <a:gd name="T3" fmla="*/ 95 h 170"/>
                          <a:gd name="T4" fmla="*/ 44 w 150"/>
                          <a:gd name="T5" fmla="*/ 117 h 170"/>
                          <a:gd name="T6" fmla="*/ 44 w 150"/>
                          <a:gd name="T7" fmla="*/ 118 h 170"/>
                          <a:gd name="T8" fmla="*/ 70 w 150"/>
                          <a:gd name="T9" fmla="*/ 138 h 170"/>
                          <a:gd name="T10" fmla="*/ 106 w 150"/>
                          <a:gd name="T11" fmla="*/ 109 h 170"/>
                          <a:gd name="T12" fmla="*/ 106 w 150"/>
                          <a:gd name="T13" fmla="*/ 101 h 170"/>
                          <a:gd name="T14" fmla="*/ 105 w 150"/>
                          <a:gd name="T15" fmla="*/ 167 h 170"/>
                          <a:gd name="T16" fmla="*/ 105 w 150"/>
                          <a:gd name="T17" fmla="*/ 149 h 170"/>
                          <a:gd name="T18" fmla="*/ 56 w 150"/>
                          <a:gd name="T19" fmla="*/ 170 h 170"/>
                          <a:gd name="T20" fmla="*/ 0 w 150"/>
                          <a:gd name="T21" fmla="*/ 120 h 170"/>
                          <a:gd name="T22" fmla="*/ 0 w 150"/>
                          <a:gd name="T23" fmla="*/ 119 h 170"/>
                          <a:gd name="T24" fmla="*/ 65 w 150"/>
                          <a:gd name="T25" fmla="*/ 67 h 170"/>
                          <a:gd name="T26" fmla="*/ 105 w 150"/>
                          <a:gd name="T27" fmla="*/ 74 h 170"/>
                          <a:gd name="T28" fmla="*/ 105 w 150"/>
                          <a:gd name="T29" fmla="*/ 71 h 170"/>
                          <a:gd name="T30" fmla="*/ 70 w 150"/>
                          <a:gd name="T31" fmla="*/ 40 h 170"/>
                          <a:gd name="T32" fmla="*/ 25 w 150"/>
                          <a:gd name="T33" fmla="*/ 49 h 170"/>
                          <a:gd name="T34" fmla="*/ 14 w 150"/>
                          <a:gd name="T35" fmla="*/ 14 h 170"/>
                          <a:gd name="T36" fmla="*/ 77 w 150"/>
                          <a:gd name="T37" fmla="*/ 0 h 170"/>
                          <a:gd name="T38" fmla="*/ 150 w 150"/>
                          <a:gd name="T39" fmla="*/ 71 h 170"/>
                          <a:gd name="T40" fmla="*/ 150 w 150"/>
                          <a:gd name="T41" fmla="*/ 167 h 170"/>
                          <a:gd name="T42" fmla="*/ 105 w 150"/>
                          <a:gd name="T43" fmla="*/ 167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50" h="170">
                            <a:moveTo>
                              <a:pt x="106" y="101"/>
                            </a:moveTo>
                            <a:cubicBezTo>
                              <a:pt x="98" y="97"/>
                              <a:pt x="88" y="95"/>
                              <a:pt x="76" y="95"/>
                            </a:cubicBezTo>
                            <a:cubicBezTo>
                              <a:pt x="57" y="95"/>
                              <a:pt x="44" y="103"/>
                              <a:pt x="44" y="117"/>
                            </a:cubicBezTo>
                            <a:lnTo>
                              <a:pt x="44" y="118"/>
                            </a:lnTo>
                            <a:cubicBezTo>
                              <a:pt x="44" y="130"/>
                              <a:pt x="55" y="138"/>
                              <a:pt x="70" y="138"/>
                            </a:cubicBezTo>
                            <a:cubicBezTo>
                              <a:pt x="91" y="138"/>
                              <a:pt x="106" y="126"/>
                              <a:pt x="106" y="109"/>
                            </a:cubicBezTo>
                            <a:lnTo>
                              <a:pt x="106" y="101"/>
                            </a:lnTo>
                            <a:moveTo>
                              <a:pt x="105" y="167"/>
                            </a:moveTo>
                            <a:lnTo>
                              <a:pt x="105" y="149"/>
                            </a:lnTo>
                            <a:cubicBezTo>
                              <a:pt x="94" y="161"/>
                              <a:pt x="78" y="170"/>
                              <a:pt x="56" y="170"/>
                            </a:cubicBezTo>
                            <a:cubicBezTo>
                              <a:pt x="25" y="170"/>
                              <a:pt x="0" y="152"/>
                              <a:pt x="0" y="120"/>
                            </a:cubicBezTo>
                            <a:lnTo>
                              <a:pt x="0" y="119"/>
                            </a:lnTo>
                            <a:cubicBezTo>
                              <a:pt x="0" y="84"/>
                              <a:pt x="27" y="67"/>
                              <a:pt x="65" y="67"/>
                            </a:cubicBezTo>
                            <a:cubicBezTo>
                              <a:pt x="82" y="67"/>
                              <a:pt x="94" y="70"/>
                              <a:pt x="105" y="74"/>
                            </a:cubicBezTo>
                            <a:lnTo>
                              <a:pt x="105" y="71"/>
                            </a:lnTo>
                            <a:cubicBezTo>
                              <a:pt x="105" y="52"/>
                              <a:pt x="93" y="40"/>
                              <a:pt x="70" y="40"/>
                            </a:cubicBezTo>
                            <a:cubicBezTo>
                              <a:pt x="53" y="40"/>
                              <a:pt x="40" y="43"/>
                              <a:pt x="25" y="49"/>
                            </a:cubicBezTo>
                            <a:lnTo>
                              <a:pt x="14" y="14"/>
                            </a:lnTo>
                            <a:cubicBezTo>
                              <a:pt x="32" y="6"/>
                              <a:pt x="49" y="0"/>
                              <a:pt x="77" y="0"/>
                            </a:cubicBezTo>
                            <a:cubicBezTo>
                              <a:pt x="128" y="0"/>
                              <a:pt x="150" y="27"/>
                              <a:pt x="150" y="71"/>
                            </a:cubicBezTo>
                            <a:lnTo>
                              <a:pt x="150" y="167"/>
                            </a:lnTo>
                            <a:lnTo>
                              <a:pt x="105" y="167"/>
                            </a:ln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8" o:spid="_x0000_s1026" style="position:absolute;margin-left:514.3pt;margin-top:791.1pt;width:7.5pt;height:8.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50,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" o:allowincell="f" path="m106,101c98,97,88,95,76,95v-19,,-32,8,-32,22l44,118v,12,11,20,26,20c91,138,106,126,106,109r,-8m105,167r,-18c94,161,78,170,56,170,25,170,,152,,120r,-1c,84,27,67,65,67v17,,29,3,40,7l105,71c105,52,93,40,70,40v-17,,-30,3,-45,9l14,14c32,6,49,,77,v51,,73,27,73,71l150,167r-45,e" fillcolor="#5e6a71" stroked="f">
              <v:path o:connecttype="custom" o:connectlocs="67310,64135;48260,60325;27940,74295;27940,74930;44450,87630;67310,69215;67310,64135;66675,106045;66675,94615;35560,107950;0,76200;0,75565;41275,42545;66675,46990;66675,45085;44450,25400;15875,31115;8890,8890;48895,0;95250,45085;95250,106045;66675,106045" o:connectangles="0,0,0,0,0,0,0,0,0,0,0,0,0,0,0,0,0,0,0,0,0,0"/>
              <w10:wrap anchorx="page" anchory="page"/>
              <w10:anchorlock/>
            </v:shape>
          </w:pict>
        </mc:Fallback>
      </mc:AlternateContent>
    </w:r>
    <w:r>
      <w:rPr>
        <w:noProof/>
      </w:rPr>
      <mc:AlternateContent>
        <mc:Choice Requires="wps">
          <w:drawing>
            <wp:anchor distT="0" distB="0" distL="114300" distR="114300" simplePos="0" relativeHeight="251671040" behindDoc="1" locked="1" layoutInCell="0" allowOverlap="1" wp14:anchorId="52379F78" wp14:editId="3AED9D4E">
              <wp:simplePos x="0" y="0"/>
              <wp:positionH relativeFrom="page">
                <wp:posOffset>6308090</wp:posOffset>
              </wp:positionH>
              <wp:positionV relativeFrom="page">
                <wp:posOffset>10017760</wp:posOffset>
              </wp:positionV>
              <wp:extent cx="108585" cy="137160"/>
              <wp:effectExtent l="2540" t="6985" r="3175" b="8255"/>
              <wp:wrapNone/>
              <wp:docPr id="75" name="Freeform 5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 cy="137160"/>
                      </a:xfrm>
                      <a:custGeom>
                        <a:avLst/>
                        <a:gdLst>
                          <a:gd name="T0" fmla="*/ 126 w 171"/>
                          <a:gd name="T1" fmla="*/ 131 h 216"/>
                          <a:gd name="T2" fmla="*/ 86 w 171"/>
                          <a:gd name="T3" fmla="*/ 86 h 216"/>
                          <a:gd name="T4" fmla="*/ 46 w 171"/>
                          <a:gd name="T5" fmla="*/ 131 h 216"/>
                          <a:gd name="T6" fmla="*/ 46 w 171"/>
                          <a:gd name="T7" fmla="*/ 132 h 216"/>
                          <a:gd name="T8" fmla="*/ 86 w 171"/>
                          <a:gd name="T9" fmla="*/ 177 h 216"/>
                          <a:gd name="T10" fmla="*/ 126 w 171"/>
                          <a:gd name="T11" fmla="*/ 132 h 216"/>
                          <a:gd name="T12" fmla="*/ 126 w 171"/>
                          <a:gd name="T13" fmla="*/ 131 h 216"/>
                          <a:gd name="T14" fmla="*/ 125 w 171"/>
                          <a:gd name="T15" fmla="*/ 213 h 216"/>
                          <a:gd name="T16" fmla="*/ 125 w 171"/>
                          <a:gd name="T17" fmla="*/ 190 h 216"/>
                          <a:gd name="T18" fmla="*/ 74 w 171"/>
                          <a:gd name="T19" fmla="*/ 216 h 216"/>
                          <a:gd name="T20" fmla="*/ 0 w 171"/>
                          <a:gd name="T21" fmla="*/ 132 h 216"/>
                          <a:gd name="T22" fmla="*/ 0 w 171"/>
                          <a:gd name="T23" fmla="*/ 131 h 216"/>
                          <a:gd name="T24" fmla="*/ 74 w 171"/>
                          <a:gd name="T25" fmla="*/ 47 h 216"/>
                          <a:gd name="T26" fmla="*/ 125 w 171"/>
                          <a:gd name="T27" fmla="*/ 71 h 216"/>
                          <a:gd name="T28" fmla="*/ 125 w 171"/>
                          <a:gd name="T29" fmla="*/ 26 h 216"/>
                          <a:gd name="T30" fmla="*/ 152 w 171"/>
                          <a:gd name="T31" fmla="*/ 0 h 216"/>
                          <a:gd name="T32" fmla="*/ 171 w 171"/>
                          <a:gd name="T33" fmla="*/ 0 h 216"/>
                          <a:gd name="T34" fmla="*/ 171 w 171"/>
                          <a:gd name="T35" fmla="*/ 213 h 216"/>
                          <a:gd name="T36" fmla="*/ 125 w 171"/>
                          <a:gd name="T37" fmla="*/ 213 h 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71" h="216">
                            <a:moveTo>
                              <a:pt x="126" y="131"/>
                            </a:moveTo>
                            <a:cubicBezTo>
                              <a:pt x="126" y="104"/>
                              <a:pt x="108" y="86"/>
                              <a:pt x="86" y="86"/>
                            </a:cubicBezTo>
                            <a:cubicBezTo>
                              <a:pt x="65" y="86"/>
                              <a:pt x="46" y="104"/>
                              <a:pt x="46" y="131"/>
                            </a:cubicBezTo>
                            <a:lnTo>
                              <a:pt x="46" y="132"/>
                            </a:lnTo>
                            <a:cubicBezTo>
                              <a:pt x="46" y="159"/>
                              <a:pt x="65" y="177"/>
                              <a:pt x="86" y="177"/>
                            </a:cubicBezTo>
                            <a:cubicBezTo>
                              <a:pt x="108" y="177"/>
                              <a:pt x="126" y="159"/>
                              <a:pt x="126" y="132"/>
                            </a:cubicBezTo>
                            <a:lnTo>
                              <a:pt x="126" y="131"/>
                            </a:lnTo>
                            <a:moveTo>
                              <a:pt x="125" y="213"/>
                            </a:moveTo>
                            <a:lnTo>
                              <a:pt x="125" y="190"/>
                            </a:lnTo>
                            <a:cubicBezTo>
                              <a:pt x="114" y="205"/>
                              <a:pt x="98" y="216"/>
                              <a:pt x="74" y="216"/>
                            </a:cubicBezTo>
                            <a:cubicBezTo>
                              <a:pt x="36" y="216"/>
                              <a:pt x="0" y="186"/>
                              <a:pt x="0" y="132"/>
                            </a:cubicBezTo>
                            <a:lnTo>
                              <a:pt x="0" y="131"/>
                            </a:lnTo>
                            <a:cubicBezTo>
                              <a:pt x="0" y="77"/>
                              <a:pt x="36" y="47"/>
                              <a:pt x="74" y="47"/>
                            </a:cubicBezTo>
                            <a:cubicBezTo>
                              <a:pt x="99" y="47"/>
                              <a:pt x="114" y="58"/>
                              <a:pt x="125" y="71"/>
                            </a:cubicBezTo>
                            <a:lnTo>
                              <a:pt x="125" y="26"/>
                            </a:lnTo>
                            <a:cubicBezTo>
                              <a:pt x="125" y="25"/>
                              <a:pt x="125" y="0"/>
                              <a:pt x="152" y="0"/>
                            </a:cubicBezTo>
                            <a:lnTo>
                              <a:pt x="171" y="0"/>
                            </a:lnTo>
                            <a:lnTo>
                              <a:pt x="171" y="213"/>
                            </a:lnTo>
                            <a:lnTo>
                              <a:pt x="125" y="213"/>
                            </a:ln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7" o:spid="_x0000_s1026" style="position:absolute;margin-left:496.7pt;margin-top:788.8pt;width:8.55pt;height:10.8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71,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" o:allowincell="f" path="m126,131c126,104,108,86,86,86v-21,,-40,18,-40,45l46,132v,27,19,45,40,45c108,177,126,159,126,132r,-1m125,213r,-23c114,205,98,216,74,216,36,216,,186,,132r,-1c,77,36,47,74,47v25,,40,11,51,24l125,26v,-1,,-26,27,-26l171,r,213l125,213e" fillcolor="#5e6a71" stroked="f">
              <v:path o:connecttype="custom" o:connectlocs="80010,83185;54610,54610;29210,83185;29210,83820;54610,112395;80010,83820;80010,83185;79375,135255;79375,120650;46990,137160;0,83820;0,83185;46990,29845;79375,45085;79375,16510;96520,0;108585,0;108585,135255;79375,135255" o:connectangles="0,0,0,0,0,0,0,0,0,0,0,0,0,0,0,0,0,0,0"/>
              <w10:wrap anchorx="page" anchory="page"/>
              <w10:anchorlock/>
            </v:shape>
          </w:pict>
        </mc:Fallback>
      </mc:AlternateContent>
    </w:r>
    <w:r>
      <w:rPr>
        <w:noProof/>
      </w:rPr>
      <mc:AlternateContent>
        <mc:Choice Requires="wps">
          <w:drawing>
            <wp:anchor distT="0" distB="0" distL="114300" distR="114300" simplePos="0" relativeHeight="251670016" behindDoc="1" locked="1" layoutInCell="0" allowOverlap="1" wp14:anchorId="48B88397" wp14:editId="699D11EB">
              <wp:simplePos x="0" y="0"/>
              <wp:positionH relativeFrom="page">
                <wp:posOffset>6724650</wp:posOffset>
              </wp:positionH>
              <wp:positionV relativeFrom="page">
                <wp:posOffset>10046335</wp:posOffset>
              </wp:positionV>
              <wp:extent cx="111760" cy="107950"/>
              <wp:effectExtent l="0" t="6985" r="2540" b="8890"/>
              <wp:wrapNone/>
              <wp:docPr id="74" name="Freeform 5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07950"/>
                      </a:xfrm>
                      <a:custGeom>
                        <a:avLst/>
                        <a:gdLst>
                          <a:gd name="T0" fmla="*/ 131 w 176"/>
                          <a:gd name="T1" fmla="*/ 85 h 170"/>
                          <a:gd name="T2" fmla="*/ 88 w 176"/>
                          <a:gd name="T3" fmla="*/ 40 h 170"/>
                          <a:gd name="T4" fmla="*/ 46 w 176"/>
                          <a:gd name="T5" fmla="*/ 84 h 170"/>
                          <a:gd name="T6" fmla="*/ 46 w 176"/>
                          <a:gd name="T7" fmla="*/ 85 h 170"/>
                          <a:gd name="T8" fmla="*/ 88 w 176"/>
                          <a:gd name="T9" fmla="*/ 130 h 170"/>
                          <a:gd name="T10" fmla="*/ 131 w 176"/>
                          <a:gd name="T11" fmla="*/ 85 h 170"/>
                          <a:gd name="T12" fmla="*/ 131 w 176"/>
                          <a:gd name="T13" fmla="*/ 85 h 170"/>
                          <a:gd name="T14" fmla="*/ 88 w 176"/>
                          <a:gd name="T15" fmla="*/ 170 h 170"/>
                          <a:gd name="T16" fmla="*/ 0 w 176"/>
                          <a:gd name="T17" fmla="*/ 85 h 170"/>
                          <a:gd name="T18" fmla="*/ 0 w 176"/>
                          <a:gd name="T19" fmla="*/ 85 h 170"/>
                          <a:gd name="T20" fmla="*/ 88 w 176"/>
                          <a:gd name="T21" fmla="*/ 0 h 170"/>
                          <a:gd name="T22" fmla="*/ 176 w 176"/>
                          <a:gd name="T23" fmla="*/ 84 h 170"/>
                          <a:gd name="T24" fmla="*/ 176 w 176"/>
                          <a:gd name="T25" fmla="*/ 85 h 170"/>
                          <a:gd name="T26" fmla="*/ 88 w 176"/>
                          <a:gd name="T27" fmla="*/ 170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76" h="170">
                            <a:moveTo>
                              <a:pt x="131" y="85"/>
                            </a:moveTo>
                            <a:cubicBezTo>
                              <a:pt x="131" y="61"/>
                              <a:pt x="113" y="40"/>
                              <a:pt x="88" y="40"/>
                            </a:cubicBezTo>
                            <a:cubicBezTo>
                              <a:pt x="61" y="40"/>
                              <a:pt x="46" y="60"/>
                              <a:pt x="46" y="84"/>
                            </a:cubicBezTo>
                            <a:lnTo>
                              <a:pt x="46" y="85"/>
                            </a:lnTo>
                            <a:cubicBezTo>
                              <a:pt x="46" y="109"/>
                              <a:pt x="63" y="130"/>
                              <a:pt x="88" y="130"/>
                            </a:cubicBezTo>
                            <a:cubicBezTo>
                              <a:pt x="115" y="130"/>
                              <a:pt x="131" y="110"/>
                              <a:pt x="131" y="85"/>
                            </a:cubicBezTo>
                            <a:moveTo>
                              <a:pt x="88" y="170"/>
                            </a:moveTo>
                            <a:cubicBezTo>
                              <a:pt x="37" y="170"/>
                              <a:pt x="0" y="132"/>
                              <a:pt x="0" y="85"/>
                            </a:cubicBezTo>
                            <a:cubicBezTo>
                              <a:pt x="0" y="38"/>
                              <a:pt x="38" y="0"/>
                              <a:pt x="88" y="0"/>
                            </a:cubicBezTo>
                            <a:cubicBezTo>
                              <a:pt x="139" y="0"/>
                              <a:pt x="176" y="37"/>
                              <a:pt x="176" y="84"/>
                            </a:cubicBezTo>
                            <a:lnTo>
                              <a:pt x="176" y="85"/>
                            </a:lnTo>
                            <a:cubicBezTo>
                              <a:pt x="176" y="132"/>
                              <a:pt x="139" y="170"/>
                              <a:pt x="88" y="170"/>
                            </a:cubicBez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6" o:spid="_x0000_s1026" style="position:absolute;margin-left:529.5pt;margin-top:791.05pt;width:8.8pt;height:8.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76,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" o:allowincell="f" path="m131,85c131,61,113,40,88,40,61,40,46,60,46,84r,1c46,109,63,130,88,130v27,,43,-20,43,-45m88,170c37,170,,132,,85,,38,38,,88,v51,,88,37,88,84l176,85v,47,-37,85,-88,85e" fillcolor="#5e6a71" stroked="f">
              <v:path o:connecttype="custom" o:connectlocs="83185,53975;55880,25400;29210,53340;29210,53975;55880,82550;83185,53975;83185,53975;55880,107950;0,53975;0,53975;55880,0;111760,53340;111760,53975;55880,107950" o:connectangles="0,0,0,0,0,0,0,0,0,0,0,0,0,0"/>
              <w10:wrap anchorx="page" anchory="page"/>
              <w10:anchorlock/>
            </v:shape>
          </w:pict>
        </mc:Fallback>
      </mc:AlternateContent>
    </w:r>
    <w:r>
      <w:rPr>
        <w:noProof/>
      </w:rPr>
      <mc:AlternateContent>
        <mc:Choice Requires="wps">
          <w:drawing>
            <wp:anchor distT="0" distB="0" distL="114300" distR="114300" simplePos="0" relativeHeight="251668992" behindDoc="1" locked="1" layoutInCell="0" allowOverlap="1" wp14:anchorId="49C54AF3" wp14:editId="30D9194E">
              <wp:simplePos x="0" y="0"/>
              <wp:positionH relativeFrom="page">
                <wp:posOffset>6204585</wp:posOffset>
              </wp:positionH>
              <wp:positionV relativeFrom="page">
                <wp:posOffset>10047605</wp:posOffset>
              </wp:positionV>
              <wp:extent cx="94615" cy="105410"/>
              <wp:effectExtent l="3810" t="8255" r="6350" b="635"/>
              <wp:wrapNone/>
              <wp:docPr id="73" name="Freeform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15" cy="105410"/>
                      </a:xfrm>
                      <a:custGeom>
                        <a:avLst/>
                        <a:gdLst>
                          <a:gd name="T0" fmla="*/ 103 w 149"/>
                          <a:gd name="T1" fmla="*/ 166 h 166"/>
                          <a:gd name="T2" fmla="*/ 103 w 149"/>
                          <a:gd name="T3" fmla="*/ 75 h 166"/>
                          <a:gd name="T4" fmla="*/ 75 w 149"/>
                          <a:gd name="T5" fmla="*/ 41 h 166"/>
                          <a:gd name="T6" fmla="*/ 46 w 149"/>
                          <a:gd name="T7" fmla="*/ 75 h 166"/>
                          <a:gd name="T8" fmla="*/ 46 w 149"/>
                          <a:gd name="T9" fmla="*/ 166 h 166"/>
                          <a:gd name="T10" fmla="*/ 0 w 149"/>
                          <a:gd name="T11" fmla="*/ 166 h 166"/>
                          <a:gd name="T12" fmla="*/ 0 w 149"/>
                          <a:gd name="T13" fmla="*/ 29 h 166"/>
                          <a:gd name="T14" fmla="*/ 27 w 149"/>
                          <a:gd name="T15" fmla="*/ 3 h 166"/>
                          <a:gd name="T16" fmla="*/ 46 w 149"/>
                          <a:gd name="T17" fmla="*/ 3 h 166"/>
                          <a:gd name="T18" fmla="*/ 46 w 149"/>
                          <a:gd name="T19" fmla="*/ 26 h 166"/>
                          <a:gd name="T20" fmla="*/ 94 w 149"/>
                          <a:gd name="T21" fmla="*/ 0 h 166"/>
                          <a:gd name="T22" fmla="*/ 149 w 149"/>
                          <a:gd name="T23" fmla="*/ 60 h 166"/>
                          <a:gd name="T24" fmla="*/ 149 w 149"/>
                          <a:gd name="T25" fmla="*/ 166 h 166"/>
                          <a:gd name="T26" fmla="*/ 103 w 149"/>
                          <a:gd name="T27" fmla="*/ 166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49" h="166">
                            <a:moveTo>
                              <a:pt x="103" y="166"/>
                            </a:moveTo>
                            <a:lnTo>
                              <a:pt x="103" y="75"/>
                            </a:lnTo>
                            <a:cubicBezTo>
                              <a:pt x="103" y="53"/>
                              <a:pt x="93" y="41"/>
                              <a:pt x="75" y="41"/>
                            </a:cubicBezTo>
                            <a:cubicBezTo>
                              <a:pt x="57" y="41"/>
                              <a:pt x="46" y="53"/>
                              <a:pt x="46" y="75"/>
                            </a:cubicBezTo>
                            <a:lnTo>
                              <a:pt x="46" y="166"/>
                            </a:lnTo>
                            <a:lnTo>
                              <a:pt x="0" y="166"/>
                            </a:lnTo>
                            <a:cubicBezTo>
                              <a:pt x="0" y="166"/>
                              <a:pt x="0" y="32"/>
                              <a:pt x="0" y="29"/>
                            </a:cubicBezTo>
                            <a:cubicBezTo>
                              <a:pt x="0" y="26"/>
                              <a:pt x="0" y="3"/>
                              <a:pt x="27" y="3"/>
                            </a:cubicBezTo>
                            <a:lnTo>
                              <a:pt x="46" y="3"/>
                            </a:lnTo>
                            <a:lnTo>
                              <a:pt x="46" y="26"/>
                            </a:lnTo>
                            <a:cubicBezTo>
                              <a:pt x="57" y="12"/>
                              <a:pt x="71" y="0"/>
                              <a:pt x="94" y="0"/>
                            </a:cubicBezTo>
                            <a:cubicBezTo>
                              <a:pt x="129" y="0"/>
                              <a:pt x="149" y="23"/>
                              <a:pt x="149" y="60"/>
                            </a:cubicBezTo>
                            <a:lnTo>
                              <a:pt x="149" y="166"/>
                            </a:lnTo>
                            <a:lnTo>
                              <a:pt x="103" y="166"/>
                            </a:ln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5" o:spid="_x0000_s1026" style="position:absolute;margin-left:488.55pt;margin-top:791.15pt;width:7.45pt;height:8.3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9,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" o:allowincell="f" path="m103,166r,-91c103,53,93,41,75,41,57,41,46,53,46,75r,91l,166c,166,,32,,29,,26,,3,27,3r19,l46,26c57,12,71,,94,v35,,55,23,55,60l149,166r-46,e" fillcolor="#5e6a71" stroked="f">
              <v:path o:connecttype="custom" o:connectlocs="65405,105410;65405,47625;47625,26035;29210,47625;29210,105410;0,105410;0,18415;17145,1905;29210,1905;29210,16510;59690,0;94615,38100;94615,105410;65405,105410" o:connectangles="0,0,0,0,0,0,0,0,0,0,0,0,0,0"/>
              <w10:wrap anchorx="page" anchory="page"/>
              <w10:anchorlock/>
            </v:shape>
          </w:pict>
        </mc:Fallback>
      </mc:AlternateContent>
    </w:r>
    <w:r>
      <w:rPr>
        <w:noProof/>
      </w:rPr>
      <mc:AlternateContent>
        <mc:Choice Requires="wps">
          <w:drawing>
            <wp:anchor distT="0" distB="0" distL="114300" distR="114300" simplePos="0" relativeHeight="251667968" behindDoc="1" locked="1" layoutInCell="0" allowOverlap="1" wp14:anchorId="13AC94B0" wp14:editId="5ED0E520">
              <wp:simplePos x="0" y="0"/>
              <wp:positionH relativeFrom="page">
                <wp:posOffset>6092825</wp:posOffset>
              </wp:positionH>
              <wp:positionV relativeFrom="page">
                <wp:posOffset>10017760</wp:posOffset>
              </wp:positionV>
              <wp:extent cx="102870" cy="135255"/>
              <wp:effectExtent l="6350" t="6985" r="5080" b="635"/>
              <wp:wrapNone/>
              <wp:docPr id="72" name="Freeform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 cy="135255"/>
                      </a:xfrm>
                      <a:custGeom>
                        <a:avLst/>
                        <a:gdLst>
                          <a:gd name="T0" fmla="*/ 0 w 162"/>
                          <a:gd name="T1" fmla="*/ 213 h 213"/>
                          <a:gd name="T2" fmla="*/ 0 w 162"/>
                          <a:gd name="T3" fmla="*/ 27 h 213"/>
                          <a:gd name="T4" fmla="*/ 27 w 162"/>
                          <a:gd name="T5" fmla="*/ 0 h 213"/>
                          <a:gd name="T6" fmla="*/ 162 w 162"/>
                          <a:gd name="T7" fmla="*/ 0 h 213"/>
                          <a:gd name="T8" fmla="*/ 162 w 162"/>
                          <a:gd name="T9" fmla="*/ 41 h 213"/>
                          <a:gd name="T10" fmla="*/ 46 w 162"/>
                          <a:gd name="T11" fmla="*/ 41 h 213"/>
                          <a:gd name="T12" fmla="*/ 46 w 162"/>
                          <a:gd name="T13" fmla="*/ 85 h 213"/>
                          <a:gd name="T14" fmla="*/ 147 w 162"/>
                          <a:gd name="T15" fmla="*/ 85 h 213"/>
                          <a:gd name="T16" fmla="*/ 147 w 162"/>
                          <a:gd name="T17" fmla="*/ 126 h 213"/>
                          <a:gd name="T18" fmla="*/ 46 w 162"/>
                          <a:gd name="T19" fmla="*/ 126 h 213"/>
                          <a:gd name="T20" fmla="*/ 46 w 162"/>
                          <a:gd name="T21" fmla="*/ 171 h 213"/>
                          <a:gd name="T22" fmla="*/ 162 w 162"/>
                          <a:gd name="T23" fmla="*/ 171 h 213"/>
                          <a:gd name="T24" fmla="*/ 162 w 162"/>
                          <a:gd name="T25" fmla="*/ 213 h 213"/>
                          <a:gd name="T26" fmla="*/ 0 w 162"/>
                          <a:gd name="T27" fmla="*/ 213 h 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2" h="213">
                            <a:moveTo>
                              <a:pt x="0" y="213"/>
                            </a:moveTo>
                            <a:lnTo>
                              <a:pt x="0" y="27"/>
                            </a:lnTo>
                            <a:cubicBezTo>
                              <a:pt x="0" y="24"/>
                              <a:pt x="0" y="0"/>
                              <a:pt x="27" y="0"/>
                            </a:cubicBezTo>
                            <a:cubicBezTo>
                              <a:pt x="54" y="0"/>
                              <a:pt x="162" y="0"/>
                              <a:pt x="162" y="0"/>
                            </a:cubicBezTo>
                            <a:lnTo>
                              <a:pt x="162" y="41"/>
                            </a:lnTo>
                            <a:lnTo>
                              <a:pt x="46" y="41"/>
                            </a:lnTo>
                            <a:lnTo>
                              <a:pt x="46" y="85"/>
                            </a:lnTo>
                            <a:lnTo>
                              <a:pt x="147" y="85"/>
                            </a:lnTo>
                            <a:lnTo>
                              <a:pt x="147" y="126"/>
                            </a:lnTo>
                            <a:lnTo>
                              <a:pt x="46" y="126"/>
                            </a:lnTo>
                            <a:lnTo>
                              <a:pt x="46" y="171"/>
                            </a:lnTo>
                            <a:lnTo>
                              <a:pt x="162" y="171"/>
                            </a:lnTo>
                            <a:lnTo>
                              <a:pt x="162" y="213"/>
                            </a:lnTo>
                            <a:lnTo>
                              <a:pt x="0" y="213"/>
                            </a:ln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4" o:spid="_x0000_s1026" style="position:absolute;margin-left:479.75pt;margin-top:788.8pt;width:8.1pt;height:10.6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62,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" o:allowincell="f" path="m,213l,27c,24,,,27,,54,,162,,162,r,41l46,41r,44l147,85r,41l46,126r,45l162,171r,42l,213e" fillcolor="#5e6a71" stroked="f">
              <v:path o:connecttype="custom" o:connectlocs="0,135255;0,17145;17145,0;102870,0;102870,26035;29210,26035;29210,53975;93345,53975;93345,80010;29210,80010;29210,108585;102870,108585;102870,135255;0,135255" o:connectangles="0,0,0,0,0,0,0,0,0,0,0,0,0,0"/>
              <w10:wrap anchorx="page" anchory="page"/>
              <w10:anchorlock/>
            </v:shape>
          </w:pict>
        </mc:Fallback>
      </mc:AlternateContent>
    </w:r>
    <w:r>
      <w:rPr>
        <w:noProof/>
      </w:rPr>
      <mc:AlternateContent>
        <mc:Choice Requires="wps">
          <w:drawing>
            <wp:anchor distT="0" distB="0" distL="114300" distR="114300" simplePos="0" relativeHeight="251666944" behindDoc="1" locked="1" layoutInCell="1" allowOverlap="1" wp14:anchorId="0EF2D784" wp14:editId="1542A318">
              <wp:simplePos x="0" y="0"/>
              <wp:positionH relativeFrom="page">
                <wp:posOffset>6596380</wp:posOffset>
              </wp:positionH>
              <wp:positionV relativeFrom="page">
                <wp:posOffset>10210800</wp:posOffset>
              </wp:positionV>
              <wp:extent cx="107950" cy="135255"/>
              <wp:effectExtent l="5080" t="0" r="1270" b="7620"/>
              <wp:wrapNone/>
              <wp:docPr id="71" name="Freeform 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35255"/>
                      </a:xfrm>
                      <a:custGeom>
                        <a:avLst/>
                        <a:gdLst>
                          <a:gd name="T0" fmla="*/ 108 w 170"/>
                          <a:gd name="T1" fmla="*/ 167 h 213"/>
                          <a:gd name="T2" fmla="*/ 54 w 170"/>
                          <a:gd name="T3" fmla="*/ 213 h 213"/>
                          <a:gd name="T4" fmla="*/ 13 w 170"/>
                          <a:gd name="T5" fmla="*/ 201 h 213"/>
                          <a:gd name="T6" fmla="*/ 28 w 170"/>
                          <a:gd name="T7" fmla="*/ 168 h 213"/>
                          <a:gd name="T8" fmla="*/ 48 w 170"/>
                          <a:gd name="T9" fmla="*/ 174 h 213"/>
                          <a:gd name="T10" fmla="*/ 64 w 170"/>
                          <a:gd name="T11" fmla="*/ 164 h 213"/>
                          <a:gd name="T12" fmla="*/ 0 w 170"/>
                          <a:gd name="T13" fmla="*/ 0 h 213"/>
                          <a:gd name="T14" fmla="*/ 49 w 170"/>
                          <a:gd name="T15" fmla="*/ 0 h 213"/>
                          <a:gd name="T16" fmla="*/ 87 w 170"/>
                          <a:gd name="T17" fmla="*/ 111 h 213"/>
                          <a:gd name="T18" fmla="*/ 113 w 170"/>
                          <a:gd name="T19" fmla="*/ 27 h 213"/>
                          <a:gd name="T20" fmla="*/ 139 w 170"/>
                          <a:gd name="T21" fmla="*/ 0 h 213"/>
                          <a:gd name="T22" fmla="*/ 170 w 170"/>
                          <a:gd name="T23" fmla="*/ 0 h 213"/>
                          <a:gd name="T24" fmla="*/ 108 w 170"/>
                          <a:gd name="T25" fmla="*/ 167 h 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70" h="213">
                            <a:moveTo>
                              <a:pt x="108" y="167"/>
                            </a:moveTo>
                            <a:cubicBezTo>
                              <a:pt x="95" y="200"/>
                              <a:pt x="82" y="213"/>
                              <a:pt x="54" y="213"/>
                            </a:cubicBezTo>
                            <a:cubicBezTo>
                              <a:pt x="37" y="213"/>
                              <a:pt x="25" y="208"/>
                              <a:pt x="13" y="201"/>
                            </a:cubicBezTo>
                            <a:lnTo>
                              <a:pt x="28" y="168"/>
                            </a:lnTo>
                            <a:cubicBezTo>
                              <a:pt x="34" y="172"/>
                              <a:pt x="42" y="174"/>
                              <a:pt x="48" y="174"/>
                            </a:cubicBezTo>
                            <a:cubicBezTo>
                              <a:pt x="56" y="174"/>
                              <a:pt x="60" y="172"/>
                              <a:pt x="64" y="164"/>
                            </a:cubicBezTo>
                            <a:lnTo>
                              <a:pt x="0" y="0"/>
                            </a:lnTo>
                            <a:lnTo>
                              <a:pt x="49" y="0"/>
                            </a:lnTo>
                            <a:lnTo>
                              <a:pt x="87" y="111"/>
                            </a:lnTo>
                            <a:lnTo>
                              <a:pt x="113" y="27"/>
                            </a:lnTo>
                            <a:cubicBezTo>
                              <a:pt x="113" y="27"/>
                              <a:pt x="122" y="0"/>
                              <a:pt x="139" y="0"/>
                            </a:cubicBezTo>
                            <a:lnTo>
                              <a:pt x="170" y="0"/>
                            </a:lnTo>
                            <a:lnTo>
                              <a:pt x="108" y="167"/>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3" o:spid="_x0000_s1026" style="position:absolute;margin-left:519.4pt;margin-top:804pt;width:8.5pt;height:10.6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7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" path="m108,167c95,200,82,213,54,213v-17,,-29,-5,-41,-12l28,168v6,4,14,6,20,6c56,174,60,172,64,164l,,49,,87,111,113,27v,,9,-27,26,-27l170,,108,167e" fillcolor="#5e6a70" stroked="f">
              <v:path o:connecttype="custom" o:connectlocs="68580,106045;34290,135255;8255,127635;17780,106680;30480,110490;40640,104140;0,0;31115,0;55245,70485;71755,17145;88265,0;107950,0;68580,106045" o:connectangles="0,0,0,0,0,0,0,0,0,0,0,0,0"/>
              <w10:wrap anchorx="page" anchory="page"/>
              <w10:anchorlock/>
            </v:shape>
          </w:pict>
        </mc:Fallback>
      </mc:AlternateContent>
    </w:r>
    <w:r>
      <w:rPr>
        <w:noProof/>
      </w:rPr>
      <mc:AlternateContent>
        <mc:Choice Requires="wps">
          <w:drawing>
            <wp:anchor distT="0" distB="0" distL="114300" distR="114300" simplePos="0" relativeHeight="251665920" behindDoc="1" locked="1" layoutInCell="1" allowOverlap="1" wp14:anchorId="387795C7" wp14:editId="5EB9C6C3">
              <wp:simplePos x="0" y="0"/>
              <wp:positionH relativeFrom="page">
                <wp:posOffset>6484620</wp:posOffset>
              </wp:positionH>
              <wp:positionV relativeFrom="page">
                <wp:posOffset>10208895</wp:posOffset>
              </wp:positionV>
              <wp:extent cx="108585" cy="137160"/>
              <wp:effectExtent l="7620" t="7620" r="7620" b="7620"/>
              <wp:wrapNone/>
              <wp:docPr id="70" name="Freeform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 cy="137160"/>
                      </a:xfrm>
                      <a:custGeom>
                        <a:avLst/>
                        <a:gdLst>
                          <a:gd name="T0" fmla="*/ 125 w 171"/>
                          <a:gd name="T1" fmla="*/ 76 h 216"/>
                          <a:gd name="T2" fmla="*/ 85 w 171"/>
                          <a:gd name="T3" fmla="*/ 38 h 216"/>
                          <a:gd name="T4" fmla="*/ 46 w 171"/>
                          <a:gd name="T5" fmla="*/ 76 h 216"/>
                          <a:gd name="T6" fmla="*/ 46 w 171"/>
                          <a:gd name="T7" fmla="*/ 77 h 216"/>
                          <a:gd name="T8" fmla="*/ 85 w 171"/>
                          <a:gd name="T9" fmla="*/ 115 h 216"/>
                          <a:gd name="T10" fmla="*/ 125 w 171"/>
                          <a:gd name="T11" fmla="*/ 77 h 216"/>
                          <a:gd name="T12" fmla="*/ 125 w 171"/>
                          <a:gd name="T13" fmla="*/ 76 h 216"/>
                          <a:gd name="T14" fmla="*/ 80 w 171"/>
                          <a:gd name="T15" fmla="*/ 216 h 216"/>
                          <a:gd name="T16" fmla="*/ 8 w 171"/>
                          <a:gd name="T17" fmla="*/ 198 h 216"/>
                          <a:gd name="T18" fmla="*/ 24 w 171"/>
                          <a:gd name="T19" fmla="*/ 164 h 216"/>
                          <a:gd name="T20" fmla="*/ 79 w 171"/>
                          <a:gd name="T21" fmla="*/ 179 h 216"/>
                          <a:gd name="T22" fmla="*/ 125 w 171"/>
                          <a:gd name="T23" fmla="*/ 134 h 216"/>
                          <a:gd name="T24" fmla="*/ 125 w 171"/>
                          <a:gd name="T25" fmla="*/ 126 h 216"/>
                          <a:gd name="T26" fmla="*/ 72 w 171"/>
                          <a:gd name="T27" fmla="*/ 153 h 216"/>
                          <a:gd name="T28" fmla="*/ 0 w 171"/>
                          <a:gd name="T29" fmla="*/ 77 h 216"/>
                          <a:gd name="T30" fmla="*/ 0 w 171"/>
                          <a:gd name="T31" fmla="*/ 76 h 216"/>
                          <a:gd name="T32" fmla="*/ 72 w 171"/>
                          <a:gd name="T33" fmla="*/ 0 h 216"/>
                          <a:gd name="T34" fmla="*/ 125 w 171"/>
                          <a:gd name="T35" fmla="*/ 24 h 216"/>
                          <a:gd name="T36" fmla="*/ 125 w 171"/>
                          <a:gd name="T37" fmla="*/ 3 h 216"/>
                          <a:gd name="T38" fmla="*/ 144 w 171"/>
                          <a:gd name="T39" fmla="*/ 3 h 216"/>
                          <a:gd name="T40" fmla="*/ 171 w 171"/>
                          <a:gd name="T41" fmla="*/ 30 h 216"/>
                          <a:gd name="T42" fmla="*/ 171 w 171"/>
                          <a:gd name="T43" fmla="*/ 129 h 216"/>
                          <a:gd name="T44" fmla="*/ 80 w 171"/>
                          <a:gd name="T45" fmla="*/ 216 h 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71" h="216">
                            <a:moveTo>
                              <a:pt x="125" y="76"/>
                            </a:moveTo>
                            <a:cubicBezTo>
                              <a:pt x="125" y="54"/>
                              <a:pt x="108" y="38"/>
                              <a:pt x="85" y="38"/>
                            </a:cubicBezTo>
                            <a:cubicBezTo>
                              <a:pt x="63" y="38"/>
                              <a:pt x="46" y="54"/>
                              <a:pt x="46" y="76"/>
                            </a:cubicBezTo>
                            <a:lnTo>
                              <a:pt x="46" y="77"/>
                            </a:lnTo>
                            <a:cubicBezTo>
                              <a:pt x="46" y="99"/>
                              <a:pt x="63" y="115"/>
                              <a:pt x="85" y="115"/>
                            </a:cubicBezTo>
                            <a:cubicBezTo>
                              <a:pt x="108" y="115"/>
                              <a:pt x="125" y="99"/>
                              <a:pt x="125" y="77"/>
                            </a:cubicBezTo>
                            <a:lnTo>
                              <a:pt x="125" y="76"/>
                            </a:lnTo>
                            <a:moveTo>
                              <a:pt x="80" y="216"/>
                            </a:moveTo>
                            <a:cubicBezTo>
                              <a:pt x="53" y="216"/>
                              <a:pt x="28" y="209"/>
                              <a:pt x="8" y="198"/>
                            </a:cubicBezTo>
                            <a:lnTo>
                              <a:pt x="24" y="164"/>
                            </a:lnTo>
                            <a:cubicBezTo>
                              <a:pt x="40" y="173"/>
                              <a:pt x="57" y="179"/>
                              <a:pt x="79" y="179"/>
                            </a:cubicBezTo>
                            <a:cubicBezTo>
                              <a:pt x="110" y="179"/>
                              <a:pt x="125" y="163"/>
                              <a:pt x="125" y="134"/>
                            </a:cubicBezTo>
                            <a:lnTo>
                              <a:pt x="125" y="126"/>
                            </a:lnTo>
                            <a:cubicBezTo>
                              <a:pt x="112" y="143"/>
                              <a:pt x="97" y="153"/>
                              <a:pt x="72" y="153"/>
                            </a:cubicBezTo>
                            <a:cubicBezTo>
                              <a:pt x="34" y="153"/>
                              <a:pt x="0" y="125"/>
                              <a:pt x="0" y="77"/>
                            </a:cubicBezTo>
                            <a:lnTo>
                              <a:pt x="0" y="76"/>
                            </a:lnTo>
                            <a:cubicBezTo>
                              <a:pt x="0" y="27"/>
                              <a:pt x="35" y="0"/>
                              <a:pt x="72" y="0"/>
                            </a:cubicBezTo>
                            <a:cubicBezTo>
                              <a:pt x="97" y="0"/>
                              <a:pt x="112" y="11"/>
                              <a:pt x="125" y="24"/>
                            </a:cubicBezTo>
                            <a:lnTo>
                              <a:pt x="125" y="3"/>
                            </a:lnTo>
                            <a:lnTo>
                              <a:pt x="144" y="3"/>
                            </a:lnTo>
                            <a:cubicBezTo>
                              <a:pt x="171" y="3"/>
                              <a:pt x="171" y="30"/>
                              <a:pt x="171" y="30"/>
                            </a:cubicBezTo>
                            <a:lnTo>
                              <a:pt x="171" y="129"/>
                            </a:lnTo>
                            <a:cubicBezTo>
                              <a:pt x="171" y="191"/>
                              <a:pt x="140" y="216"/>
                              <a:pt x="80" y="216"/>
                            </a:cubicBez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2" o:spid="_x0000_s1026" style="position:absolute;margin-left:510.6pt;margin-top:803.85pt;width:8.55pt;height:10.8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71,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" path="m125,76c125,54,108,38,85,38,63,38,46,54,46,76r,1c46,99,63,115,85,115v23,,40,-16,40,-38l125,76m80,216c53,216,28,209,8,198l24,164v16,9,33,15,55,15c110,179,125,163,125,134r,-8c112,143,97,153,72,153,34,153,,125,,77l,76c,27,35,,72,v25,,40,11,53,24l125,3r19,c171,3,171,30,171,30r,99c171,191,140,216,80,216e" fillcolor="#5e6a71" stroked="f">
              <v:path o:connecttype="custom" o:connectlocs="79375,48260;53975,24130;29210,48260;29210,48895;53975,73025;79375,48895;79375,48260;50800,137160;5080,125730;15240,104140;50165,113665;79375,85090;79375,80010;45720,97155;0,48895;0,48260;45720,0;79375,15240;79375,1905;91440,1905;108585,19050;108585,81915;50800,137160" o:connectangles="0,0,0,0,0,0,0,0,0,0,0,0,0,0,0,0,0,0,0,0,0,0,0"/>
              <w10:wrap anchorx="page" anchory="page"/>
              <w10:anchorlock/>
            </v:shape>
          </w:pict>
        </mc:Fallback>
      </mc:AlternateContent>
    </w:r>
    <w:r>
      <w:rPr>
        <w:noProof/>
      </w:rPr>
      <mc:AlternateContent>
        <mc:Choice Requires="wps">
          <w:drawing>
            <wp:anchor distT="0" distB="0" distL="114300" distR="114300" simplePos="0" relativeHeight="251664896" behindDoc="1" locked="1" layoutInCell="0" allowOverlap="1" wp14:anchorId="180B0E05" wp14:editId="7B258DDC">
              <wp:simplePos x="0" y="0"/>
              <wp:positionH relativeFrom="page">
                <wp:posOffset>6417945</wp:posOffset>
              </wp:positionH>
              <wp:positionV relativeFrom="page">
                <wp:posOffset>10208260</wp:posOffset>
              </wp:positionV>
              <wp:extent cx="62230" cy="106045"/>
              <wp:effectExtent l="7620" t="6985" r="6350" b="1270"/>
              <wp:wrapNone/>
              <wp:docPr id="69" name="Freeform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30" cy="106045"/>
                      </a:xfrm>
                      <a:custGeom>
                        <a:avLst/>
                        <a:gdLst>
                          <a:gd name="T0" fmla="*/ 96 w 98"/>
                          <a:gd name="T1" fmla="*/ 50 h 167"/>
                          <a:gd name="T2" fmla="*/ 46 w 98"/>
                          <a:gd name="T3" fmla="*/ 107 h 167"/>
                          <a:gd name="T4" fmla="*/ 46 w 98"/>
                          <a:gd name="T5" fmla="*/ 167 h 167"/>
                          <a:gd name="T6" fmla="*/ 0 w 98"/>
                          <a:gd name="T7" fmla="*/ 167 h 167"/>
                          <a:gd name="T8" fmla="*/ 0 w 98"/>
                          <a:gd name="T9" fmla="*/ 31 h 167"/>
                          <a:gd name="T10" fmla="*/ 27 w 98"/>
                          <a:gd name="T11" fmla="*/ 4 h 167"/>
                          <a:gd name="T12" fmla="*/ 46 w 98"/>
                          <a:gd name="T13" fmla="*/ 4 h 167"/>
                          <a:gd name="T14" fmla="*/ 46 w 98"/>
                          <a:gd name="T15" fmla="*/ 37 h 167"/>
                          <a:gd name="T16" fmla="*/ 98 w 98"/>
                          <a:gd name="T17" fmla="*/ 1 h 167"/>
                          <a:gd name="T18" fmla="*/ 98 w 98"/>
                          <a:gd name="T19" fmla="*/ 50 h 167"/>
                          <a:gd name="T20" fmla="*/ 96 w 98"/>
                          <a:gd name="T21" fmla="*/ 50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8" h="167">
                            <a:moveTo>
                              <a:pt x="96" y="50"/>
                            </a:moveTo>
                            <a:cubicBezTo>
                              <a:pt x="65" y="50"/>
                              <a:pt x="46" y="68"/>
                              <a:pt x="46" y="107"/>
                            </a:cubicBezTo>
                            <a:lnTo>
                              <a:pt x="46" y="167"/>
                            </a:lnTo>
                            <a:lnTo>
                              <a:pt x="0" y="167"/>
                            </a:lnTo>
                            <a:lnTo>
                              <a:pt x="0" y="31"/>
                            </a:lnTo>
                            <a:cubicBezTo>
                              <a:pt x="0" y="30"/>
                              <a:pt x="0" y="4"/>
                              <a:pt x="27" y="4"/>
                            </a:cubicBezTo>
                            <a:lnTo>
                              <a:pt x="46" y="4"/>
                            </a:lnTo>
                            <a:lnTo>
                              <a:pt x="46" y="37"/>
                            </a:lnTo>
                            <a:cubicBezTo>
                              <a:pt x="56" y="15"/>
                              <a:pt x="71" y="0"/>
                              <a:pt x="98" y="1"/>
                            </a:cubicBezTo>
                            <a:lnTo>
                              <a:pt x="98" y="50"/>
                            </a:lnTo>
                            <a:lnTo>
                              <a:pt x="96" y="50"/>
                            </a:ln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1" o:spid="_x0000_s1026" style="position:absolute;margin-left:505.35pt;margin-top:803.8pt;width:4.9pt;height:8.3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8,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" o:allowincell="f" path="m96,50c65,50,46,68,46,107r,60l,167,,31c,30,,4,27,4r19,l46,37c56,15,71,,98,1r,49l96,50e" fillcolor="#5e6a71" stroked="f">
              <v:path o:connecttype="custom" o:connectlocs="60960,31750;29210,67945;29210,106045;0,106045;0,19685;17145,2540;29210,2540;29210,23495;62230,635;62230,31750;60960,31750" o:connectangles="0,0,0,0,0,0,0,0,0,0,0"/>
              <w10:wrap anchorx="page" anchory="page"/>
              <w10:anchorlock/>
            </v:shape>
          </w:pict>
        </mc:Fallback>
      </mc:AlternateContent>
    </w:r>
    <w:r>
      <w:rPr>
        <w:noProof/>
      </w:rPr>
      <mc:AlternateContent>
        <mc:Choice Requires="wps">
          <w:drawing>
            <wp:anchor distT="0" distB="0" distL="114300" distR="114300" simplePos="0" relativeHeight="251663872" behindDoc="1" locked="1" layoutInCell="0" allowOverlap="1" wp14:anchorId="6AC02C07" wp14:editId="6965F32A">
              <wp:simplePos x="0" y="0"/>
              <wp:positionH relativeFrom="page">
                <wp:posOffset>6204585</wp:posOffset>
              </wp:positionH>
              <wp:positionV relativeFrom="page">
                <wp:posOffset>10208895</wp:posOffset>
              </wp:positionV>
              <wp:extent cx="94615" cy="105410"/>
              <wp:effectExtent l="3810" t="7620" r="6350" b="1270"/>
              <wp:wrapNone/>
              <wp:docPr id="68" name="Freeform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15" cy="105410"/>
                      </a:xfrm>
                      <a:custGeom>
                        <a:avLst/>
                        <a:gdLst>
                          <a:gd name="T0" fmla="*/ 103 w 149"/>
                          <a:gd name="T1" fmla="*/ 166 h 166"/>
                          <a:gd name="T2" fmla="*/ 103 w 149"/>
                          <a:gd name="T3" fmla="*/ 75 h 166"/>
                          <a:gd name="T4" fmla="*/ 75 w 149"/>
                          <a:gd name="T5" fmla="*/ 42 h 166"/>
                          <a:gd name="T6" fmla="*/ 46 w 149"/>
                          <a:gd name="T7" fmla="*/ 75 h 166"/>
                          <a:gd name="T8" fmla="*/ 46 w 149"/>
                          <a:gd name="T9" fmla="*/ 166 h 166"/>
                          <a:gd name="T10" fmla="*/ 0 w 149"/>
                          <a:gd name="T11" fmla="*/ 166 h 166"/>
                          <a:gd name="T12" fmla="*/ 0 w 149"/>
                          <a:gd name="T13" fmla="*/ 30 h 166"/>
                          <a:gd name="T14" fmla="*/ 27 w 149"/>
                          <a:gd name="T15" fmla="*/ 3 h 166"/>
                          <a:gd name="T16" fmla="*/ 46 w 149"/>
                          <a:gd name="T17" fmla="*/ 3 h 166"/>
                          <a:gd name="T18" fmla="*/ 46 w 149"/>
                          <a:gd name="T19" fmla="*/ 26 h 166"/>
                          <a:gd name="T20" fmla="*/ 94 w 149"/>
                          <a:gd name="T21" fmla="*/ 0 h 166"/>
                          <a:gd name="T22" fmla="*/ 149 w 149"/>
                          <a:gd name="T23" fmla="*/ 61 h 166"/>
                          <a:gd name="T24" fmla="*/ 149 w 149"/>
                          <a:gd name="T25" fmla="*/ 166 h 166"/>
                          <a:gd name="T26" fmla="*/ 103 w 149"/>
                          <a:gd name="T27" fmla="*/ 166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49" h="166">
                            <a:moveTo>
                              <a:pt x="103" y="166"/>
                            </a:moveTo>
                            <a:lnTo>
                              <a:pt x="103" y="75"/>
                            </a:lnTo>
                            <a:cubicBezTo>
                              <a:pt x="103" y="53"/>
                              <a:pt x="93" y="42"/>
                              <a:pt x="75" y="42"/>
                            </a:cubicBezTo>
                            <a:cubicBezTo>
                              <a:pt x="57" y="42"/>
                              <a:pt x="46" y="53"/>
                              <a:pt x="46" y="75"/>
                            </a:cubicBezTo>
                            <a:lnTo>
                              <a:pt x="46" y="166"/>
                            </a:lnTo>
                            <a:lnTo>
                              <a:pt x="0" y="166"/>
                            </a:lnTo>
                            <a:cubicBezTo>
                              <a:pt x="0" y="166"/>
                              <a:pt x="0" y="33"/>
                              <a:pt x="0" y="30"/>
                            </a:cubicBezTo>
                            <a:cubicBezTo>
                              <a:pt x="0" y="27"/>
                              <a:pt x="0" y="3"/>
                              <a:pt x="27" y="3"/>
                            </a:cubicBezTo>
                            <a:lnTo>
                              <a:pt x="46" y="3"/>
                            </a:lnTo>
                            <a:lnTo>
                              <a:pt x="46" y="26"/>
                            </a:lnTo>
                            <a:cubicBezTo>
                              <a:pt x="57" y="13"/>
                              <a:pt x="71" y="0"/>
                              <a:pt x="94" y="0"/>
                            </a:cubicBezTo>
                            <a:cubicBezTo>
                              <a:pt x="129" y="0"/>
                              <a:pt x="149" y="23"/>
                              <a:pt x="149" y="61"/>
                            </a:cubicBezTo>
                            <a:lnTo>
                              <a:pt x="149" y="166"/>
                            </a:lnTo>
                            <a:lnTo>
                              <a:pt x="103" y="166"/>
                            </a:ln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0" o:spid="_x0000_s1026" style="position:absolute;margin-left:488.55pt;margin-top:803.85pt;width:7.45pt;height:8.3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9,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" o:allowincell="f" path="m103,166r,-91c103,53,93,42,75,42,57,42,46,53,46,75r,91l,166c,166,,33,,30,,27,,3,27,3r19,l46,26c57,13,71,,94,v35,,55,23,55,61l149,166r-46,e" fillcolor="#5e6a71" stroked="f">
              <v:path o:connecttype="custom" o:connectlocs="65405,105410;65405,47625;47625,26670;29210,47625;29210,105410;0,105410;0,19050;17145,1905;29210,1905;29210,16510;59690,0;94615,38735;94615,105410;65405,105410" o:connectangles="0,0,0,0,0,0,0,0,0,0,0,0,0,0"/>
              <w10:wrap anchorx="page" anchory="page"/>
              <w10:anchorlock/>
            </v:shape>
          </w:pict>
        </mc:Fallback>
      </mc:AlternateContent>
    </w:r>
    <w:r>
      <w:rPr>
        <w:noProof/>
      </w:rPr>
      <mc:AlternateContent>
        <mc:Choice Requires="wps">
          <w:drawing>
            <wp:anchor distT="0" distB="0" distL="114300" distR="114300" simplePos="0" relativeHeight="251662848" behindDoc="1" locked="1" layoutInCell="0" allowOverlap="1" wp14:anchorId="072E7E4F" wp14:editId="1DB04D55">
              <wp:simplePos x="0" y="0"/>
              <wp:positionH relativeFrom="page">
                <wp:posOffset>6092825</wp:posOffset>
              </wp:positionH>
              <wp:positionV relativeFrom="page">
                <wp:posOffset>10179050</wp:posOffset>
              </wp:positionV>
              <wp:extent cx="102870" cy="135255"/>
              <wp:effectExtent l="6350" t="6350" r="5080" b="1270"/>
              <wp:wrapNone/>
              <wp:docPr id="67" name="Freeform 5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 cy="135255"/>
                      </a:xfrm>
                      <a:custGeom>
                        <a:avLst/>
                        <a:gdLst>
                          <a:gd name="T0" fmla="*/ 0 w 162"/>
                          <a:gd name="T1" fmla="*/ 213 h 213"/>
                          <a:gd name="T2" fmla="*/ 0 w 162"/>
                          <a:gd name="T3" fmla="*/ 27 h 213"/>
                          <a:gd name="T4" fmla="*/ 27 w 162"/>
                          <a:gd name="T5" fmla="*/ 0 h 213"/>
                          <a:gd name="T6" fmla="*/ 162 w 162"/>
                          <a:gd name="T7" fmla="*/ 0 h 213"/>
                          <a:gd name="T8" fmla="*/ 162 w 162"/>
                          <a:gd name="T9" fmla="*/ 42 h 213"/>
                          <a:gd name="T10" fmla="*/ 46 w 162"/>
                          <a:gd name="T11" fmla="*/ 42 h 213"/>
                          <a:gd name="T12" fmla="*/ 46 w 162"/>
                          <a:gd name="T13" fmla="*/ 85 h 213"/>
                          <a:gd name="T14" fmla="*/ 147 w 162"/>
                          <a:gd name="T15" fmla="*/ 85 h 213"/>
                          <a:gd name="T16" fmla="*/ 147 w 162"/>
                          <a:gd name="T17" fmla="*/ 127 h 213"/>
                          <a:gd name="T18" fmla="*/ 46 w 162"/>
                          <a:gd name="T19" fmla="*/ 127 h 213"/>
                          <a:gd name="T20" fmla="*/ 46 w 162"/>
                          <a:gd name="T21" fmla="*/ 172 h 213"/>
                          <a:gd name="T22" fmla="*/ 162 w 162"/>
                          <a:gd name="T23" fmla="*/ 172 h 213"/>
                          <a:gd name="T24" fmla="*/ 162 w 162"/>
                          <a:gd name="T25" fmla="*/ 213 h 213"/>
                          <a:gd name="T26" fmla="*/ 0 w 162"/>
                          <a:gd name="T27" fmla="*/ 213 h 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2" h="213">
                            <a:moveTo>
                              <a:pt x="0" y="213"/>
                            </a:moveTo>
                            <a:lnTo>
                              <a:pt x="0" y="27"/>
                            </a:lnTo>
                            <a:cubicBezTo>
                              <a:pt x="0" y="25"/>
                              <a:pt x="0" y="0"/>
                              <a:pt x="27" y="0"/>
                            </a:cubicBezTo>
                            <a:cubicBezTo>
                              <a:pt x="54" y="0"/>
                              <a:pt x="162" y="0"/>
                              <a:pt x="162" y="0"/>
                            </a:cubicBezTo>
                            <a:lnTo>
                              <a:pt x="162" y="42"/>
                            </a:lnTo>
                            <a:lnTo>
                              <a:pt x="46" y="42"/>
                            </a:lnTo>
                            <a:lnTo>
                              <a:pt x="46" y="85"/>
                            </a:lnTo>
                            <a:lnTo>
                              <a:pt x="147" y="85"/>
                            </a:lnTo>
                            <a:lnTo>
                              <a:pt x="147" y="127"/>
                            </a:lnTo>
                            <a:lnTo>
                              <a:pt x="46" y="127"/>
                            </a:lnTo>
                            <a:lnTo>
                              <a:pt x="46" y="172"/>
                            </a:lnTo>
                            <a:lnTo>
                              <a:pt x="162" y="172"/>
                            </a:lnTo>
                            <a:lnTo>
                              <a:pt x="162" y="213"/>
                            </a:lnTo>
                            <a:lnTo>
                              <a:pt x="0" y="213"/>
                            </a:lnTo>
                          </a:path>
                        </a:pathLst>
                      </a:custGeom>
                      <a:solidFill>
                        <a:srgbClr val="5E6A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9" o:spid="_x0000_s1026" style="position:absolute;margin-left:479.75pt;margin-top:801.5pt;width:8.1pt;height:10.6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62,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" o:allowincell="f" path="m,213l,27c,25,,,27,,54,,162,,162,r,42l46,42r,43l147,85r,42l46,127r,45l162,172r,41l,213e" fillcolor="#5e6a71" stroked="f">
              <v:path o:connecttype="custom" o:connectlocs="0,135255;0,17145;17145,0;102870,0;102870,26670;29210,26670;29210,53975;93345,53975;93345,80645;29210,80645;29210,109220;102870,109220;102870,135255;0,135255" o:connectangles="0,0,0,0,0,0,0,0,0,0,0,0,0,0"/>
              <w10:wrap anchorx="page" anchory="page"/>
              <w10:anchorlock/>
            </v:shape>
          </w:pict>
        </mc:Fallback>
      </mc:AlternateContent>
    </w:r>
    <w:r>
      <w:rPr>
        <w:noProof/>
      </w:rPr>
      <mc:AlternateContent>
        <mc:Choice Requires="wps">
          <w:drawing>
            <wp:anchor distT="0" distB="0" distL="114300" distR="114300" simplePos="0" relativeHeight="251661824" behindDoc="1" locked="1" layoutInCell="0" allowOverlap="1" wp14:anchorId="0F9364F0" wp14:editId="2494015D">
              <wp:simplePos x="0" y="0"/>
              <wp:positionH relativeFrom="page">
                <wp:posOffset>5657215</wp:posOffset>
              </wp:positionH>
              <wp:positionV relativeFrom="page">
                <wp:posOffset>9984105</wp:posOffset>
              </wp:positionV>
              <wp:extent cx="66675" cy="66675"/>
              <wp:effectExtent l="8890" t="1905" r="635" b="7620"/>
              <wp:wrapNone/>
              <wp:docPr id="66" name="Freeform 5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 cy="66675"/>
                      </a:xfrm>
                      <a:custGeom>
                        <a:avLst/>
                        <a:gdLst>
                          <a:gd name="T0" fmla="*/ 105 w 105"/>
                          <a:gd name="T1" fmla="*/ 53 h 105"/>
                          <a:gd name="T2" fmla="*/ 53 w 105"/>
                          <a:gd name="T3" fmla="*/ 105 h 105"/>
                          <a:gd name="T4" fmla="*/ 0 w 105"/>
                          <a:gd name="T5" fmla="*/ 53 h 105"/>
                          <a:gd name="T6" fmla="*/ 53 w 105"/>
                          <a:gd name="T7" fmla="*/ 0 h 105"/>
                          <a:gd name="T8" fmla="*/ 105 w 105"/>
                          <a:gd name="T9" fmla="*/ 53 h 105"/>
                        </a:gdLst>
                        <a:ahLst/>
                        <a:cxnLst>
                          <a:cxn ang="0">
                            <a:pos x="T0" y="T1"/>
                          </a:cxn>
                          <a:cxn ang="0">
                            <a:pos x="T2" y="T3"/>
                          </a:cxn>
                          <a:cxn ang="0">
                            <a:pos x="T4" y="T5"/>
                          </a:cxn>
                          <a:cxn ang="0">
                            <a:pos x="T6" y="T7"/>
                          </a:cxn>
                          <a:cxn ang="0">
                            <a:pos x="T8" y="T9"/>
                          </a:cxn>
                        </a:cxnLst>
                        <a:rect l="0" t="0" r="r" b="b"/>
                        <a:pathLst>
                          <a:path w="105" h="105">
                            <a:moveTo>
                              <a:pt x="105" y="53"/>
                            </a:moveTo>
                            <a:cubicBezTo>
                              <a:pt x="105" y="82"/>
                              <a:pt x="81" y="105"/>
                              <a:pt x="53" y="105"/>
                            </a:cubicBezTo>
                            <a:cubicBezTo>
                              <a:pt x="24" y="105"/>
                              <a:pt x="0" y="82"/>
                              <a:pt x="0" y="53"/>
                            </a:cubicBezTo>
                            <a:cubicBezTo>
                              <a:pt x="0" y="24"/>
                              <a:pt x="24" y="0"/>
                              <a:pt x="53" y="0"/>
                            </a:cubicBezTo>
                            <a:cubicBezTo>
                              <a:pt x="81" y="0"/>
                              <a:pt x="105" y="24"/>
                              <a:pt x="105" y="5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8" o:spid="_x0000_s1026" style="position:absolute;margin-left:445.45pt;margin-top:786.15pt;width:5.25pt;height:5.2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" o:allowincell="f" path="m105,53v,29,-24,52,-52,52c24,105,,82,,53,,24,24,,53,v28,,52,24,52,53e" fillcolor="#5e6a70" stroked="f">
              <v:path o:connecttype="custom" o:connectlocs="66675,33655;33655,66675;0,33655;33655,0;66675,33655" o:connectangles="0,0,0,0,0"/>
              <w10:wrap anchorx="page" anchory="page"/>
              <w10:anchorlock/>
            </v:shape>
          </w:pict>
        </mc:Fallback>
      </mc:AlternateContent>
    </w:r>
    <w:r>
      <w:rPr>
        <w:noProof/>
      </w:rPr>
      <mc:AlternateContent>
        <mc:Choice Requires="wps">
          <w:drawing>
            <wp:anchor distT="0" distB="0" distL="114300" distR="114300" simplePos="0" relativeHeight="251660800" behindDoc="1" locked="1" layoutInCell="0" allowOverlap="1" wp14:anchorId="5D050CC6" wp14:editId="25C7E66B">
              <wp:simplePos x="0" y="0"/>
              <wp:positionH relativeFrom="page">
                <wp:posOffset>5704205</wp:posOffset>
              </wp:positionH>
              <wp:positionV relativeFrom="page">
                <wp:posOffset>10227310</wp:posOffset>
              </wp:positionV>
              <wp:extent cx="63500" cy="63500"/>
              <wp:effectExtent l="8255" t="6985" r="4445" b="5715"/>
              <wp:wrapNone/>
              <wp:docPr id="65" name="Freeform 5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63500"/>
                      </a:xfrm>
                      <a:custGeom>
                        <a:avLst/>
                        <a:gdLst>
                          <a:gd name="T0" fmla="*/ 41 w 100"/>
                          <a:gd name="T1" fmla="*/ 94 h 100"/>
                          <a:gd name="T2" fmla="*/ 95 w 100"/>
                          <a:gd name="T3" fmla="*/ 59 h 100"/>
                          <a:gd name="T4" fmla="*/ 60 w 100"/>
                          <a:gd name="T5" fmla="*/ 5 h 100"/>
                          <a:gd name="T6" fmla="*/ 6 w 100"/>
                          <a:gd name="T7" fmla="*/ 40 h 100"/>
                          <a:gd name="T8" fmla="*/ 41 w 100"/>
                          <a:gd name="T9" fmla="*/ 94 h 100"/>
                        </a:gdLst>
                        <a:ahLst/>
                        <a:cxnLst>
                          <a:cxn ang="0">
                            <a:pos x="T0" y="T1"/>
                          </a:cxn>
                          <a:cxn ang="0">
                            <a:pos x="T2" y="T3"/>
                          </a:cxn>
                          <a:cxn ang="0">
                            <a:pos x="T4" y="T5"/>
                          </a:cxn>
                          <a:cxn ang="0">
                            <a:pos x="T6" y="T7"/>
                          </a:cxn>
                          <a:cxn ang="0">
                            <a:pos x="T8" y="T9"/>
                          </a:cxn>
                        </a:cxnLst>
                        <a:rect l="0" t="0" r="r" b="b"/>
                        <a:pathLst>
                          <a:path w="100" h="100">
                            <a:moveTo>
                              <a:pt x="41" y="94"/>
                            </a:moveTo>
                            <a:cubicBezTo>
                              <a:pt x="65" y="100"/>
                              <a:pt x="89" y="84"/>
                              <a:pt x="95" y="59"/>
                            </a:cubicBezTo>
                            <a:cubicBezTo>
                              <a:pt x="100" y="35"/>
                              <a:pt x="84" y="11"/>
                              <a:pt x="60" y="5"/>
                            </a:cubicBezTo>
                            <a:cubicBezTo>
                              <a:pt x="35" y="0"/>
                              <a:pt x="11" y="15"/>
                              <a:pt x="6" y="40"/>
                            </a:cubicBezTo>
                            <a:cubicBezTo>
                              <a:pt x="0" y="65"/>
                              <a:pt x="16" y="89"/>
                              <a:pt x="41" y="94"/>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7" o:spid="_x0000_s1026" style="position:absolute;margin-left:449.15pt;margin-top:805.3pt;width:5pt;height: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0,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" o:allowincell="f" path="m41,94c65,100,89,84,95,59,100,35,84,11,60,5,35,,11,15,6,40,,65,16,89,41,94e" fillcolor="#5e6a70" stroked="f">
              <v:path o:connecttype="custom" o:connectlocs="26035,59690;60325,37465;38100,3175;3810,25400;26035,59690" o:connectangles="0,0,0,0,0"/>
              <w10:wrap anchorx="page" anchory="page"/>
              <w10:anchorlock/>
            </v:shape>
          </w:pict>
        </mc:Fallback>
      </mc:AlternateContent>
    </w:r>
    <w:r>
      <w:rPr>
        <w:noProof/>
      </w:rPr>
      <mc:AlternateContent>
        <mc:Choice Requires="wps">
          <w:drawing>
            <wp:anchor distT="0" distB="0" distL="114300" distR="114300" simplePos="0" relativeHeight="251659776" behindDoc="1" locked="1" layoutInCell="0" allowOverlap="1" wp14:anchorId="00DF4C39" wp14:editId="117BE6C6">
              <wp:simplePos x="0" y="0"/>
              <wp:positionH relativeFrom="page">
                <wp:posOffset>5739130</wp:posOffset>
              </wp:positionH>
              <wp:positionV relativeFrom="page">
                <wp:posOffset>10168890</wp:posOffset>
              </wp:positionV>
              <wp:extent cx="63500" cy="62865"/>
              <wp:effectExtent l="5080" t="5715" r="7620" b="7620"/>
              <wp:wrapNone/>
              <wp:docPr id="64" name="Freeform 5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62865"/>
                      </a:xfrm>
                      <a:custGeom>
                        <a:avLst/>
                        <a:gdLst>
                          <a:gd name="T0" fmla="*/ 41 w 100"/>
                          <a:gd name="T1" fmla="*/ 94 h 99"/>
                          <a:gd name="T2" fmla="*/ 95 w 100"/>
                          <a:gd name="T3" fmla="*/ 59 h 99"/>
                          <a:gd name="T4" fmla="*/ 60 w 100"/>
                          <a:gd name="T5" fmla="*/ 5 h 99"/>
                          <a:gd name="T6" fmla="*/ 6 w 100"/>
                          <a:gd name="T7" fmla="*/ 40 h 99"/>
                          <a:gd name="T8" fmla="*/ 41 w 100"/>
                          <a:gd name="T9" fmla="*/ 94 h 99"/>
                        </a:gdLst>
                        <a:ahLst/>
                        <a:cxnLst>
                          <a:cxn ang="0">
                            <a:pos x="T0" y="T1"/>
                          </a:cxn>
                          <a:cxn ang="0">
                            <a:pos x="T2" y="T3"/>
                          </a:cxn>
                          <a:cxn ang="0">
                            <a:pos x="T4" y="T5"/>
                          </a:cxn>
                          <a:cxn ang="0">
                            <a:pos x="T6" y="T7"/>
                          </a:cxn>
                          <a:cxn ang="0">
                            <a:pos x="T8" y="T9"/>
                          </a:cxn>
                        </a:cxnLst>
                        <a:rect l="0" t="0" r="r" b="b"/>
                        <a:pathLst>
                          <a:path w="100" h="99">
                            <a:moveTo>
                              <a:pt x="41" y="94"/>
                            </a:moveTo>
                            <a:cubicBezTo>
                              <a:pt x="65" y="99"/>
                              <a:pt x="89" y="84"/>
                              <a:pt x="95" y="59"/>
                            </a:cubicBezTo>
                            <a:cubicBezTo>
                              <a:pt x="100" y="35"/>
                              <a:pt x="84" y="10"/>
                              <a:pt x="60" y="5"/>
                            </a:cubicBezTo>
                            <a:cubicBezTo>
                              <a:pt x="35" y="0"/>
                              <a:pt x="11" y="15"/>
                              <a:pt x="6" y="40"/>
                            </a:cubicBezTo>
                            <a:cubicBezTo>
                              <a:pt x="0" y="64"/>
                              <a:pt x="16" y="89"/>
                              <a:pt x="41" y="94"/>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6" o:spid="_x0000_s1026" style="position:absolute;margin-left:451.9pt;margin-top:800.7pt;width:5pt;height:4.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" o:allowincell="f" path="m41,94c65,99,89,84,95,59,100,35,84,10,60,5,35,,11,15,6,40,,64,16,89,41,94e" fillcolor="#5e6a70" stroked="f">
              <v:path o:connecttype="custom" o:connectlocs="26035,59690;60325,37465;38100,3175;3810,25400;26035,59690" o:connectangles="0,0,0,0,0"/>
              <w10:wrap anchorx="page" anchory="page"/>
              <w10:anchorlock/>
            </v:shape>
          </w:pict>
        </mc:Fallback>
      </mc:AlternateContent>
    </w:r>
    <w:r>
      <w:rPr>
        <w:noProof/>
      </w:rPr>
      <mc:AlternateContent>
        <mc:Choice Requires="wps">
          <w:drawing>
            <wp:anchor distT="0" distB="0" distL="114300" distR="114300" simplePos="0" relativeHeight="251658752" behindDoc="1" locked="1" layoutInCell="0" allowOverlap="1" wp14:anchorId="5950F905" wp14:editId="126E17EA">
              <wp:simplePos x="0" y="0"/>
              <wp:positionH relativeFrom="page">
                <wp:posOffset>5742940</wp:posOffset>
              </wp:positionH>
              <wp:positionV relativeFrom="page">
                <wp:posOffset>10097770</wp:posOffset>
              </wp:positionV>
              <wp:extent cx="67310" cy="67310"/>
              <wp:effectExtent l="8890" t="1270" r="0" b="7620"/>
              <wp:wrapNone/>
              <wp:docPr id="63" name="Freeform 5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10" cy="67310"/>
                      </a:xfrm>
                      <a:custGeom>
                        <a:avLst/>
                        <a:gdLst>
                          <a:gd name="T0" fmla="*/ 65 w 106"/>
                          <a:gd name="T1" fmla="*/ 99 h 106"/>
                          <a:gd name="T2" fmla="*/ 99 w 106"/>
                          <a:gd name="T3" fmla="*/ 41 h 106"/>
                          <a:gd name="T4" fmla="*/ 40 w 106"/>
                          <a:gd name="T5" fmla="*/ 6 h 106"/>
                          <a:gd name="T6" fmla="*/ 6 w 106"/>
                          <a:gd name="T7" fmla="*/ 65 h 106"/>
                          <a:gd name="T8" fmla="*/ 65 w 106"/>
                          <a:gd name="T9" fmla="*/ 99 h 106"/>
                        </a:gdLst>
                        <a:ahLst/>
                        <a:cxnLst>
                          <a:cxn ang="0">
                            <a:pos x="T0" y="T1"/>
                          </a:cxn>
                          <a:cxn ang="0">
                            <a:pos x="T2" y="T3"/>
                          </a:cxn>
                          <a:cxn ang="0">
                            <a:pos x="T4" y="T5"/>
                          </a:cxn>
                          <a:cxn ang="0">
                            <a:pos x="T6" y="T7"/>
                          </a:cxn>
                          <a:cxn ang="0">
                            <a:pos x="T8" y="T9"/>
                          </a:cxn>
                        </a:cxnLst>
                        <a:rect l="0" t="0" r="r" b="b"/>
                        <a:pathLst>
                          <a:path w="106" h="106">
                            <a:moveTo>
                              <a:pt x="65" y="99"/>
                            </a:moveTo>
                            <a:cubicBezTo>
                              <a:pt x="90" y="92"/>
                              <a:pt x="106" y="66"/>
                              <a:pt x="99" y="41"/>
                            </a:cubicBezTo>
                            <a:cubicBezTo>
                              <a:pt x="92" y="15"/>
                              <a:pt x="66" y="0"/>
                              <a:pt x="40" y="6"/>
                            </a:cubicBezTo>
                            <a:cubicBezTo>
                              <a:pt x="15" y="13"/>
                              <a:pt x="0" y="39"/>
                              <a:pt x="6" y="65"/>
                            </a:cubicBezTo>
                            <a:cubicBezTo>
                              <a:pt x="13" y="91"/>
                              <a:pt x="39" y="106"/>
                              <a:pt x="65" y="99"/>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5" o:spid="_x0000_s1026" style="position:absolute;margin-left:452.2pt;margin-top:795.1pt;width:5.3pt;height:5.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6,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" o:allowincell="f" path="m65,99c90,92,106,66,99,41,92,15,66,,40,6,15,13,,39,6,65v7,26,33,41,59,34e" fillcolor="#5e6a70" stroked="f">
              <v:path o:connecttype="custom" o:connectlocs="41275,62865;62865,26035;25400,3810;3810,41275;41275,62865" o:connectangles="0,0,0,0,0"/>
              <w10:wrap anchorx="page" anchory="page"/>
              <w10:anchorlock/>
            </v:shape>
          </w:pict>
        </mc:Fallback>
      </mc:AlternateContent>
    </w:r>
    <w:r>
      <w:rPr>
        <w:noProof/>
      </w:rPr>
      <mc:AlternateContent>
        <mc:Choice Requires="wps">
          <w:drawing>
            <wp:anchor distT="0" distB="0" distL="114300" distR="114300" simplePos="0" relativeHeight="251657728" behindDoc="1" locked="1" layoutInCell="0" allowOverlap="1" wp14:anchorId="249814C5" wp14:editId="79619C36">
              <wp:simplePos x="0" y="0"/>
              <wp:positionH relativeFrom="page">
                <wp:posOffset>5707380</wp:posOffset>
              </wp:positionH>
              <wp:positionV relativeFrom="page">
                <wp:posOffset>10034270</wp:posOffset>
              </wp:positionV>
              <wp:extent cx="71120" cy="71755"/>
              <wp:effectExtent l="1905" t="4445" r="3175" b="0"/>
              <wp:wrapNone/>
              <wp:docPr id="62" name="Freeform 5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 cy="71755"/>
                      </a:xfrm>
                      <a:custGeom>
                        <a:avLst/>
                        <a:gdLst>
                          <a:gd name="T0" fmla="*/ 89 w 112"/>
                          <a:gd name="T1" fmla="*/ 94 h 113"/>
                          <a:gd name="T2" fmla="*/ 94 w 112"/>
                          <a:gd name="T3" fmla="*/ 23 h 113"/>
                          <a:gd name="T4" fmla="*/ 22 w 112"/>
                          <a:gd name="T5" fmla="*/ 19 h 113"/>
                          <a:gd name="T6" fmla="*/ 18 w 112"/>
                          <a:gd name="T7" fmla="*/ 90 h 113"/>
                          <a:gd name="T8" fmla="*/ 89 w 112"/>
                          <a:gd name="T9" fmla="*/ 94 h 113"/>
                        </a:gdLst>
                        <a:ahLst/>
                        <a:cxnLst>
                          <a:cxn ang="0">
                            <a:pos x="T0" y="T1"/>
                          </a:cxn>
                          <a:cxn ang="0">
                            <a:pos x="T2" y="T3"/>
                          </a:cxn>
                          <a:cxn ang="0">
                            <a:pos x="T4" y="T5"/>
                          </a:cxn>
                          <a:cxn ang="0">
                            <a:pos x="T6" y="T7"/>
                          </a:cxn>
                          <a:cxn ang="0">
                            <a:pos x="T8" y="T9"/>
                          </a:cxn>
                        </a:cxnLst>
                        <a:rect l="0" t="0" r="r" b="b"/>
                        <a:pathLst>
                          <a:path w="112" h="113">
                            <a:moveTo>
                              <a:pt x="89" y="94"/>
                            </a:moveTo>
                            <a:cubicBezTo>
                              <a:pt x="110" y="75"/>
                              <a:pt x="112" y="44"/>
                              <a:pt x="94" y="23"/>
                            </a:cubicBezTo>
                            <a:cubicBezTo>
                              <a:pt x="75" y="2"/>
                              <a:pt x="43" y="0"/>
                              <a:pt x="22" y="19"/>
                            </a:cubicBezTo>
                            <a:cubicBezTo>
                              <a:pt x="1" y="37"/>
                              <a:pt x="0" y="69"/>
                              <a:pt x="18" y="90"/>
                            </a:cubicBezTo>
                            <a:cubicBezTo>
                              <a:pt x="37" y="111"/>
                              <a:pt x="69" y="113"/>
                              <a:pt x="89" y="94"/>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4" o:spid="_x0000_s1026" style="position:absolute;margin-left:449.4pt;margin-top:790.1pt;width:5.6pt;height:5.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" o:allowincell="f" path="m89,94c110,75,112,44,94,23,75,2,43,,22,19,1,37,,69,18,90v19,21,51,23,71,4e" fillcolor="#5e6a70" stroked="f">
              <v:path o:connecttype="custom" o:connectlocs="56515,59690;59690,14605;13970,12065;11430,57150;56515,59690" o:connectangles="0,0,0,0,0"/>
              <w10:wrap anchorx="page" anchory="page"/>
              <w10:anchorlock/>
            </v:shape>
          </w:pict>
        </mc:Fallback>
      </mc:AlternateContent>
    </w:r>
    <w:r>
      <w:rPr>
        <w:noProof/>
      </w:rPr>
      <mc:AlternateContent>
        <mc:Choice Requires="wps">
          <w:drawing>
            <wp:anchor distT="0" distB="0" distL="114300" distR="114300" simplePos="0" relativeHeight="251656704" behindDoc="1" locked="1" layoutInCell="0" allowOverlap="1" wp14:anchorId="30B2AADF" wp14:editId="5151EC07">
              <wp:simplePos x="0" y="0"/>
              <wp:positionH relativeFrom="page">
                <wp:posOffset>5579110</wp:posOffset>
              </wp:positionH>
              <wp:positionV relativeFrom="page">
                <wp:posOffset>9952990</wp:posOffset>
              </wp:positionV>
              <wp:extent cx="74295" cy="74930"/>
              <wp:effectExtent l="6985" t="8890" r="4445" b="1905"/>
              <wp:wrapNone/>
              <wp:docPr id="61" name="Freeform 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 cy="74930"/>
                      </a:xfrm>
                      <a:custGeom>
                        <a:avLst/>
                        <a:gdLst>
                          <a:gd name="T0" fmla="*/ 114 w 117"/>
                          <a:gd name="T1" fmla="*/ 53 h 118"/>
                          <a:gd name="T2" fmla="*/ 53 w 117"/>
                          <a:gd name="T3" fmla="*/ 3 h 118"/>
                          <a:gd name="T4" fmla="*/ 3 w 117"/>
                          <a:gd name="T5" fmla="*/ 64 h 118"/>
                          <a:gd name="T6" fmla="*/ 64 w 117"/>
                          <a:gd name="T7" fmla="*/ 115 h 118"/>
                          <a:gd name="T8" fmla="*/ 114 w 117"/>
                          <a:gd name="T9" fmla="*/ 53 h 118"/>
                        </a:gdLst>
                        <a:ahLst/>
                        <a:cxnLst>
                          <a:cxn ang="0">
                            <a:pos x="T0" y="T1"/>
                          </a:cxn>
                          <a:cxn ang="0">
                            <a:pos x="T2" y="T3"/>
                          </a:cxn>
                          <a:cxn ang="0">
                            <a:pos x="T4" y="T5"/>
                          </a:cxn>
                          <a:cxn ang="0">
                            <a:pos x="T6" y="T7"/>
                          </a:cxn>
                          <a:cxn ang="0">
                            <a:pos x="T8" y="T9"/>
                          </a:cxn>
                        </a:cxnLst>
                        <a:rect l="0" t="0" r="r" b="b"/>
                        <a:pathLst>
                          <a:path w="117" h="118">
                            <a:moveTo>
                              <a:pt x="114" y="53"/>
                            </a:moveTo>
                            <a:cubicBezTo>
                              <a:pt x="111" y="22"/>
                              <a:pt x="84" y="0"/>
                              <a:pt x="53" y="3"/>
                            </a:cubicBezTo>
                            <a:cubicBezTo>
                              <a:pt x="22" y="6"/>
                              <a:pt x="0" y="34"/>
                              <a:pt x="3" y="64"/>
                            </a:cubicBezTo>
                            <a:cubicBezTo>
                              <a:pt x="6" y="95"/>
                              <a:pt x="33" y="118"/>
                              <a:pt x="64" y="115"/>
                            </a:cubicBezTo>
                            <a:cubicBezTo>
                              <a:pt x="95" y="111"/>
                              <a:pt x="117" y="84"/>
                              <a:pt x="114" y="5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3" o:spid="_x0000_s1026" style="position:absolute;margin-left:439.3pt;margin-top:783.7pt;width:5.85pt;height:5.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7,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" o:allowincell="f" path="m114,53c111,22,84,,53,3,22,6,,34,3,64v3,31,30,54,61,51c95,111,117,84,114,53e" fillcolor="#5e6a70" stroked="f">
              <v:path o:connecttype="custom" o:connectlocs="72390,33655;33655,1905;1905,40640;40640,73025;72390,33655" o:connectangles="0,0,0,0,0"/>
              <w10:wrap anchorx="page" anchory="page"/>
              <w10:anchorlock/>
            </v:shape>
          </w:pict>
        </mc:Fallback>
      </mc:AlternateContent>
    </w:r>
    <w:r>
      <w:rPr>
        <w:noProof/>
      </w:rPr>
      <mc:AlternateContent>
        <mc:Choice Requires="wps">
          <w:drawing>
            <wp:anchor distT="0" distB="0" distL="114300" distR="114300" simplePos="0" relativeHeight="251655680" behindDoc="1" locked="1" layoutInCell="0" allowOverlap="1" wp14:anchorId="4ED8992A" wp14:editId="6678CB2E">
              <wp:simplePos x="0" y="0"/>
              <wp:positionH relativeFrom="page">
                <wp:posOffset>5490845</wp:posOffset>
              </wp:positionH>
              <wp:positionV relativeFrom="page">
                <wp:posOffset>9964420</wp:posOffset>
              </wp:positionV>
              <wp:extent cx="85090" cy="85090"/>
              <wp:effectExtent l="4445" t="1270" r="5715" b="8890"/>
              <wp:wrapNone/>
              <wp:docPr id="60" name="Freeform 5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85090"/>
                      </a:xfrm>
                      <a:custGeom>
                        <a:avLst/>
                        <a:gdLst>
                          <a:gd name="T0" fmla="*/ 116 w 134"/>
                          <a:gd name="T1" fmla="*/ 35 h 134"/>
                          <a:gd name="T2" fmla="*/ 35 w 134"/>
                          <a:gd name="T3" fmla="*/ 17 h 134"/>
                          <a:gd name="T4" fmla="*/ 17 w 134"/>
                          <a:gd name="T5" fmla="*/ 99 h 134"/>
                          <a:gd name="T6" fmla="*/ 98 w 134"/>
                          <a:gd name="T7" fmla="*/ 116 h 134"/>
                          <a:gd name="T8" fmla="*/ 116 w 134"/>
                          <a:gd name="T9" fmla="*/ 35 h 134"/>
                        </a:gdLst>
                        <a:ahLst/>
                        <a:cxnLst>
                          <a:cxn ang="0">
                            <a:pos x="T0" y="T1"/>
                          </a:cxn>
                          <a:cxn ang="0">
                            <a:pos x="T2" y="T3"/>
                          </a:cxn>
                          <a:cxn ang="0">
                            <a:pos x="T4" y="T5"/>
                          </a:cxn>
                          <a:cxn ang="0">
                            <a:pos x="T6" y="T7"/>
                          </a:cxn>
                          <a:cxn ang="0">
                            <a:pos x="T8" y="T9"/>
                          </a:cxn>
                        </a:cxnLst>
                        <a:rect l="0" t="0" r="r" b="b"/>
                        <a:pathLst>
                          <a:path w="134" h="134">
                            <a:moveTo>
                              <a:pt x="116" y="35"/>
                            </a:moveTo>
                            <a:cubicBezTo>
                              <a:pt x="99" y="7"/>
                              <a:pt x="62" y="0"/>
                              <a:pt x="35" y="17"/>
                            </a:cubicBezTo>
                            <a:cubicBezTo>
                              <a:pt x="7" y="35"/>
                              <a:pt x="0" y="71"/>
                              <a:pt x="17" y="99"/>
                            </a:cubicBezTo>
                            <a:cubicBezTo>
                              <a:pt x="35" y="126"/>
                              <a:pt x="71" y="134"/>
                              <a:pt x="98" y="116"/>
                            </a:cubicBezTo>
                            <a:cubicBezTo>
                              <a:pt x="126" y="99"/>
                              <a:pt x="134" y="62"/>
                              <a:pt x="116" y="35"/>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2" o:spid="_x0000_s1026" style="position:absolute;margin-left:432.35pt;margin-top:784.6pt;width:6.7pt;height:6.7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" o:allowincell="f" path="m116,35c99,7,62,,35,17,7,35,,71,17,99v18,27,54,35,81,17c126,99,134,62,116,35e" fillcolor="#5e6a70" stroked="f">
              <v:path o:connecttype="custom" o:connectlocs="73660,22225;22225,10795;10795,62865;62230,73660;73660,22225" o:connectangles="0,0,0,0,0"/>
              <w10:wrap anchorx="page" anchory="page"/>
              <w10:anchorlock/>
            </v:shape>
          </w:pict>
        </mc:Fallback>
      </mc:AlternateContent>
    </w:r>
    <w:r>
      <w:rPr>
        <w:noProof/>
      </w:rPr>
      <mc:AlternateContent>
        <mc:Choice Requires="wps">
          <w:drawing>
            <wp:anchor distT="0" distB="0" distL="114300" distR="114300" simplePos="0" relativeHeight="251654656" behindDoc="1" locked="1" layoutInCell="0" allowOverlap="1" wp14:anchorId="43178545" wp14:editId="78606E92">
              <wp:simplePos x="0" y="0"/>
              <wp:positionH relativeFrom="page">
                <wp:posOffset>5419725</wp:posOffset>
              </wp:positionH>
              <wp:positionV relativeFrom="page">
                <wp:posOffset>10019030</wp:posOffset>
              </wp:positionV>
              <wp:extent cx="90170" cy="90170"/>
              <wp:effectExtent l="0" t="8255" r="5080" b="6350"/>
              <wp:wrapNone/>
              <wp:docPr id="59" name="Freeform 5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 cy="90170"/>
                      </a:xfrm>
                      <a:custGeom>
                        <a:avLst/>
                        <a:gdLst>
                          <a:gd name="T0" fmla="*/ 102 w 142"/>
                          <a:gd name="T1" fmla="*/ 17 h 142"/>
                          <a:gd name="T2" fmla="*/ 17 w 142"/>
                          <a:gd name="T3" fmla="*/ 40 h 142"/>
                          <a:gd name="T4" fmla="*/ 40 w 142"/>
                          <a:gd name="T5" fmla="*/ 124 h 142"/>
                          <a:gd name="T6" fmla="*/ 125 w 142"/>
                          <a:gd name="T7" fmla="*/ 102 h 142"/>
                          <a:gd name="T8" fmla="*/ 102 w 142"/>
                          <a:gd name="T9" fmla="*/ 17 h 142"/>
                        </a:gdLst>
                        <a:ahLst/>
                        <a:cxnLst>
                          <a:cxn ang="0">
                            <a:pos x="T0" y="T1"/>
                          </a:cxn>
                          <a:cxn ang="0">
                            <a:pos x="T2" y="T3"/>
                          </a:cxn>
                          <a:cxn ang="0">
                            <a:pos x="T4" y="T5"/>
                          </a:cxn>
                          <a:cxn ang="0">
                            <a:pos x="T6" y="T7"/>
                          </a:cxn>
                          <a:cxn ang="0">
                            <a:pos x="T8" y="T9"/>
                          </a:cxn>
                        </a:cxnLst>
                        <a:rect l="0" t="0" r="r" b="b"/>
                        <a:pathLst>
                          <a:path w="142" h="142">
                            <a:moveTo>
                              <a:pt x="102" y="17"/>
                            </a:moveTo>
                            <a:cubicBezTo>
                              <a:pt x="73" y="0"/>
                              <a:pt x="35" y="10"/>
                              <a:pt x="17" y="40"/>
                            </a:cubicBezTo>
                            <a:cubicBezTo>
                              <a:pt x="0" y="69"/>
                              <a:pt x="10" y="107"/>
                              <a:pt x="40" y="124"/>
                            </a:cubicBezTo>
                            <a:cubicBezTo>
                              <a:pt x="69" y="142"/>
                              <a:pt x="107" y="132"/>
                              <a:pt x="125" y="102"/>
                            </a:cubicBezTo>
                            <a:cubicBezTo>
                              <a:pt x="142" y="72"/>
                              <a:pt x="132" y="34"/>
                              <a:pt x="102" y="17"/>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1" o:spid="_x0000_s1026" style="position:absolute;margin-left:426.75pt;margin-top:788.9pt;width:7.1pt;height:7.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" o:allowincell="f" path="m102,17c73,,35,10,17,40,,69,10,107,40,124v29,18,67,8,85,-22c142,72,132,34,102,17e" fillcolor="#5e6a70" stroked="f">
              <v:path o:connecttype="custom" o:connectlocs="64770,10795;10795,25400;25400,78740;79375,64770;64770,10795" o:connectangles="0,0,0,0,0"/>
              <w10:wrap anchorx="page" anchory="page"/>
              <w10:anchorlock/>
            </v:shape>
          </w:pict>
        </mc:Fallback>
      </mc:AlternateContent>
    </w:r>
    <w:r>
      <w:rPr>
        <w:noProof/>
      </w:rPr>
      <mc:AlternateContent>
        <mc:Choice Requires="wps">
          <w:drawing>
            <wp:anchor distT="0" distB="0" distL="114300" distR="114300" simplePos="0" relativeHeight="251653632" behindDoc="1" locked="1" layoutInCell="0" allowOverlap="1" wp14:anchorId="267ED452" wp14:editId="6AA41C3D">
              <wp:simplePos x="0" y="0"/>
              <wp:positionH relativeFrom="page">
                <wp:posOffset>5390515</wp:posOffset>
              </wp:positionH>
              <wp:positionV relativeFrom="page">
                <wp:posOffset>10105390</wp:posOffset>
              </wp:positionV>
              <wp:extent cx="85090" cy="85725"/>
              <wp:effectExtent l="8890" t="8890" r="1270" b="635"/>
              <wp:wrapNone/>
              <wp:docPr id="58" name="Freeform 5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85725"/>
                      </a:xfrm>
                      <a:custGeom>
                        <a:avLst/>
                        <a:gdLst>
                          <a:gd name="T0" fmla="*/ 71 w 134"/>
                          <a:gd name="T1" fmla="*/ 3 h 135"/>
                          <a:gd name="T2" fmla="*/ 2 w 134"/>
                          <a:gd name="T3" fmla="*/ 64 h 135"/>
                          <a:gd name="T4" fmla="*/ 63 w 134"/>
                          <a:gd name="T5" fmla="*/ 133 h 135"/>
                          <a:gd name="T6" fmla="*/ 132 w 134"/>
                          <a:gd name="T7" fmla="*/ 71 h 135"/>
                          <a:gd name="T8" fmla="*/ 71 w 134"/>
                          <a:gd name="T9" fmla="*/ 3 h 135"/>
                        </a:gdLst>
                        <a:ahLst/>
                        <a:cxnLst>
                          <a:cxn ang="0">
                            <a:pos x="T0" y="T1"/>
                          </a:cxn>
                          <a:cxn ang="0">
                            <a:pos x="T2" y="T3"/>
                          </a:cxn>
                          <a:cxn ang="0">
                            <a:pos x="T4" y="T5"/>
                          </a:cxn>
                          <a:cxn ang="0">
                            <a:pos x="T6" y="T7"/>
                          </a:cxn>
                          <a:cxn ang="0">
                            <a:pos x="T8" y="T9"/>
                          </a:cxn>
                        </a:cxnLst>
                        <a:rect l="0" t="0" r="r" b="b"/>
                        <a:pathLst>
                          <a:path w="134" h="135">
                            <a:moveTo>
                              <a:pt x="71" y="3"/>
                            </a:moveTo>
                            <a:cubicBezTo>
                              <a:pt x="35" y="0"/>
                              <a:pt x="4" y="28"/>
                              <a:pt x="2" y="64"/>
                            </a:cubicBezTo>
                            <a:cubicBezTo>
                              <a:pt x="0" y="100"/>
                              <a:pt x="27" y="131"/>
                              <a:pt x="63" y="133"/>
                            </a:cubicBezTo>
                            <a:cubicBezTo>
                              <a:pt x="99" y="135"/>
                              <a:pt x="130" y="107"/>
                              <a:pt x="132" y="71"/>
                            </a:cubicBezTo>
                            <a:cubicBezTo>
                              <a:pt x="134" y="35"/>
                              <a:pt x="107" y="5"/>
                              <a:pt x="71" y="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0" o:spid="_x0000_s1026" style="position:absolute;margin-left:424.45pt;margin-top:795.7pt;width:6.7pt;height:6.7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" o:allowincell="f" path="m71,3c35,,4,28,2,64v-2,36,25,67,61,69c99,135,130,107,132,71,134,35,107,5,71,3e" fillcolor="#5e6a70" stroked="f">
              <v:path o:connecttype="custom" o:connectlocs="45085,1905;1270,40640;40005,84455;83820,45085;45085,1905" o:connectangles="0,0,0,0,0"/>
              <w10:wrap anchorx="page" anchory="page"/>
              <w10:anchorlock/>
            </v:shape>
          </w:pict>
        </mc:Fallback>
      </mc:AlternateContent>
    </w:r>
    <w:r>
      <w:rPr>
        <w:noProof/>
      </w:rPr>
      <mc:AlternateContent>
        <mc:Choice Requires="wps">
          <w:drawing>
            <wp:anchor distT="0" distB="0" distL="114300" distR="114300" simplePos="0" relativeHeight="251652608" behindDoc="1" locked="1" layoutInCell="0" allowOverlap="1" wp14:anchorId="34DC30D2" wp14:editId="7E49A7E6">
              <wp:simplePos x="0" y="0"/>
              <wp:positionH relativeFrom="page">
                <wp:posOffset>5400040</wp:posOffset>
              </wp:positionH>
              <wp:positionV relativeFrom="page">
                <wp:posOffset>10190480</wp:posOffset>
              </wp:positionV>
              <wp:extent cx="99060" cy="99060"/>
              <wp:effectExtent l="8890" t="8255" r="6350" b="6985"/>
              <wp:wrapNone/>
              <wp:docPr id="57" name="Freeform 5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 cy="99060"/>
                      </a:xfrm>
                      <a:custGeom>
                        <a:avLst/>
                        <a:gdLst>
                          <a:gd name="T0" fmla="*/ 51 w 156"/>
                          <a:gd name="T1" fmla="*/ 15 h 156"/>
                          <a:gd name="T2" fmla="*/ 15 w 156"/>
                          <a:gd name="T3" fmla="*/ 106 h 156"/>
                          <a:gd name="T4" fmla="*/ 106 w 156"/>
                          <a:gd name="T5" fmla="*/ 141 h 156"/>
                          <a:gd name="T6" fmla="*/ 141 w 156"/>
                          <a:gd name="T7" fmla="*/ 51 h 156"/>
                          <a:gd name="T8" fmla="*/ 51 w 156"/>
                          <a:gd name="T9" fmla="*/ 15 h 156"/>
                        </a:gdLst>
                        <a:ahLst/>
                        <a:cxnLst>
                          <a:cxn ang="0">
                            <a:pos x="T0" y="T1"/>
                          </a:cxn>
                          <a:cxn ang="0">
                            <a:pos x="T2" y="T3"/>
                          </a:cxn>
                          <a:cxn ang="0">
                            <a:pos x="T4" y="T5"/>
                          </a:cxn>
                          <a:cxn ang="0">
                            <a:pos x="T6" y="T7"/>
                          </a:cxn>
                          <a:cxn ang="0">
                            <a:pos x="T8" y="T9"/>
                          </a:cxn>
                        </a:cxnLst>
                        <a:rect l="0" t="0" r="r" b="b"/>
                        <a:pathLst>
                          <a:path w="156" h="156">
                            <a:moveTo>
                              <a:pt x="51" y="15"/>
                            </a:moveTo>
                            <a:cubicBezTo>
                              <a:pt x="16" y="31"/>
                              <a:pt x="0" y="71"/>
                              <a:pt x="15" y="106"/>
                            </a:cubicBezTo>
                            <a:cubicBezTo>
                              <a:pt x="31" y="141"/>
                              <a:pt x="71" y="156"/>
                              <a:pt x="106" y="141"/>
                            </a:cubicBezTo>
                            <a:cubicBezTo>
                              <a:pt x="141" y="126"/>
                              <a:pt x="156" y="85"/>
                              <a:pt x="141" y="51"/>
                            </a:cubicBezTo>
                            <a:cubicBezTo>
                              <a:pt x="126" y="16"/>
                              <a:pt x="85" y="0"/>
                              <a:pt x="51" y="15"/>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9" o:spid="_x0000_s1026" style="position:absolute;margin-left:425.2pt;margin-top:802.4pt;width:7.8pt;height:7.8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56,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" o:allowincell="f" path="m51,15c16,31,,71,15,106v16,35,56,50,91,35c141,126,156,85,141,51,126,16,85,,51,15e" fillcolor="#5e6a70" stroked="f">
              <v:path o:connecttype="custom" o:connectlocs="32385,9525;9525,67310;67310,89535;89535,32385;32385,9525" o:connectangles="0,0,0,0,0"/>
              <w10:wrap anchorx="page" anchory="page"/>
              <w10:anchorlock/>
            </v:shape>
          </w:pict>
        </mc:Fallback>
      </mc:AlternateContent>
    </w:r>
    <w:r>
      <w:rPr>
        <w:noProof/>
      </w:rPr>
      <mc:AlternateContent>
        <mc:Choice Requires="wps">
          <w:drawing>
            <wp:anchor distT="0" distB="0" distL="114300" distR="114300" simplePos="0" relativeHeight="251651584" behindDoc="1" locked="1" layoutInCell="0" allowOverlap="1" wp14:anchorId="6ABB2AEC" wp14:editId="296A900E">
              <wp:simplePos x="0" y="0"/>
              <wp:positionH relativeFrom="page">
                <wp:posOffset>5474335</wp:posOffset>
              </wp:positionH>
              <wp:positionV relativeFrom="page">
                <wp:posOffset>10267950</wp:posOffset>
              </wp:positionV>
              <wp:extent cx="92710" cy="92710"/>
              <wp:effectExtent l="6985" t="0" r="5080" b="2540"/>
              <wp:wrapNone/>
              <wp:docPr id="56" name="Freeform 5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 cy="92710"/>
                      </a:xfrm>
                      <a:custGeom>
                        <a:avLst/>
                        <a:gdLst>
                          <a:gd name="T0" fmla="*/ 0 w 146"/>
                          <a:gd name="T1" fmla="*/ 73 h 146"/>
                          <a:gd name="T2" fmla="*/ 73 w 146"/>
                          <a:gd name="T3" fmla="*/ 0 h 146"/>
                          <a:gd name="T4" fmla="*/ 146 w 146"/>
                          <a:gd name="T5" fmla="*/ 73 h 146"/>
                          <a:gd name="T6" fmla="*/ 73 w 146"/>
                          <a:gd name="T7" fmla="*/ 146 h 146"/>
                          <a:gd name="T8" fmla="*/ 0 w 146"/>
                          <a:gd name="T9" fmla="*/ 73 h 146"/>
                        </a:gdLst>
                        <a:ahLst/>
                        <a:cxnLst>
                          <a:cxn ang="0">
                            <a:pos x="T0" y="T1"/>
                          </a:cxn>
                          <a:cxn ang="0">
                            <a:pos x="T2" y="T3"/>
                          </a:cxn>
                          <a:cxn ang="0">
                            <a:pos x="T4" y="T5"/>
                          </a:cxn>
                          <a:cxn ang="0">
                            <a:pos x="T6" y="T7"/>
                          </a:cxn>
                          <a:cxn ang="0">
                            <a:pos x="T8" y="T9"/>
                          </a:cxn>
                        </a:cxnLst>
                        <a:rect l="0" t="0" r="r" b="b"/>
                        <a:pathLst>
                          <a:path w="146" h="146">
                            <a:moveTo>
                              <a:pt x="0" y="73"/>
                            </a:moveTo>
                            <a:cubicBezTo>
                              <a:pt x="0" y="33"/>
                              <a:pt x="33" y="0"/>
                              <a:pt x="73" y="0"/>
                            </a:cubicBezTo>
                            <a:cubicBezTo>
                              <a:pt x="113" y="0"/>
                              <a:pt x="146" y="33"/>
                              <a:pt x="146" y="73"/>
                            </a:cubicBezTo>
                            <a:cubicBezTo>
                              <a:pt x="146" y="113"/>
                              <a:pt x="113" y="146"/>
                              <a:pt x="73" y="146"/>
                            </a:cubicBezTo>
                            <a:cubicBezTo>
                              <a:pt x="33" y="146"/>
                              <a:pt x="0" y="113"/>
                              <a:pt x="0" y="7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8" o:spid="_x0000_s1026" style="position:absolute;margin-left:431.05pt;margin-top:808.5pt;width:7.3pt;height:7.3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6,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" o:allowincell="f" path="m,73c,33,33,,73,v40,,73,33,73,73c146,113,113,146,73,146,33,146,,113,,73e" fillcolor="#5e6a70" stroked="f">
              <v:path o:connecttype="custom" o:connectlocs="0,46355;46355,0;92710,46355;46355,92710;0,46355" o:connectangles="0,0,0,0,0"/>
              <w10:wrap anchorx="page" anchory="page"/>
              <w10:anchorlock/>
            </v:shape>
          </w:pict>
        </mc:Fallback>
      </mc:AlternateContent>
    </w:r>
    <w:r>
      <w:rPr>
        <w:noProof/>
      </w:rPr>
      <mc:AlternateContent>
        <mc:Choice Requires="wps">
          <w:drawing>
            <wp:anchor distT="0" distB="0" distL="114300" distR="114300" simplePos="0" relativeHeight="251650560" behindDoc="1" locked="1" layoutInCell="0" allowOverlap="1" wp14:anchorId="78252746" wp14:editId="44609F7E">
              <wp:simplePos x="0" y="0"/>
              <wp:positionH relativeFrom="page">
                <wp:posOffset>5657215</wp:posOffset>
              </wp:positionH>
              <wp:positionV relativeFrom="page">
                <wp:posOffset>9984105</wp:posOffset>
              </wp:positionV>
              <wp:extent cx="66675" cy="66675"/>
              <wp:effectExtent l="8890" t="1905" r="635" b="7620"/>
              <wp:wrapNone/>
              <wp:docPr id="55" name="Freeform 5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 cy="66675"/>
                      </a:xfrm>
                      <a:custGeom>
                        <a:avLst/>
                        <a:gdLst>
                          <a:gd name="T0" fmla="*/ 105 w 105"/>
                          <a:gd name="T1" fmla="*/ 53 h 105"/>
                          <a:gd name="T2" fmla="*/ 53 w 105"/>
                          <a:gd name="T3" fmla="*/ 105 h 105"/>
                          <a:gd name="T4" fmla="*/ 0 w 105"/>
                          <a:gd name="T5" fmla="*/ 53 h 105"/>
                          <a:gd name="T6" fmla="*/ 53 w 105"/>
                          <a:gd name="T7" fmla="*/ 0 h 105"/>
                          <a:gd name="T8" fmla="*/ 105 w 105"/>
                          <a:gd name="T9" fmla="*/ 53 h 105"/>
                        </a:gdLst>
                        <a:ahLst/>
                        <a:cxnLst>
                          <a:cxn ang="0">
                            <a:pos x="T0" y="T1"/>
                          </a:cxn>
                          <a:cxn ang="0">
                            <a:pos x="T2" y="T3"/>
                          </a:cxn>
                          <a:cxn ang="0">
                            <a:pos x="T4" y="T5"/>
                          </a:cxn>
                          <a:cxn ang="0">
                            <a:pos x="T6" y="T7"/>
                          </a:cxn>
                          <a:cxn ang="0">
                            <a:pos x="T8" y="T9"/>
                          </a:cxn>
                        </a:cxnLst>
                        <a:rect l="0" t="0" r="r" b="b"/>
                        <a:pathLst>
                          <a:path w="105" h="105">
                            <a:moveTo>
                              <a:pt x="105" y="53"/>
                            </a:moveTo>
                            <a:cubicBezTo>
                              <a:pt x="105" y="82"/>
                              <a:pt x="81" y="105"/>
                              <a:pt x="53" y="105"/>
                            </a:cubicBezTo>
                            <a:cubicBezTo>
                              <a:pt x="24" y="105"/>
                              <a:pt x="0" y="82"/>
                              <a:pt x="0" y="53"/>
                            </a:cubicBezTo>
                            <a:cubicBezTo>
                              <a:pt x="0" y="24"/>
                              <a:pt x="24" y="0"/>
                              <a:pt x="53" y="0"/>
                            </a:cubicBezTo>
                            <a:cubicBezTo>
                              <a:pt x="81" y="0"/>
                              <a:pt x="105" y="24"/>
                              <a:pt x="105" y="53"/>
                            </a:cubicBezTo>
                          </a:path>
                        </a:pathLst>
                      </a:custGeom>
                      <a:solidFill>
                        <a:srgbClr val="3C4D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7" o:spid="_x0000_s1026" style="position:absolute;margin-left:445.45pt;margin-top:786.15pt;width:5.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" o:allowincell="f" path="m105,53v,29,-24,52,-52,52c24,105,,82,,53,,24,24,,53,v28,,52,24,52,53e" fillcolor="#3c4d4d" stroked="f">
              <v:path o:connecttype="custom" o:connectlocs="66675,33655;33655,66675;0,33655;33655,0;66675,33655" o:connectangles="0,0,0,0,0"/>
              <w10:wrap anchorx="page" anchory="page"/>
              <w10:anchorlock/>
            </v:shape>
          </w:pict>
        </mc:Fallback>
      </mc:AlternateContent>
    </w:r>
    <w:r>
      <w:rPr>
        <w:noProof/>
      </w:rPr>
      <mc:AlternateContent>
        <mc:Choice Requires="wps">
          <w:drawing>
            <wp:anchor distT="0" distB="0" distL="114300" distR="114300" simplePos="0" relativeHeight="251649536" behindDoc="1" locked="1" layoutInCell="0" allowOverlap="1" wp14:anchorId="49D37060" wp14:editId="4F8AF747">
              <wp:simplePos x="0" y="0"/>
              <wp:positionH relativeFrom="page">
                <wp:posOffset>5657215</wp:posOffset>
              </wp:positionH>
              <wp:positionV relativeFrom="page">
                <wp:posOffset>10281285</wp:posOffset>
              </wp:positionV>
              <wp:extent cx="66675" cy="66675"/>
              <wp:effectExtent l="8890" t="3810" r="635" b="5715"/>
              <wp:wrapNone/>
              <wp:docPr id="54" name="Freeform 5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 cy="66675"/>
                      </a:xfrm>
                      <a:custGeom>
                        <a:avLst/>
                        <a:gdLst>
                          <a:gd name="T0" fmla="*/ 0 w 105"/>
                          <a:gd name="T1" fmla="*/ 52 h 105"/>
                          <a:gd name="T2" fmla="*/ 53 w 105"/>
                          <a:gd name="T3" fmla="*/ 0 h 105"/>
                          <a:gd name="T4" fmla="*/ 105 w 105"/>
                          <a:gd name="T5" fmla="*/ 52 h 105"/>
                          <a:gd name="T6" fmla="*/ 53 w 105"/>
                          <a:gd name="T7" fmla="*/ 105 h 105"/>
                          <a:gd name="T8" fmla="*/ 0 w 105"/>
                          <a:gd name="T9" fmla="*/ 52 h 105"/>
                        </a:gdLst>
                        <a:ahLst/>
                        <a:cxnLst>
                          <a:cxn ang="0">
                            <a:pos x="T0" y="T1"/>
                          </a:cxn>
                          <a:cxn ang="0">
                            <a:pos x="T2" y="T3"/>
                          </a:cxn>
                          <a:cxn ang="0">
                            <a:pos x="T4" y="T5"/>
                          </a:cxn>
                          <a:cxn ang="0">
                            <a:pos x="T6" y="T7"/>
                          </a:cxn>
                          <a:cxn ang="0">
                            <a:pos x="T8" y="T9"/>
                          </a:cxn>
                        </a:cxnLst>
                        <a:rect l="0" t="0" r="r" b="b"/>
                        <a:pathLst>
                          <a:path w="105" h="105">
                            <a:moveTo>
                              <a:pt x="0" y="52"/>
                            </a:moveTo>
                            <a:cubicBezTo>
                              <a:pt x="0" y="23"/>
                              <a:pt x="24" y="0"/>
                              <a:pt x="53" y="0"/>
                            </a:cubicBezTo>
                            <a:cubicBezTo>
                              <a:pt x="81" y="0"/>
                              <a:pt x="105" y="23"/>
                              <a:pt x="105" y="52"/>
                            </a:cubicBezTo>
                            <a:cubicBezTo>
                              <a:pt x="105" y="81"/>
                              <a:pt x="81" y="105"/>
                              <a:pt x="53" y="105"/>
                            </a:cubicBezTo>
                            <a:cubicBezTo>
                              <a:pt x="24" y="105"/>
                              <a:pt x="0" y="81"/>
                              <a:pt x="0" y="52"/>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6" o:spid="_x0000_s1026" style="position:absolute;margin-left:445.45pt;margin-top:809.55pt;width:5.25pt;height:5.2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" o:allowincell="f" path="m,52c,23,24,,53,v28,,52,23,52,52c105,81,81,105,53,105,24,105,,81,,52e" fillcolor="#bed600" stroked="f">
              <v:path o:connecttype="custom" o:connectlocs="0,33020;33655,0;66675,33020;33655,66675;0,33020" o:connectangles="0,0,0,0,0"/>
              <w10:wrap anchorx="page" anchory="page"/>
              <w10:anchorlock/>
            </v:shape>
          </w:pict>
        </mc:Fallback>
      </mc:AlternateContent>
    </w:r>
    <w:r>
      <w:rPr>
        <w:noProof/>
      </w:rPr>
      <mc:AlternateContent>
        <mc:Choice Requires="wps">
          <w:drawing>
            <wp:anchor distT="0" distB="0" distL="114300" distR="114300" simplePos="0" relativeHeight="251648512" behindDoc="1" locked="1" layoutInCell="0" allowOverlap="1" wp14:anchorId="213D47EB" wp14:editId="46FCD624">
              <wp:simplePos x="0" y="0"/>
              <wp:positionH relativeFrom="page">
                <wp:posOffset>5613400</wp:posOffset>
              </wp:positionH>
              <wp:positionV relativeFrom="page">
                <wp:posOffset>10041255</wp:posOffset>
              </wp:positionV>
              <wp:extent cx="63500" cy="63500"/>
              <wp:effectExtent l="3175" t="1905" r="0" b="1270"/>
              <wp:wrapNone/>
              <wp:docPr id="53" name="Freeform 5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63500"/>
                      </a:xfrm>
                      <a:custGeom>
                        <a:avLst/>
                        <a:gdLst>
                          <a:gd name="T0" fmla="*/ 59 w 100"/>
                          <a:gd name="T1" fmla="*/ 6 h 100"/>
                          <a:gd name="T2" fmla="*/ 5 w 100"/>
                          <a:gd name="T3" fmla="*/ 41 h 100"/>
                          <a:gd name="T4" fmla="*/ 40 w 100"/>
                          <a:gd name="T5" fmla="*/ 95 h 100"/>
                          <a:gd name="T6" fmla="*/ 94 w 100"/>
                          <a:gd name="T7" fmla="*/ 60 h 100"/>
                          <a:gd name="T8" fmla="*/ 59 w 100"/>
                          <a:gd name="T9" fmla="*/ 6 h 100"/>
                        </a:gdLst>
                        <a:ahLst/>
                        <a:cxnLst>
                          <a:cxn ang="0">
                            <a:pos x="T0" y="T1"/>
                          </a:cxn>
                          <a:cxn ang="0">
                            <a:pos x="T2" y="T3"/>
                          </a:cxn>
                          <a:cxn ang="0">
                            <a:pos x="T4" y="T5"/>
                          </a:cxn>
                          <a:cxn ang="0">
                            <a:pos x="T6" y="T7"/>
                          </a:cxn>
                          <a:cxn ang="0">
                            <a:pos x="T8" y="T9"/>
                          </a:cxn>
                        </a:cxnLst>
                        <a:rect l="0" t="0" r="r" b="b"/>
                        <a:pathLst>
                          <a:path w="100" h="100">
                            <a:moveTo>
                              <a:pt x="59" y="6"/>
                            </a:moveTo>
                            <a:cubicBezTo>
                              <a:pt x="35" y="0"/>
                              <a:pt x="11" y="16"/>
                              <a:pt x="5" y="41"/>
                            </a:cubicBezTo>
                            <a:cubicBezTo>
                              <a:pt x="0" y="65"/>
                              <a:pt x="16" y="89"/>
                              <a:pt x="40" y="95"/>
                            </a:cubicBezTo>
                            <a:cubicBezTo>
                              <a:pt x="65" y="100"/>
                              <a:pt x="89" y="84"/>
                              <a:pt x="94" y="60"/>
                            </a:cubicBezTo>
                            <a:cubicBezTo>
                              <a:pt x="100" y="35"/>
                              <a:pt x="84" y="11"/>
                              <a:pt x="59" y="6"/>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5" o:spid="_x0000_s1026" style="position:absolute;margin-left:442pt;margin-top:790.65pt;width:5pt;height: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0,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" o:allowincell="f" path="m59,6c35,,11,16,5,41,,65,16,89,40,95,65,100,89,84,94,60,100,35,84,11,59,6e" fillcolor="#bed600" stroked="f">
              <v:path o:connecttype="custom" o:connectlocs="37465,3810;3175,26035;25400,60325;59690,38100;37465,3810" o:connectangles="0,0,0,0,0"/>
              <w10:wrap anchorx="page" anchory="page"/>
              <w10:anchorlock/>
            </v:shape>
          </w:pict>
        </mc:Fallback>
      </mc:AlternateContent>
    </w:r>
    <w:r>
      <w:rPr>
        <w:noProof/>
      </w:rPr>
      <mc:AlternateContent>
        <mc:Choice Requires="wps">
          <w:drawing>
            <wp:anchor distT="0" distB="0" distL="114300" distR="114300" simplePos="0" relativeHeight="251647488" behindDoc="1" locked="1" layoutInCell="0" allowOverlap="1" wp14:anchorId="6CAFFFC3" wp14:editId="36F3D021">
              <wp:simplePos x="0" y="0"/>
              <wp:positionH relativeFrom="page">
                <wp:posOffset>5578475</wp:posOffset>
              </wp:positionH>
              <wp:positionV relativeFrom="page">
                <wp:posOffset>10099675</wp:posOffset>
              </wp:positionV>
              <wp:extent cx="63500" cy="63500"/>
              <wp:effectExtent l="6350" t="3175" r="6350" b="0"/>
              <wp:wrapNone/>
              <wp:docPr id="52" name="Freeform 5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63500"/>
                      </a:xfrm>
                      <a:custGeom>
                        <a:avLst/>
                        <a:gdLst>
                          <a:gd name="T0" fmla="*/ 59 w 100"/>
                          <a:gd name="T1" fmla="*/ 6 h 100"/>
                          <a:gd name="T2" fmla="*/ 5 w 100"/>
                          <a:gd name="T3" fmla="*/ 41 h 100"/>
                          <a:gd name="T4" fmla="*/ 40 w 100"/>
                          <a:gd name="T5" fmla="*/ 95 h 100"/>
                          <a:gd name="T6" fmla="*/ 94 w 100"/>
                          <a:gd name="T7" fmla="*/ 60 h 100"/>
                          <a:gd name="T8" fmla="*/ 59 w 100"/>
                          <a:gd name="T9" fmla="*/ 6 h 100"/>
                        </a:gdLst>
                        <a:ahLst/>
                        <a:cxnLst>
                          <a:cxn ang="0">
                            <a:pos x="T0" y="T1"/>
                          </a:cxn>
                          <a:cxn ang="0">
                            <a:pos x="T2" y="T3"/>
                          </a:cxn>
                          <a:cxn ang="0">
                            <a:pos x="T4" y="T5"/>
                          </a:cxn>
                          <a:cxn ang="0">
                            <a:pos x="T6" y="T7"/>
                          </a:cxn>
                          <a:cxn ang="0">
                            <a:pos x="T8" y="T9"/>
                          </a:cxn>
                        </a:cxnLst>
                        <a:rect l="0" t="0" r="r" b="b"/>
                        <a:pathLst>
                          <a:path w="100" h="100">
                            <a:moveTo>
                              <a:pt x="59" y="6"/>
                            </a:moveTo>
                            <a:cubicBezTo>
                              <a:pt x="35" y="0"/>
                              <a:pt x="11" y="16"/>
                              <a:pt x="5" y="41"/>
                            </a:cubicBezTo>
                            <a:cubicBezTo>
                              <a:pt x="0" y="65"/>
                              <a:pt x="16" y="90"/>
                              <a:pt x="40" y="95"/>
                            </a:cubicBezTo>
                            <a:cubicBezTo>
                              <a:pt x="65" y="100"/>
                              <a:pt x="89" y="85"/>
                              <a:pt x="94" y="60"/>
                            </a:cubicBezTo>
                            <a:cubicBezTo>
                              <a:pt x="100" y="35"/>
                              <a:pt x="84" y="11"/>
                              <a:pt x="59" y="6"/>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4" o:spid="_x0000_s1026" style="position:absolute;margin-left:439.25pt;margin-top:795.25pt;width:5pt;height: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0,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" o:allowincell="f" path="m59,6c35,,11,16,5,41,,65,16,90,40,95,65,100,89,85,94,60,100,35,84,11,59,6e" fillcolor="#bed600" stroked="f">
              <v:path o:connecttype="custom" o:connectlocs="37465,3810;3175,26035;25400,60325;59690,38100;37465,3810" o:connectangles="0,0,0,0,0"/>
              <w10:wrap anchorx="page" anchory="page"/>
              <w10:anchorlock/>
            </v:shape>
          </w:pict>
        </mc:Fallback>
      </mc:AlternateContent>
    </w:r>
    <w:r>
      <w:rPr>
        <w:noProof/>
      </w:rPr>
      <mc:AlternateContent>
        <mc:Choice Requires="wps">
          <w:drawing>
            <wp:anchor distT="0" distB="0" distL="114300" distR="114300" simplePos="0" relativeHeight="251646464" behindDoc="1" locked="1" layoutInCell="0" allowOverlap="1" wp14:anchorId="4284583B" wp14:editId="6A39ABE5">
              <wp:simplePos x="0" y="0"/>
              <wp:positionH relativeFrom="page">
                <wp:posOffset>5570855</wp:posOffset>
              </wp:positionH>
              <wp:positionV relativeFrom="page">
                <wp:posOffset>10166985</wp:posOffset>
              </wp:positionV>
              <wp:extent cx="67310" cy="67310"/>
              <wp:effectExtent l="8255" t="3810" r="635" b="5080"/>
              <wp:wrapNone/>
              <wp:docPr id="51" name="Freeform 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10" cy="67310"/>
                      </a:xfrm>
                      <a:custGeom>
                        <a:avLst/>
                        <a:gdLst>
                          <a:gd name="T0" fmla="*/ 41 w 106"/>
                          <a:gd name="T1" fmla="*/ 7 h 106"/>
                          <a:gd name="T2" fmla="*/ 7 w 106"/>
                          <a:gd name="T3" fmla="*/ 65 h 106"/>
                          <a:gd name="T4" fmla="*/ 66 w 106"/>
                          <a:gd name="T5" fmla="*/ 99 h 106"/>
                          <a:gd name="T6" fmla="*/ 100 w 106"/>
                          <a:gd name="T7" fmla="*/ 41 h 106"/>
                          <a:gd name="T8" fmla="*/ 41 w 106"/>
                          <a:gd name="T9" fmla="*/ 7 h 106"/>
                        </a:gdLst>
                        <a:ahLst/>
                        <a:cxnLst>
                          <a:cxn ang="0">
                            <a:pos x="T0" y="T1"/>
                          </a:cxn>
                          <a:cxn ang="0">
                            <a:pos x="T2" y="T3"/>
                          </a:cxn>
                          <a:cxn ang="0">
                            <a:pos x="T4" y="T5"/>
                          </a:cxn>
                          <a:cxn ang="0">
                            <a:pos x="T6" y="T7"/>
                          </a:cxn>
                          <a:cxn ang="0">
                            <a:pos x="T8" y="T9"/>
                          </a:cxn>
                        </a:cxnLst>
                        <a:rect l="0" t="0" r="r" b="b"/>
                        <a:pathLst>
                          <a:path w="106" h="106">
                            <a:moveTo>
                              <a:pt x="41" y="7"/>
                            </a:moveTo>
                            <a:cubicBezTo>
                              <a:pt x="16" y="13"/>
                              <a:pt x="0" y="40"/>
                              <a:pt x="7" y="65"/>
                            </a:cubicBezTo>
                            <a:cubicBezTo>
                              <a:pt x="14" y="91"/>
                              <a:pt x="40" y="106"/>
                              <a:pt x="66" y="99"/>
                            </a:cubicBezTo>
                            <a:cubicBezTo>
                              <a:pt x="91" y="93"/>
                              <a:pt x="106" y="67"/>
                              <a:pt x="100" y="41"/>
                            </a:cubicBezTo>
                            <a:cubicBezTo>
                              <a:pt x="93" y="15"/>
                              <a:pt x="67" y="0"/>
                              <a:pt x="41" y="7"/>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3" o:spid="_x0000_s1026" style="position:absolute;margin-left:438.65pt;margin-top:800.55pt;width:5.3pt;height:5.3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6,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" o:allowincell="f" path="m41,7c16,13,,40,7,65v7,26,33,41,59,34c91,93,106,67,100,41,93,15,67,,41,7e" fillcolor="#bed600" stroked="f">
              <v:path o:connecttype="custom" o:connectlocs="26035,4445;4445,41275;41910,62865;63500,26035;26035,4445" o:connectangles="0,0,0,0,0"/>
              <w10:wrap anchorx="page" anchory="page"/>
              <w10:anchorlock/>
            </v:shape>
          </w:pict>
        </mc:Fallback>
      </mc:AlternateContent>
    </w:r>
    <w:r>
      <w:rPr>
        <w:noProof/>
      </w:rPr>
      <mc:AlternateContent>
        <mc:Choice Requires="wps">
          <w:drawing>
            <wp:anchor distT="0" distB="0" distL="114300" distR="114300" simplePos="0" relativeHeight="251645440" behindDoc="1" locked="1" layoutInCell="0" allowOverlap="1" wp14:anchorId="41844F93" wp14:editId="0BED9D03">
              <wp:simplePos x="0" y="0"/>
              <wp:positionH relativeFrom="page">
                <wp:posOffset>5602605</wp:posOffset>
              </wp:positionH>
              <wp:positionV relativeFrom="page">
                <wp:posOffset>10226040</wp:posOffset>
              </wp:positionV>
              <wp:extent cx="71120" cy="71755"/>
              <wp:effectExtent l="1905" t="5715" r="3175" b="8255"/>
              <wp:wrapNone/>
              <wp:docPr id="50" name="Freeform 5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 cy="71755"/>
                      </a:xfrm>
                      <a:custGeom>
                        <a:avLst/>
                        <a:gdLst>
                          <a:gd name="T0" fmla="*/ 23 w 112"/>
                          <a:gd name="T1" fmla="*/ 19 h 113"/>
                          <a:gd name="T2" fmla="*/ 19 w 112"/>
                          <a:gd name="T3" fmla="*/ 90 h 113"/>
                          <a:gd name="T4" fmla="*/ 90 w 112"/>
                          <a:gd name="T5" fmla="*/ 94 h 113"/>
                          <a:gd name="T6" fmla="*/ 94 w 112"/>
                          <a:gd name="T7" fmla="*/ 23 h 113"/>
                          <a:gd name="T8" fmla="*/ 23 w 112"/>
                          <a:gd name="T9" fmla="*/ 19 h 113"/>
                        </a:gdLst>
                        <a:ahLst/>
                        <a:cxnLst>
                          <a:cxn ang="0">
                            <a:pos x="T0" y="T1"/>
                          </a:cxn>
                          <a:cxn ang="0">
                            <a:pos x="T2" y="T3"/>
                          </a:cxn>
                          <a:cxn ang="0">
                            <a:pos x="T4" y="T5"/>
                          </a:cxn>
                          <a:cxn ang="0">
                            <a:pos x="T6" y="T7"/>
                          </a:cxn>
                          <a:cxn ang="0">
                            <a:pos x="T8" y="T9"/>
                          </a:cxn>
                        </a:cxnLst>
                        <a:rect l="0" t="0" r="r" b="b"/>
                        <a:pathLst>
                          <a:path w="112" h="113">
                            <a:moveTo>
                              <a:pt x="23" y="19"/>
                            </a:moveTo>
                            <a:cubicBezTo>
                              <a:pt x="2" y="37"/>
                              <a:pt x="0" y="69"/>
                              <a:pt x="19" y="90"/>
                            </a:cubicBezTo>
                            <a:cubicBezTo>
                              <a:pt x="37" y="111"/>
                              <a:pt x="69" y="113"/>
                              <a:pt x="90" y="94"/>
                            </a:cubicBezTo>
                            <a:cubicBezTo>
                              <a:pt x="111" y="76"/>
                              <a:pt x="112" y="44"/>
                              <a:pt x="94" y="23"/>
                            </a:cubicBezTo>
                            <a:cubicBezTo>
                              <a:pt x="75" y="2"/>
                              <a:pt x="43" y="0"/>
                              <a:pt x="23" y="19"/>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2" o:spid="_x0000_s1026" style="position:absolute;margin-left:441.15pt;margin-top:805.2pt;width:5.6pt;height:5.6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" o:allowincell="f" path="m23,19c2,37,,69,19,90v18,21,50,23,71,4c111,76,112,44,94,23,75,2,43,,23,19e" fillcolor="#bed600" stroked="f">
              <v:path o:connecttype="custom" o:connectlocs="14605,12065;12065,57150;57150,59690;59690,14605;14605,12065" o:connectangles="0,0,0,0,0"/>
              <w10:wrap anchorx="page" anchory="page"/>
              <w10:anchorlock/>
            </v:shape>
          </w:pict>
        </mc:Fallback>
      </mc:AlternateContent>
    </w:r>
    <w:r>
      <w:rPr>
        <w:noProof/>
      </w:rPr>
      <mc:AlternateContent>
        <mc:Choice Requires="wps">
          <w:drawing>
            <wp:anchor distT="0" distB="0" distL="114300" distR="114300" simplePos="0" relativeHeight="251644416" behindDoc="1" locked="1" layoutInCell="0" allowOverlap="1" wp14:anchorId="35AD3111" wp14:editId="50401CC3">
              <wp:simplePos x="0" y="0"/>
              <wp:positionH relativeFrom="page">
                <wp:posOffset>5727700</wp:posOffset>
              </wp:positionH>
              <wp:positionV relativeFrom="page">
                <wp:posOffset>10304145</wp:posOffset>
              </wp:positionV>
              <wp:extent cx="74295" cy="74930"/>
              <wp:effectExtent l="3175" t="7620" r="8255" b="3175"/>
              <wp:wrapNone/>
              <wp:docPr id="49" name="Freeform 5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 cy="74930"/>
                      </a:xfrm>
                      <a:custGeom>
                        <a:avLst/>
                        <a:gdLst>
                          <a:gd name="T0" fmla="*/ 3 w 117"/>
                          <a:gd name="T1" fmla="*/ 65 h 118"/>
                          <a:gd name="T2" fmla="*/ 64 w 117"/>
                          <a:gd name="T3" fmla="*/ 115 h 118"/>
                          <a:gd name="T4" fmla="*/ 114 w 117"/>
                          <a:gd name="T5" fmla="*/ 53 h 118"/>
                          <a:gd name="T6" fmla="*/ 53 w 117"/>
                          <a:gd name="T7" fmla="*/ 3 h 118"/>
                          <a:gd name="T8" fmla="*/ 3 w 117"/>
                          <a:gd name="T9" fmla="*/ 65 h 118"/>
                        </a:gdLst>
                        <a:ahLst/>
                        <a:cxnLst>
                          <a:cxn ang="0">
                            <a:pos x="T0" y="T1"/>
                          </a:cxn>
                          <a:cxn ang="0">
                            <a:pos x="T2" y="T3"/>
                          </a:cxn>
                          <a:cxn ang="0">
                            <a:pos x="T4" y="T5"/>
                          </a:cxn>
                          <a:cxn ang="0">
                            <a:pos x="T6" y="T7"/>
                          </a:cxn>
                          <a:cxn ang="0">
                            <a:pos x="T8" y="T9"/>
                          </a:cxn>
                        </a:cxnLst>
                        <a:rect l="0" t="0" r="r" b="b"/>
                        <a:pathLst>
                          <a:path w="117" h="118">
                            <a:moveTo>
                              <a:pt x="3" y="65"/>
                            </a:moveTo>
                            <a:cubicBezTo>
                              <a:pt x="6" y="95"/>
                              <a:pt x="33" y="118"/>
                              <a:pt x="64" y="115"/>
                            </a:cubicBezTo>
                            <a:cubicBezTo>
                              <a:pt x="95" y="112"/>
                              <a:pt x="117" y="84"/>
                              <a:pt x="114" y="53"/>
                            </a:cubicBezTo>
                            <a:cubicBezTo>
                              <a:pt x="111" y="23"/>
                              <a:pt x="84" y="0"/>
                              <a:pt x="53" y="3"/>
                            </a:cubicBezTo>
                            <a:cubicBezTo>
                              <a:pt x="22" y="6"/>
                              <a:pt x="0" y="34"/>
                              <a:pt x="3" y="65"/>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1" o:spid="_x0000_s1026" style="position:absolute;margin-left:451pt;margin-top:811.35pt;width:5.85pt;height:5.9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7,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" o:allowincell="f" path="m3,65v3,30,30,53,61,50c95,112,117,84,114,53,111,23,84,,53,3,22,6,,34,3,65e" fillcolor="#bed600" stroked="f">
              <v:path o:connecttype="custom" o:connectlocs="1905,41275;40640,73025;72390,33655;33655,1905;1905,41275" o:connectangles="0,0,0,0,0"/>
              <w10:wrap anchorx="page" anchory="page"/>
              <w10:anchorlock/>
            </v:shape>
          </w:pict>
        </mc:Fallback>
      </mc:AlternateContent>
    </w:r>
    <w:r>
      <w:rPr>
        <w:noProof/>
      </w:rPr>
      <mc:AlternateContent>
        <mc:Choice Requires="wps">
          <w:drawing>
            <wp:anchor distT="0" distB="0" distL="114300" distR="114300" simplePos="0" relativeHeight="251643392" behindDoc="1" locked="1" layoutInCell="0" allowOverlap="1" wp14:anchorId="469C3889" wp14:editId="7231B57C">
              <wp:simplePos x="0" y="0"/>
              <wp:positionH relativeFrom="page">
                <wp:posOffset>5805170</wp:posOffset>
              </wp:positionH>
              <wp:positionV relativeFrom="page">
                <wp:posOffset>10282555</wp:posOffset>
              </wp:positionV>
              <wp:extent cx="85090" cy="85090"/>
              <wp:effectExtent l="4445" t="5080" r="5715" b="5080"/>
              <wp:wrapNone/>
              <wp:docPr id="48" name="Freeform 5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85090"/>
                      </a:xfrm>
                      <a:custGeom>
                        <a:avLst/>
                        <a:gdLst>
                          <a:gd name="T0" fmla="*/ 18 w 134"/>
                          <a:gd name="T1" fmla="*/ 99 h 134"/>
                          <a:gd name="T2" fmla="*/ 99 w 134"/>
                          <a:gd name="T3" fmla="*/ 117 h 134"/>
                          <a:gd name="T4" fmla="*/ 117 w 134"/>
                          <a:gd name="T5" fmla="*/ 35 h 134"/>
                          <a:gd name="T6" fmla="*/ 36 w 134"/>
                          <a:gd name="T7" fmla="*/ 18 h 134"/>
                          <a:gd name="T8" fmla="*/ 18 w 134"/>
                          <a:gd name="T9" fmla="*/ 99 h 134"/>
                        </a:gdLst>
                        <a:ahLst/>
                        <a:cxnLst>
                          <a:cxn ang="0">
                            <a:pos x="T0" y="T1"/>
                          </a:cxn>
                          <a:cxn ang="0">
                            <a:pos x="T2" y="T3"/>
                          </a:cxn>
                          <a:cxn ang="0">
                            <a:pos x="T4" y="T5"/>
                          </a:cxn>
                          <a:cxn ang="0">
                            <a:pos x="T6" y="T7"/>
                          </a:cxn>
                          <a:cxn ang="0">
                            <a:pos x="T8" y="T9"/>
                          </a:cxn>
                        </a:cxnLst>
                        <a:rect l="0" t="0" r="r" b="b"/>
                        <a:pathLst>
                          <a:path w="134" h="134">
                            <a:moveTo>
                              <a:pt x="18" y="99"/>
                            </a:moveTo>
                            <a:cubicBezTo>
                              <a:pt x="35" y="126"/>
                              <a:pt x="72" y="134"/>
                              <a:pt x="99" y="117"/>
                            </a:cubicBezTo>
                            <a:cubicBezTo>
                              <a:pt x="127" y="99"/>
                              <a:pt x="134" y="63"/>
                              <a:pt x="117" y="35"/>
                            </a:cubicBezTo>
                            <a:cubicBezTo>
                              <a:pt x="99" y="8"/>
                              <a:pt x="63" y="0"/>
                              <a:pt x="36" y="18"/>
                            </a:cubicBezTo>
                            <a:cubicBezTo>
                              <a:pt x="8" y="35"/>
                              <a:pt x="0" y="72"/>
                              <a:pt x="18" y="99"/>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0" o:spid="_x0000_s1026" style="position:absolute;margin-left:457.1pt;margin-top:809.65pt;width:6.7pt;height:6.7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" o:allowincell="f" path="m18,99v17,27,54,35,81,18c127,99,134,63,117,35,99,8,63,,36,18,8,35,,72,18,99e" fillcolor="#bed600" stroked="f">
              <v:path o:connecttype="custom" o:connectlocs="11430,62865;62865,74295;74295,22225;22860,11430;11430,62865" o:connectangles="0,0,0,0,0"/>
              <w10:wrap anchorx="page" anchory="page"/>
              <w10:anchorlock/>
            </v:shape>
          </w:pict>
        </mc:Fallback>
      </mc:AlternateContent>
    </w:r>
    <w:r>
      <w:rPr>
        <w:noProof/>
      </w:rPr>
      <mc:AlternateContent>
        <mc:Choice Requires="wps">
          <w:drawing>
            <wp:anchor distT="0" distB="0" distL="114300" distR="114300" simplePos="0" relativeHeight="251642368" behindDoc="1" locked="1" layoutInCell="0" allowOverlap="1" wp14:anchorId="780C4E74" wp14:editId="0B2AB473">
              <wp:simplePos x="0" y="0"/>
              <wp:positionH relativeFrom="page">
                <wp:posOffset>5871210</wp:posOffset>
              </wp:positionH>
              <wp:positionV relativeFrom="page">
                <wp:posOffset>10222865</wp:posOffset>
              </wp:positionV>
              <wp:extent cx="90170" cy="90170"/>
              <wp:effectExtent l="3810" t="2540" r="1270" b="2540"/>
              <wp:wrapNone/>
              <wp:docPr id="47" name="Freeform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 cy="90170"/>
                      </a:xfrm>
                      <a:custGeom>
                        <a:avLst/>
                        <a:gdLst>
                          <a:gd name="T0" fmla="*/ 40 w 142"/>
                          <a:gd name="T1" fmla="*/ 125 h 142"/>
                          <a:gd name="T2" fmla="*/ 125 w 142"/>
                          <a:gd name="T3" fmla="*/ 102 h 142"/>
                          <a:gd name="T4" fmla="*/ 102 w 142"/>
                          <a:gd name="T5" fmla="*/ 18 h 142"/>
                          <a:gd name="T6" fmla="*/ 18 w 142"/>
                          <a:gd name="T7" fmla="*/ 40 h 142"/>
                          <a:gd name="T8" fmla="*/ 40 w 142"/>
                          <a:gd name="T9" fmla="*/ 125 h 142"/>
                        </a:gdLst>
                        <a:ahLst/>
                        <a:cxnLst>
                          <a:cxn ang="0">
                            <a:pos x="T0" y="T1"/>
                          </a:cxn>
                          <a:cxn ang="0">
                            <a:pos x="T2" y="T3"/>
                          </a:cxn>
                          <a:cxn ang="0">
                            <a:pos x="T4" y="T5"/>
                          </a:cxn>
                          <a:cxn ang="0">
                            <a:pos x="T6" y="T7"/>
                          </a:cxn>
                          <a:cxn ang="0">
                            <a:pos x="T8" y="T9"/>
                          </a:cxn>
                        </a:cxnLst>
                        <a:rect l="0" t="0" r="r" b="b"/>
                        <a:pathLst>
                          <a:path w="142" h="142">
                            <a:moveTo>
                              <a:pt x="40" y="125"/>
                            </a:moveTo>
                            <a:cubicBezTo>
                              <a:pt x="69" y="142"/>
                              <a:pt x="107" y="132"/>
                              <a:pt x="125" y="102"/>
                            </a:cubicBezTo>
                            <a:cubicBezTo>
                              <a:pt x="142" y="73"/>
                              <a:pt x="132" y="35"/>
                              <a:pt x="102" y="18"/>
                            </a:cubicBezTo>
                            <a:cubicBezTo>
                              <a:pt x="73" y="0"/>
                              <a:pt x="35" y="10"/>
                              <a:pt x="18" y="40"/>
                            </a:cubicBezTo>
                            <a:cubicBezTo>
                              <a:pt x="0" y="69"/>
                              <a:pt x="10" y="107"/>
                              <a:pt x="40" y="125"/>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9" o:spid="_x0000_s1026" style="position:absolute;margin-left:462.3pt;margin-top:804.95pt;width:7.1pt;height:7.1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" o:allowincell="f" path="m40,125v29,17,67,7,85,-23c142,73,132,35,102,18,73,,35,10,18,40,,69,10,107,40,125e" fillcolor="#bed600" stroked="f">
              <v:path o:connecttype="custom" o:connectlocs="25400,79375;79375,64770;64770,11430;11430,25400;25400,79375" o:connectangles="0,0,0,0,0"/>
              <w10:wrap anchorx="page" anchory="page"/>
              <w10:anchorlock/>
            </v:shape>
          </w:pict>
        </mc:Fallback>
      </mc:AlternateContent>
    </w:r>
    <w:r>
      <w:rPr>
        <w:noProof/>
      </w:rPr>
      <mc:AlternateContent>
        <mc:Choice Requires="wps">
          <w:drawing>
            <wp:anchor distT="0" distB="0" distL="114300" distR="114300" simplePos="0" relativeHeight="251641344" behindDoc="1" locked="1" layoutInCell="0" allowOverlap="1" wp14:anchorId="00596072" wp14:editId="7FD59F85">
              <wp:simplePos x="0" y="0"/>
              <wp:positionH relativeFrom="page">
                <wp:posOffset>5905500</wp:posOffset>
              </wp:positionH>
              <wp:positionV relativeFrom="page">
                <wp:posOffset>10140950</wp:posOffset>
              </wp:positionV>
              <wp:extent cx="85090" cy="85090"/>
              <wp:effectExtent l="0" t="6350" r="635" b="3810"/>
              <wp:wrapNone/>
              <wp:docPr id="46" name="Freeform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 cy="85090"/>
                      </a:xfrm>
                      <a:custGeom>
                        <a:avLst/>
                        <a:gdLst>
                          <a:gd name="T0" fmla="*/ 63 w 134"/>
                          <a:gd name="T1" fmla="*/ 132 h 134"/>
                          <a:gd name="T2" fmla="*/ 132 w 134"/>
                          <a:gd name="T3" fmla="*/ 71 h 134"/>
                          <a:gd name="T4" fmla="*/ 71 w 134"/>
                          <a:gd name="T5" fmla="*/ 2 h 134"/>
                          <a:gd name="T6" fmla="*/ 2 w 134"/>
                          <a:gd name="T7" fmla="*/ 64 h 134"/>
                          <a:gd name="T8" fmla="*/ 63 w 134"/>
                          <a:gd name="T9" fmla="*/ 132 h 134"/>
                        </a:gdLst>
                        <a:ahLst/>
                        <a:cxnLst>
                          <a:cxn ang="0">
                            <a:pos x="T0" y="T1"/>
                          </a:cxn>
                          <a:cxn ang="0">
                            <a:pos x="T2" y="T3"/>
                          </a:cxn>
                          <a:cxn ang="0">
                            <a:pos x="T4" y="T5"/>
                          </a:cxn>
                          <a:cxn ang="0">
                            <a:pos x="T6" y="T7"/>
                          </a:cxn>
                          <a:cxn ang="0">
                            <a:pos x="T8" y="T9"/>
                          </a:cxn>
                        </a:cxnLst>
                        <a:rect l="0" t="0" r="r" b="b"/>
                        <a:pathLst>
                          <a:path w="134" h="134">
                            <a:moveTo>
                              <a:pt x="63" y="132"/>
                            </a:moveTo>
                            <a:cubicBezTo>
                              <a:pt x="99" y="134"/>
                              <a:pt x="130" y="107"/>
                              <a:pt x="132" y="71"/>
                            </a:cubicBezTo>
                            <a:cubicBezTo>
                              <a:pt x="134" y="35"/>
                              <a:pt x="107" y="4"/>
                              <a:pt x="71" y="2"/>
                            </a:cubicBezTo>
                            <a:cubicBezTo>
                              <a:pt x="35" y="0"/>
                              <a:pt x="4" y="27"/>
                              <a:pt x="2" y="64"/>
                            </a:cubicBezTo>
                            <a:cubicBezTo>
                              <a:pt x="0" y="99"/>
                              <a:pt x="27" y="130"/>
                              <a:pt x="63" y="132"/>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8" o:spid="_x0000_s1026" style="position:absolute;margin-left:465pt;margin-top:798.5pt;width:6.7pt;height:6.7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" o:allowincell="f" path="m63,132v36,2,67,-25,69,-61c134,35,107,4,71,2,35,,4,27,2,64,,99,27,130,63,132e" fillcolor="#bed600" stroked="f">
              <v:path o:connecttype="custom" o:connectlocs="40005,83820;83820,45085;45085,1270;1270,40640;40005,83820" o:connectangles="0,0,0,0,0"/>
              <w10:wrap anchorx="page" anchory="page"/>
              <w10:anchorlock/>
            </v:shape>
          </w:pict>
        </mc:Fallback>
      </mc:AlternateContent>
    </w:r>
    <w:r>
      <w:rPr>
        <w:noProof/>
      </w:rPr>
      <mc:AlternateContent>
        <mc:Choice Requires="wps">
          <w:drawing>
            <wp:anchor distT="0" distB="0" distL="114300" distR="114300" simplePos="0" relativeHeight="251640320" behindDoc="1" locked="1" layoutInCell="0" allowOverlap="1" wp14:anchorId="4155B4AB" wp14:editId="1000D5DF">
              <wp:simplePos x="0" y="0"/>
              <wp:positionH relativeFrom="page">
                <wp:posOffset>5882005</wp:posOffset>
              </wp:positionH>
              <wp:positionV relativeFrom="page">
                <wp:posOffset>10041890</wp:posOffset>
              </wp:positionV>
              <wp:extent cx="99060" cy="99695"/>
              <wp:effectExtent l="5080" t="2540" r="635" b="2540"/>
              <wp:wrapNone/>
              <wp:docPr id="45" name="Freeform 5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 cy="99695"/>
                      </a:xfrm>
                      <a:custGeom>
                        <a:avLst/>
                        <a:gdLst>
                          <a:gd name="T0" fmla="*/ 105 w 156"/>
                          <a:gd name="T1" fmla="*/ 141 h 157"/>
                          <a:gd name="T2" fmla="*/ 141 w 156"/>
                          <a:gd name="T3" fmla="*/ 51 h 157"/>
                          <a:gd name="T4" fmla="*/ 50 w 156"/>
                          <a:gd name="T5" fmla="*/ 16 h 157"/>
                          <a:gd name="T6" fmla="*/ 15 w 156"/>
                          <a:gd name="T7" fmla="*/ 106 h 157"/>
                          <a:gd name="T8" fmla="*/ 105 w 156"/>
                          <a:gd name="T9" fmla="*/ 141 h 157"/>
                        </a:gdLst>
                        <a:ahLst/>
                        <a:cxnLst>
                          <a:cxn ang="0">
                            <a:pos x="T0" y="T1"/>
                          </a:cxn>
                          <a:cxn ang="0">
                            <a:pos x="T2" y="T3"/>
                          </a:cxn>
                          <a:cxn ang="0">
                            <a:pos x="T4" y="T5"/>
                          </a:cxn>
                          <a:cxn ang="0">
                            <a:pos x="T6" y="T7"/>
                          </a:cxn>
                          <a:cxn ang="0">
                            <a:pos x="T8" y="T9"/>
                          </a:cxn>
                        </a:cxnLst>
                        <a:rect l="0" t="0" r="r" b="b"/>
                        <a:pathLst>
                          <a:path w="156" h="157">
                            <a:moveTo>
                              <a:pt x="105" y="141"/>
                            </a:moveTo>
                            <a:cubicBezTo>
                              <a:pt x="140" y="126"/>
                              <a:pt x="156" y="86"/>
                              <a:pt x="141" y="51"/>
                            </a:cubicBezTo>
                            <a:cubicBezTo>
                              <a:pt x="125" y="16"/>
                              <a:pt x="85" y="0"/>
                              <a:pt x="50" y="16"/>
                            </a:cubicBezTo>
                            <a:cubicBezTo>
                              <a:pt x="15" y="31"/>
                              <a:pt x="0" y="72"/>
                              <a:pt x="15" y="106"/>
                            </a:cubicBezTo>
                            <a:cubicBezTo>
                              <a:pt x="30" y="141"/>
                              <a:pt x="71" y="157"/>
                              <a:pt x="105" y="141"/>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7" o:spid="_x0000_s1026" style="position:absolute;margin-left:463.15pt;margin-top:790.7pt;width:7.8pt;height:7.8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56,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" o:allowincell="f" path="m105,141v35,-15,51,-55,36,-90c125,16,85,,50,16,15,31,,72,15,106v15,35,56,51,90,35e" fillcolor="#bed600" stroked="f">
              <v:path o:connecttype="custom" o:connectlocs="66675,89535;89535,32385;31750,10160;9525,67310;66675,89535" o:connectangles="0,0,0,0,0"/>
              <w10:wrap anchorx="page" anchory="page"/>
              <w10:anchorlock/>
            </v:shape>
          </w:pict>
        </mc:Fallback>
      </mc:AlternateContent>
    </w:r>
    <w:r>
      <w:rPr>
        <w:noProof/>
      </w:rPr>
      <mc:AlternateContent>
        <mc:Choice Requires="wps">
          <w:drawing>
            <wp:anchor distT="0" distB="0" distL="114300" distR="114300" simplePos="0" relativeHeight="251639296" behindDoc="1" locked="1" layoutInCell="0" allowOverlap="1" wp14:anchorId="0B198603" wp14:editId="6D36C4D4">
              <wp:simplePos x="0" y="0"/>
              <wp:positionH relativeFrom="page">
                <wp:posOffset>5814060</wp:posOffset>
              </wp:positionH>
              <wp:positionV relativeFrom="page">
                <wp:posOffset>9971405</wp:posOffset>
              </wp:positionV>
              <wp:extent cx="92710" cy="92075"/>
              <wp:effectExtent l="3810" t="8255" r="8255" b="4445"/>
              <wp:wrapNone/>
              <wp:docPr id="44" name="Freeform 5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 cy="92075"/>
                      </a:xfrm>
                      <a:custGeom>
                        <a:avLst/>
                        <a:gdLst>
                          <a:gd name="T0" fmla="*/ 146 w 146"/>
                          <a:gd name="T1" fmla="*/ 73 h 145"/>
                          <a:gd name="T2" fmla="*/ 73 w 146"/>
                          <a:gd name="T3" fmla="*/ 145 h 145"/>
                          <a:gd name="T4" fmla="*/ 0 w 146"/>
                          <a:gd name="T5" fmla="*/ 73 h 145"/>
                          <a:gd name="T6" fmla="*/ 73 w 146"/>
                          <a:gd name="T7" fmla="*/ 0 h 145"/>
                          <a:gd name="T8" fmla="*/ 146 w 146"/>
                          <a:gd name="T9" fmla="*/ 73 h 145"/>
                        </a:gdLst>
                        <a:ahLst/>
                        <a:cxnLst>
                          <a:cxn ang="0">
                            <a:pos x="T0" y="T1"/>
                          </a:cxn>
                          <a:cxn ang="0">
                            <a:pos x="T2" y="T3"/>
                          </a:cxn>
                          <a:cxn ang="0">
                            <a:pos x="T4" y="T5"/>
                          </a:cxn>
                          <a:cxn ang="0">
                            <a:pos x="T6" y="T7"/>
                          </a:cxn>
                          <a:cxn ang="0">
                            <a:pos x="T8" y="T9"/>
                          </a:cxn>
                        </a:cxnLst>
                        <a:rect l="0" t="0" r="r" b="b"/>
                        <a:pathLst>
                          <a:path w="146" h="145">
                            <a:moveTo>
                              <a:pt x="146" y="73"/>
                            </a:moveTo>
                            <a:cubicBezTo>
                              <a:pt x="146" y="113"/>
                              <a:pt x="113" y="145"/>
                              <a:pt x="73" y="145"/>
                            </a:cubicBezTo>
                            <a:cubicBezTo>
                              <a:pt x="33" y="145"/>
                              <a:pt x="0" y="113"/>
                              <a:pt x="0" y="73"/>
                            </a:cubicBezTo>
                            <a:cubicBezTo>
                              <a:pt x="0" y="32"/>
                              <a:pt x="33" y="0"/>
                              <a:pt x="73" y="0"/>
                            </a:cubicBezTo>
                            <a:cubicBezTo>
                              <a:pt x="113" y="0"/>
                              <a:pt x="146" y="32"/>
                              <a:pt x="146" y="73"/>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6" o:spid="_x0000_s1026" style="position:absolute;margin-left:457.8pt;margin-top:785.15pt;width:7.3pt;height:7.2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6,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" o:allowincell="f" path="m146,73v,40,-33,72,-73,72c33,145,,113,,73,,32,33,,73,v40,,73,32,73,73e" fillcolor="#bed600" stroked="f">
              <v:path o:connecttype="custom" o:connectlocs="92710,46355;46355,92075;0,46355;46355,0;92710,46355" o:connectangles="0,0,0,0,0"/>
              <w10:wrap anchorx="page" anchory="page"/>
              <w10:anchorlock/>
            </v:shape>
          </w:pict>
        </mc:Fallback>
      </mc:AlternateContent>
    </w:r>
    <w:r>
      <w:rPr>
        <w:noProof/>
      </w:rPr>
      <mc:AlternateContent>
        <mc:Choice Requires="wps">
          <w:drawing>
            <wp:anchor distT="0" distB="0" distL="114300" distR="114300" simplePos="0" relativeHeight="251683328" behindDoc="1" locked="0" layoutInCell="0" allowOverlap="1" wp14:anchorId="6929EB81" wp14:editId="083CA2B0">
              <wp:simplePos x="0" y="0"/>
              <wp:positionH relativeFrom="page">
                <wp:posOffset>549275</wp:posOffset>
              </wp:positionH>
              <wp:positionV relativeFrom="page">
                <wp:posOffset>9729470</wp:posOffset>
              </wp:positionV>
              <wp:extent cx="6461125" cy="0"/>
              <wp:effectExtent l="15875" t="13970" r="19050" b="14605"/>
              <wp:wrapNone/>
              <wp:docPr id="43" name="Freeform 5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0"/>
                      </a:xfrm>
                      <a:custGeom>
                        <a:avLst/>
                        <a:gdLst>
                          <a:gd name="T0" fmla="*/ 0 w 10175"/>
                          <a:gd name="T1" fmla="*/ 0 w 10175"/>
                          <a:gd name="T2" fmla="*/ 10175 w 10175"/>
                          <a:gd name="T3" fmla="*/ 10175 w 10175"/>
                        </a:gdLst>
                        <a:ahLst/>
                        <a:cxnLst>
                          <a:cxn ang="0">
                            <a:pos x="T0" y="0"/>
                          </a:cxn>
                          <a:cxn ang="0">
                            <a:pos x="T1" y="0"/>
                          </a:cxn>
                          <a:cxn ang="0">
                            <a:pos x="T2" y="0"/>
                          </a:cxn>
                          <a:cxn ang="0">
                            <a:pos x="T3" y="0"/>
                          </a:cxn>
                        </a:cxnLst>
                        <a:rect l="0" t="0" r="r" b="b"/>
                        <a:pathLst>
                          <a:path w="10175">
                            <a:moveTo>
                              <a:pt x="0" y="0"/>
                            </a:moveTo>
                            <a:lnTo>
                              <a:pt x="0" y="0"/>
                            </a:lnTo>
                            <a:moveTo>
                              <a:pt x="10175" y="0"/>
                            </a:moveTo>
                            <a:lnTo>
                              <a:pt x="10175" y="0"/>
                            </a:lnTo>
                          </a:path>
                        </a:pathLst>
                      </a:custGeom>
                      <a:noFill/>
                      <a:ln w="19050" cap="rnd">
                        <a:solidFill>
                          <a:srgbClr val="C2F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85" o:spid="_x0000_s1026" style="position:absolute;margin-left:43.25pt;margin-top:766.1pt;width:508.75pt;height:0;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" o:allowincell="f" path="m,l,m10175,r,e" filled="f" strokecolor="#c2ff00" strokeweight="1.5pt">
              <v:stroke endcap="round"/>
              <v:path o:connecttype="custom" o:connectlocs="0,0;0,0;6461125,0;6461125,0" o:connectangles="0,0,0,0"/>
              <w10:wrap anchorx="page" anchory="page"/>
            </v:shape>
          </w:pict>
        </mc:Fallback>
      </mc:AlternateContent>
    </w:r>
    <w:r>
      <w:rPr>
        <w:noProof/>
      </w:rPr>
      <mc:AlternateContent>
        <mc:Choice Requires="wps">
          <w:drawing>
            <wp:anchor distT="0" distB="0" distL="114300" distR="114300" simplePos="0" relativeHeight="251682304" behindDoc="1" locked="0" layoutInCell="1" allowOverlap="1" wp14:anchorId="1939DFDB" wp14:editId="5C4D8496">
              <wp:simplePos x="0" y="0"/>
              <wp:positionH relativeFrom="page">
                <wp:posOffset>587375</wp:posOffset>
              </wp:positionH>
              <wp:positionV relativeFrom="page">
                <wp:posOffset>9729470</wp:posOffset>
              </wp:positionV>
              <wp:extent cx="6403975" cy="0"/>
              <wp:effectExtent l="15875" t="13970" r="19050" b="14605"/>
              <wp:wrapNone/>
              <wp:docPr id="42" name="Freeform 5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3975" cy="0"/>
                      </a:xfrm>
                      <a:custGeom>
                        <a:avLst/>
                        <a:gdLst>
                          <a:gd name="T0" fmla="*/ 0 w 10085"/>
                          <a:gd name="T1" fmla="*/ 10085 w 10085"/>
                        </a:gdLst>
                        <a:ahLst/>
                        <a:cxnLst>
                          <a:cxn ang="0">
                            <a:pos x="T0" y="0"/>
                          </a:cxn>
                          <a:cxn ang="0">
                            <a:pos x="T1" y="0"/>
                          </a:cxn>
                        </a:cxnLst>
                        <a:rect l="0" t="0" r="r" b="b"/>
                        <a:pathLst>
                          <a:path w="10085">
                            <a:moveTo>
                              <a:pt x="0" y="0"/>
                            </a:moveTo>
                            <a:lnTo>
                              <a:pt x="10085" y="0"/>
                            </a:lnTo>
                          </a:path>
                        </a:pathLst>
                      </a:custGeom>
                      <a:noFill/>
                      <a:ln w="19050" cap="rnd">
                        <a:solidFill>
                          <a:srgbClr val="BED6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584" o:spid="_x0000_s1026" style="position:absolute;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6.25pt,766.1pt,550.5pt,766.1pt" coordsize="10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" filled="f" strokecolor="#bed600" strokeweight="1.5pt">
              <v:stroke dashstyle="1 1" endcap="round"/>
              <v:path o:connecttype="custom" o:connectlocs="0,0;6403975,0" o:connectangles="0,0"/>
              <w10:wrap anchorx="page" anchory="page"/>
            </v:polylin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2A" w:rsidRDefault="008C462A" w:rsidP="000130B4">
    <w:pPr>
      <w:pStyle w:val="Footer"/>
    </w:pPr>
    <w:r>
      <w:rPr>
        <w:noProof/>
      </w:rPr>
      <mc:AlternateContent>
        <mc:Choice Requires="wpg">
          <w:drawing>
            <wp:anchor distT="0" distB="0" distL="114300" distR="114300" simplePos="0" relativeHeight="251680256" behindDoc="1" locked="1" layoutInCell="1" allowOverlap="1" wp14:anchorId="68DF1A04" wp14:editId="51F60AC1">
              <wp:simplePos x="0" y="0"/>
              <wp:positionH relativeFrom="column">
                <wp:posOffset>5408930</wp:posOffset>
              </wp:positionH>
              <wp:positionV relativeFrom="paragraph">
                <wp:posOffset>6350</wp:posOffset>
              </wp:positionV>
              <wp:extent cx="1080135" cy="283845"/>
              <wp:effectExtent l="0" t="0" r="5715" b="1905"/>
              <wp:wrapNone/>
              <wp:docPr id="4" name="Group 6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0135" cy="283845"/>
                        <a:chOff x="9378" y="16081"/>
                        <a:chExt cx="1701" cy="447"/>
                      </a:xfrm>
                    </wpg:grpSpPr>
                    <wps:wsp>
                      <wps:cNvPr id="518" name="Freeform 424"/>
                      <wps:cNvSpPr>
                        <a:spLocks noChangeArrowheads="1"/>
                      </wps:cNvSpPr>
                      <wps:spPr bwMode="auto">
                        <a:xfrm>
                          <a:off x="9820" y="16103"/>
                          <a:ext cx="97" cy="97"/>
                        </a:xfrm>
                        <a:custGeom>
                          <a:avLst/>
                          <a:gdLst>
                            <a:gd name="T0" fmla="*/ 97 w 97"/>
                            <a:gd name="T1" fmla="*/ 49 h 97"/>
                            <a:gd name="T2" fmla="*/ 48 w 97"/>
                            <a:gd name="T3" fmla="*/ 97 h 97"/>
                            <a:gd name="T4" fmla="*/ 0 w 97"/>
                            <a:gd name="T5" fmla="*/ 49 h 97"/>
                            <a:gd name="T6" fmla="*/ 48 w 97"/>
                            <a:gd name="T7" fmla="*/ 0 h 97"/>
                            <a:gd name="T8" fmla="*/ 97 w 97"/>
                            <a:gd name="T9" fmla="*/ 49 h 97"/>
                          </a:gdLst>
                          <a:ahLst/>
                          <a:cxnLst>
                            <a:cxn ang="0">
                              <a:pos x="T0" y="T1"/>
                            </a:cxn>
                            <a:cxn ang="0">
                              <a:pos x="T2" y="T3"/>
                            </a:cxn>
                            <a:cxn ang="0">
                              <a:pos x="T4" y="T5"/>
                            </a:cxn>
                            <a:cxn ang="0">
                              <a:pos x="T6" y="T7"/>
                            </a:cxn>
                            <a:cxn ang="0">
                              <a:pos x="T8" y="T9"/>
                            </a:cxn>
                          </a:cxnLst>
                          <a:rect l="0" t="0" r="r" b="b"/>
                          <a:pathLst>
                            <a:path w="97" h="97">
                              <a:moveTo>
                                <a:pt x="97" y="49"/>
                              </a:moveTo>
                              <a:cubicBezTo>
                                <a:pt x="97" y="75"/>
                                <a:pt x="75" y="97"/>
                                <a:pt x="48" y="97"/>
                              </a:cubicBezTo>
                              <a:cubicBezTo>
                                <a:pt x="22" y="97"/>
                                <a:pt x="0" y="75"/>
                                <a:pt x="0" y="49"/>
                              </a:cubicBezTo>
                              <a:cubicBezTo>
                                <a:pt x="0" y="22"/>
                                <a:pt x="22" y="0"/>
                                <a:pt x="48" y="0"/>
                              </a:cubicBezTo>
                              <a:cubicBezTo>
                                <a:pt x="75" y="0"/>
                                <a:pt x="97" y="22"/>
                                <a:pt x="97" y="49"/>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9" name="Freeform 425"/>
                      <wps:cNvSpPr>
                        <a:spLocks noChangeArrowheads="1"/>
                      </wps:cNvSpPr>
                      <wps:spPr bwMode="auto">
                        <a:xfrm>
                          <a:off x="9894" y="16174"/>
                          <a:ext cx="104" cy="105"/>
                        </a:xfrm>
                        <a:custGeom>
                          <a:avLst/>
                          <a:gdLst>
                            <a:gd name="T0" fmla="*/ 70 w 104"/>
                            <a:gd name="T1" fmla="*/ 94 h 105"/>
                            <a:gd name="T2" fmla="*/ 94 w 104"/>
                            <a:gd name="T3" fmla="*/ 34 h 105"/>
                            <a:gd name="T4" fmla="*/ 33 w 104"/>
                            <a:gd name="T5" fmla="*/ 11 h 105"/>
                            <a:gd name="T6" fmla="*/ 10 w 104"/>
                            <a:gd name="T7" fmla="*/ 71 h 105"/>
                            <a:gd name="T8" fmla="*/ 70 w 104"/>
                            <a:gd name="T9" fmla="*/ 94 h 105"/>
                          </a:gdLst>
                          <a:ahLst/>
                          <a:cxnLst>
                            <a:cxn ang="0">
                              <a:pos x="T0" y="T1"/>
                            </a:cxn>
                            <a:cxn ang="0">
                              <a:pos x="T2" y="T3"/>
                            </a:cxn>
                            <a:cxn ang="0">
                              <a:pos x="T4" y="T5"/>
                            </a:cxn>
                            <a:cxn ang="0">
                              <a:pos x="T6" y="T7"/>
                            </a:cxn>
                            <a:cxn ang="0">
                              <a:pos x="T8" y="T9"/>
                            </a:cxn>
                          </a:cxnLst>
                          <a:rect l="0" t="0" r="r" b="b"/>
                          <a:pathLst>
                            <a:path w="104" h="105">
                              <a:moveTo>
                                <a:pt x="70" y="94"/>
                              </a:moveTo>
                              <a:cubicBezTo>
                                <a:pt x="94" y="84"/>
                                <a:pt x="104" y="57"/>
                                <a:pt x="94" y="34"/>
                              </a:cubicBezTo>
                              <a:cubicBezTo>
                                <a:pt x="84" y="11"/>
                                <a:pt x="57" y="0"/>
                                <a:pt x="33" y="11"/>
                              </a:cubicBezTo>
                              <a:cubicBezTo>
                                <a:pt x="10" y="21"/>
                                <a:pt x="0" y="48"/>
                                <a:pt x="10" y="71"/>
                              </a:cubicBezTo>
                              <a:cubicBezTo>
                                <a:pt x="20" y="94"/>
                                <a:pt x="47" y="105"/>
                                <a:pt x="70" y="94"/>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0" name="Freeform 426"/>
                      <wps:cNvSpPr>
                        <a:spLocks noChangeArrowheads="1"/>
                      </wps:cNvSpPr>
                      <wps:spPr bwMode="auto">
                        <a:xfrm>
                          <a:off x="9918" y="16278"/>
                          <a:ext cx="90" cy="90"/>
                        </a:xfrm>
                        <a:custGeom>
                          <a:avLst/>
                          <a:gdLst>
                            <a:gd name="T0" fmla="*/ 43 w 90"/>
                            <a:gd name="T1" fmla="*/ 88 h 90"/>
                            <a:gd name="T2" fmla="*/ 89 w 90"/>
                            <a:gd name="T3" fmla="*/ 47 h 90"/>
                            <a:gd name="T4" fmla="*/ 48 w 90"/>
                            <a:gd name="T5" fmla="*/ 1 h 90"/>
                            <a:gd name="T6" fmla="*/ 2 w 90"/>
                            <a:gd name="T7" fmla="*/ 42 h 90"/>
                            <a:gd name="T8" fmla="*/ 43 w 90"/>
                            <a:gd name="T9" fmla="*/ 88 h 90"/>
                          </a:gdLst>
                          <a:ahLst/>
                          <a:cxnLst>
                            <a:cxn ang="0">
                              <a:pos x="T0" y="T1"/>
                            </a:cxn>
                            <a:cxn ang="0">
                              <a:pos x="T2" y="T3"/>
                            </a:cxn>
                            <a:cxn ang="0">
                              <a:pos x="T4" y="T5"/>
                            </a:cxn>
                            <a:cxn ang="0">
                              <a:pos x="T6" y="T7"/>
                            </a:cxn>
                            <a:cxn ang="0">
                              <a:pos x="T8" y="T9"/>
                            </a:cxn>
                          </a:cxnLst>
                          <a:rect l="0" t="0" r="r" b="b"/>
                          <a:pathLst>
                            <a:path w="90" h="90">
                              <a:moveTo>
                                <a:pt x="43" y="88"/>
                              </a:moveTo>
                              <a:cubicBezTo>
                                <a:pt x="67" y="90"/>
                                <a:pt x="87" y="71"/>
                                <a:pt x="89" y="47"/>
                              </a:cubicBezTo>
                              <a:cubicBezTo>
                                <a:pt x="90" y="23"/>
                                <a:pt x="72" y="3"/>
                                <a:pt x="48" y="1"/>
                              </a:cubicBezTo>
                              <a:cubicBezTo>
                                <a:pt x="24" y="0"/>
                                <a:pt x="3" y="18"/>
                                <a:pt x="2" y="42"/>
                              </a:cubicBezTo>
                              <a:cubicBezTo>
                                <a:pt x="0" y="66"/>
                                <a:pt x="19" y="87"/>
                                <a:pt x="43" y="88"/>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1" name="Freeform 427"/>
                      <wps:cNvSpPr>
                        <a:spLocks noChangeArrowheads="1"/>
                      </wps:cNvSpPr>
                      <wps:spPr bwMode="auto">
                        <a:xfrm>
                          <a:off x="9883" y="16364"/>
                          <a:ext cx="94" cy="95"/>
                        </a:xfrm>
                        <a:custGeom>
                          <a:avLst/>
                          <a:gdLst>
                            <a:gd name="T0" fmla="*/ 26 w 94"/>
                            <a:gd name="T1" fmla="*/ 83 h 95"/>
                            <a:gd name="T2" fmla="*/ 83 w 94"/>
                            <a:gd name="T3" fmla="*/ 68 h 95"/>
                            <a:gd name="T4" fmla="*/ 68 w 94"/>
                            <a:gd name="T5" fmla="*/ 12 h 95"/>
                            <a:gd name="T6" fmla="*/ 11 w 94"/>
                            <a:gd name="T7" fmla="*/ 27 h 95"/>
                            <a:gd name="T8" fmla="*/ 26 w 94"/>
                            <a:gd name="T9" fmla="*/ 83 h 95"/>
                          </a:gdLst>
                          <a:ahLst/>
                          <a:cxnLst>
                            <a:cxn ang="0">
                              <a:pos x="T0" y="T1"/>
                            </a:cxn>
                            <a:cxn ang="0">
                              <a:pos x="T2" y="T3"/>
                            </a:cxn>
                            <a:cxn ang="0">
                              <a:pos x="T4" y="T5"/>
                            </a:cxn>
                            <a:cxn ang="0">
                              <a:pos x="T6" y="T7"/>
                            </a:cxn>
                            <a:cxn ang="0">
                              <a:pos x="T8" y="T9"/>
                            </a:cxn>
                          </a:cxnLst>
                          <a:rect l="0" t="0" r="r" b="b"/>
                          <a:pathLst>
                            <a:path w="94" h="95">
                              <a:moveTo>
                                <a:pt x="26" y="83"/>
                              </a:moveTo>
                              <a:cubicBezTo>
                                <a:pt x="46" y="95"/>
                                <a:pt x="71" y="88"/>
                                <a:pt x="83" y="68"/>
                              </a:cubicBezTo>
                              <a:cubicBezTo>
                                <a:pt x="94" y="49"/>
                                <a:pt x="88" y="23"/>
                                <a:pt x="68" y="12"/>
                              </a:cubicBezTo>
                              <a:cubicBezTo>
                                <a:pt x="48" y="0"/>
                                <a:pt x="23" y="7"/>
                                <a:pt x="11" y="27"/>
                              </a:cubicBezTo>
                              <a:cubicBezTo>
                                <a:pt x="0" y="46"/>
                                <a:pt x="6" y="72"/>
                                <a:pt x="26" y="83"/>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2" name="Freeform 428"/>
                      <wps:cNvSpPr>
                        <a:spLocks noChangeArrowheads="1"/>
                      </wps:cNvSpPr>
                      <wps:spPr bwMode="auto">
                        <a:xfrm>
                          <a:off x="9813" y="16427"/>
                          <a:ext cx="90" cy="89"/>
                        </a:xfrm>
                        <a:custGeom>
                          <a:avLst/>
                          <a:gdLst>
                            <a:gd name="T0" fmla="*/ 12 w 90"/>
                            <a:gd name="T1" fmla="*/ 66 h 89"/>
                            <a:gd name="T2" fmla="*/ 67 w 90"/>
                            <a:gd name="T3" fmla="*/ 78 h 89"/>
                            <a:gd name="T4" fmla="*/ 78 w 90"/>
                            <a:gd name="T5" fmla="*/ 23 h 89"/>
                            <a:gd name="T6" fmla="*/ 24 w 90"/>
                            <a:gd name="T7" fmla="*/ 12 h 89"/>
                            <a:gd name="T8" fmla="*/ 12 w 90"/>
                            <a:gd name="T9" fmla="*/ 66 h 89"/>
                          </a:gdLst>
                          <a:ahLst/>
                          <a:cxnLst>
                            <a:cxn ang="0">
                              <a:pos x="T0" y="T1"/>
                            </a:cxn>
                            <a:cxn ang="0">
                              <a:pos x="T2" y="T3"/>
                            </a:cxn>
                            <a:cxn ang="0">
                              <a:pos x="T4" y="T5"/>
                            </a:cxn>
                            <a:cxn ang="0">
                              <a:pos x="T6" y="T7"/>
                            </a:cxn>
                            <a:cxn ang="0">
                              <a:pos x="T8" y="T9"/>
                            </a:cxn>
                          </a:cxnLst>
                          <a:rect l="0" t="0" r="r" b="b"/>
                          <a:pathLst>
                            <a:path w="90" h="89">
                              <a:moveTo>
                                <a:pt x="12" y="66"/>
                              </a:moveTo>
                              <a:cubicBezTo>
                                <a:pt x="24" y="84"/>
                                <a:pt x="48" y="89"/>
                                <a:pt x="67" y="78"/>
                              </a:cubicBezTo>
                              <a:cubicBezTo>
                                <a:pt x="85" y="66"/>
                                <a:pt x="90" y="42"/>
                                <a:pt x="78" y="23"/>
                              </a:cubicBezTo>
                              <a:cubicBezTo>
                                <a:pt x="67" y="5"/>
                                <a:pt x="42" y="0"/>
                                <a:pt x="24" y="12"/>
                              </a:cubicBezTo>
                              <a:cubicBezTo>
                                <a:pt x="6" y="23"/>
                                <a:pt x="0" y="48"/>
                                <a:pt x="12" y="66"/>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3" name="Freeform 429"/>
                      <wps:cNvSpPr>
                        <a:spLocks noChangeArrowheads="1"/>
                      </wps:cNvSpPr>
                      <wps:spPr bwMode="auto">
                        <a:xfrm>
                          <a:off x="9732" y="16450"/>
                          <a:ext cx="78" cy="78"/>
                        </a:xfrm>
                        <a:custGeom>
                          <a:avLst/>
                          <a:gdLst>
                            <a:gd name="T0" fmla="*/ 2 w 78"/>
                            <a:gd name="T1" fmla="*/ 42 h 78"/>
                            <a:gd name="T2" fmla="*/ 43 w 78"/>
                            <a:gd name="T3" fmla="*/ 76 h 78"/>
                            <a:gd name="T4" fmla="*/ 76 w 78"/>
                            <a:gd name="T5" fmla="*/ 35 h 78"/>
                            <a:gd name="T6" fmla="*/ 35 w 78"/>
                            <a:gd name="T7" fmla="*/ 2 h 78"/>
                            <a:gd name="T8" fmla="*/ 2 w 78"/>
                            <a:gd name="T9" fmla="*/ 42 h 78"/>
                          </a:gdLst>
                          <a:ahLst/>
                          <a:cxnLst>
                            <a:cxn ang="0">
                              <a:pos x="T0" y="T1"/>
                            </a:cxn>
                            <a:cxn ang="0">
                              <a:pos x="T2" y="T3"/>
                            </a:cxn>
                            <a:cxn ang="0">
                              <a:pos x="T4" y="T5"/>
                            </a:cxn>
                            <a:cxn ang="0">
                              <a:pos x="T6" y="T7"/>
                            </a:cxn>
                            <a:cxn ang="0">
                              <a:pos x="T8" y="T9"/>
                            </a:cxn>
                          </a:cxnLst>
                          <a:rect l="0" t="0" r="r" b="b"/>
                          <a:pathLst>
                            <a:path w="78" h="78">
                              <a:moveTo>
                                <a:pt x="2" y="42"/>
                              </a:moveTo>
                              <a:cubicBezTo>
                                <a:pt x="4" y="63"/>
                                <a:pt x="22" y="78"/>
                                <a:pt x="43" y="76"/>
                              </a:cubicBezTo>
                              <a:cubicBezTo>
                                <a:pt x="63" y="74"/>
                                <a:pt x="78" y="55"/>
                                <a:pt x="76" y="35"/>
                              </a:cubicBezTo>
                              <a:cubicBezTo>
                                <a:pt x="74" y="15"/>
                                <a:pt x="56" y="0"/>
                                <a:pt x="35" y="2"/>
                              </a:cubicBezTo>
                              <a:cubicBezTo>
                                <a:pt x="15" y="4"/>
                                <a:pt x="0" y="22"/>
                                <a:pt x="2" y="42"/>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4" name="Freeform 430"/>
                      <wps:cNvSpPr>
                        <a:spLocks noChangeArrowheads="1"/>
                      </wps:cNvSpPr>
                      <wps:spPr bwMode="auto">
                        <a:xfrm>
                          <a:off x="9601" y="16368"/>
                          <a:ext cx="75" cy="75"/>
                        </a:xfrm>
                        <a:custGeom>
                          <a:avLst/>
                          <a:gdLst>
                            <a:gd name="T0" fmla="*/ 15 w 75"/>
                            <a:gd name="T1" fmla="*/ 12 h 75"/>
                            <a:gd name="T2" fmla="*/ 12 w 75"/>
                            <a:gd name="T3" fmla="*/ 59 h 75"/>
                            <a:gd name="T4" fmla="*/ 60 w 75"/>
                            <a:gd name="T5" fmla="*/ 62 h 75"/>
                            <a:gd name="T6" fmla="*/ 62 w 75"/>
                            <a:gd name="T7" fmla="*/ 15 h 75"/>
                            <a:gd name="T8" fmla="*/ 15 w 75"/>
                            <a:gd name="T9" fmla="*/ 12 h 75"/>
                          </a:gdLst>
                          <a:ahLst/>
                          <a:cxnLst>
                            <a:cxn ang="0">
                              <a:pos x="T0" y="T1"/>
                            </a:cxn>
                            <a:cxn ang="0">
                              <a:pos x="T2" y="T3"/>
                            </a:cxn>
                            <a:cxn ang="0">
                              <a:pos x="T4" y="T5"/>
                            </a:cxn>
                            <a:cxn ang="0">
                              <a:pos x="T6" y="T7"/>
                            </a:cxn>
                            <a:cxn ang="0">
                              <a:pos x="T8" y="T9"/>
                            </a:cxn>
                          </a:cxnLst>
                          <a:rect l="0" t="0" r="r" b="b"/>
                          <a:pathLst>
                            <a:path w="75" h="75">
                              <a:moveTo>
                                <a:pt x="15" y="12"/>
                              </a:moveTo>
                              <a:cubicBezTo>
                                <a:pt x="1" y="24"/>
                                <a:pt x="0" y="46"/>
                                <a:pt x="12" y="59"/>
                              </a:cubicBezTo>
                              <a:cubicBezTo>
                                <a:pt x="24" y="73"/>
                                <a:pt x="46" y="75"/>
                                <a:pt x="60" y="62"/>
                              </a:cubicBezTo>
                              <a:cubicBezTo>
                                <a:pt x="73" y="50"/>
                                <a:pt x="75" y="28"/>
                                <a:pt x="62" y="15"/>
                              </a:cubicBezTo>
                              <a:cubicBezTo>
                                <a:pt x="50" y="1"/>
                                <a:pt x="29" y="0"/>
                                <a:pt x="15" y="12"/>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 name="Freeform 431"/>
                      <wps:cNvSpPr>
                        <a:spLocks noChangeArrowheads="1"/>
                      </wps:cNvSpPr>
                      <wps:spPr bwMode="auto">
                        <a:xfrm>
                          <a:off x="9568" y="16305"/>
                          <a:ext cx="70" cy="71"/>
                        </a:xfrm>
                        <a:custGeom>
                          <a:avLst/>
                          <a:gdLst>
                            <a:gd name="T0" fmla="*/ 27 w 70"/>
                            <a:gd name="T1" fmla="*/ 5 h 71"/>
                            <a:gd name="T2" fmla="*/ 4 w 70"/>
                            <a:gd name="T3" fmla="*/ 44 h 71"/>
                            <a:gd name="T4" fmla="*/ 43 w 70"/>
                            <a:gd name="T5" fmla="*/ 67 h 71"/>
                            <a:gd name="T6" fmla="*/ 66 w 70"/>
                            <a:gd name="T7" fmla="*/ 28 h 71"/>
                            <a:gd name="T8" fmla="*/ 27 w 70"/>
                            <a:gd name="T9" fmla="*/ 5 h 71"/>
                          </a:gdLst>
                          <a:ahLst/>
                          <a:cxnLst>
                            <a:cxn ang="0">
                              <a:pos x="T0" y="T1"/>
                            </a:cxn>
                            <a:cxn ang="0">
                              <a:pos x="T2" y="T3"/>
                            </a:cxn>
                            <a:cxn ang="0">
                              <a:pos x="T4" y="T5"/>
                            </a:cxn>
                            <a:cxn ang="0">
                              <a:pos x="T6" y="T7"/>
                            </a:cxn>
                            <a:cxn ang="0">
                              <a:pos x="T8" y="T9"/>
                            </a:cxn>
                          </a:cxnLst>
                          <a:rect l="0" t="0" r="r" b="b"/>
                          <a:pathLst>
                            <a:path w="70" h="71">
                              <a:moveTo>
                                <a:pt x="27" y="5"/>
                              </a:moveTo>
                              <a:cubicBezTo>
                                <a:pt x="10" y="9"/>
                                <a:pt x="0" y="27"/>
                                <a:pt x="4" y="44"/>
                              </a:cubicBezTo>
                              <a:cubicBezTo>
                                <a:pt x="9" y="61"/>
                                <a:pt x="26" y="71"/>
                                <a:pt x="43" y="67"/>
                              </a:cubicBezTo>
                              <a:cubicBezTo>
                                <a:pt x="60" y="62"/>
                                <a:pt x="70" y="45"/>
                                <a:pt x="66" y="28"/>
                              </a:cubicBezTo>
                              <a:cubicBezTo>
                                <a:pt x="61" y="11"/>
                                <a:pt x="44" y="0"/>
                                <a:pt x="27" y="5"/>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6" name="Freeform 432"/>
                      <wps:cNvSpPr>
                        <a:spLocks noChangeArrowheads="1"/>
                      </wps:cNvSpPr>
                      <wps:spPr bwMode="auto">
                        <a:xfrm>
                          <a:off x="9575" y="16235"/>
                          <a:ext cx="67" cy="67"/>
                        </a:xfrm>
                        <a:custGeom>
                          <a:avLst/>
                          <a:gdLst>
                            <a:gd name="T0" fmla="*/ 40 w 67"/>
                            <a:gd name="T1" fmla="*/ 4 h 67"/>
                            <a:gd name="T2" fmla="*/ 4 w 67"/>
                            <a:gd name="T3" fmla="*/ 27 h 67"/>
                            <a:gd name="T4" fmla="*/ 27 w 67"/>
                            <a:gd name="T5" fmla="*/ 63 h 67"/>
                            <a:gd name="T6" fmla="*/ 63 w 67"/>
                            <a:gd name="T7" fmla="*/ 40 h 67"/>
                            <a:gd name="T8" fmla="*/ 40 w 67"/>
                            <a:gd name="T9" fmla="*/ 4 h 67"/>
                          </a:gdLst>
                          <a:ahLst/>
                          <a:cxnLst>
                            <a:cxn ang="0">
                              <a:pos x="T0" y="T1"/>
                            </a:cxn>
                            <a:cxn ang="0">
                              <a:pos x="T2" y="T3"/>
                            </a:cxn>
                            <a:cxn ang="0">
                              <a:pos x="T4" y="T5"/>
                            </a:cxn>
                            <a:cxn ang="0">
                              <a:pos x="T6" y="T7"/>
                            </a:cxn>
                            <a:cxn ang="0">
                              <a:pos x="T8" y="T9"/>
                            </a:cxn>
                          </a:cxnLst>
                          <a:rect l="0" t="0" r="r" b="b"/>
                          <a:pathLst>
                            <a:path w="67" h="67">
                              <a:moveTo>
                                <a:pt x="40" y="4"/>
                              </a:moveTo>
                              <a:cubicBezTo>
                                <a:pt x="24" y="0"/>
                                <a:pt x="7" y="10"/>
                                <a:pt x="4" y="27"/>
                              </a:cubicBezTo>
                              <a:cubicBezTo>
                                <a:pt x="0" y="43"/>
                                <a:pt x="11" y="59"/>
                                <a:pt x="27" y="63"/>
                              </a:cubicBezTo>
                              <a:cubicBezTo>
                                <a:pt x="43" y="67"/>
                                <a:pt x="60" y="56"/>
                                <a:pt x="63" y="40"/>
                              </a:cubicBezTo>
                              <a:cubicBezTo>
                                <a:pt x="67" y="23"/>
                                <a:pt x="56" y="7"/>
                                <a:pt x="40" y="4"/>
                              </a:cubicBezTo>
                            </a:path>
                          </a:pathLst>
                        </a:custGeom>
                        <a:solidFill>
                          <a:srgbClr val="BED600"/>
                        </a:solidFill>
                        <a:ln>
                          <a:noFill/>
                        </a:ln>
                        <a:effectLst/>
                        <a:extLst>
                          <a:ext uri="{91240B29-F687-4F45-9708-019B960494DF}">
                            <a14:hiddenLine xmlns:a14="http://schemas.microsoft.com/office/drawing/2010/main" w="9525" cap="flat" cmpd="sng">
                              <a:solidFill>
                                <a:srgbClr val="000000"/>
                              </a:solidFill>
                              <a:prstDash val="solid"/>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wps:wsp>
                      <wps:cNvPr id="527" name="Freeform 433"/>
                      <wps:cNvSpPr>
                        <a:spLocks noChangeArrowheads="1"/>
                      </wps:cNvSpPr>
                      <wps:spPr bwMode="auto">
                        <a:xfrm>
                          <a:off x="9612" y="16174"/>
                          <a:ext cx="66" cy="66"/>
                        </a:xfrm>
                        <a:custGeom>
                          <a:avLst/>
                          <a:gdLst>
                            <a:gd name="T0" fmla="*/ 40 w 66"/>
                            <a:gd name="T1" fmla="*/ 3 h 66"/>
                            <a:gd name="T2" fmla="*/ 3 w 66"/>
                            <a:gd name="T3" fmla="*/ 26 h 66"/>
                            <a:gd name="T4" fmla="*/ 27 w 66"/>
                            <a:gd name="T5" fmla="*/ 63 h 66"/>
                            <a:gd name="T6" fmla="*/ 63 w 66"/>
                            <a:gd name="T7" fmla="*/ 39 h 66"/>
                            <a:gd name="T8" fmla="*/ 40 w 66"/>
                            <a:gd name="T9" fmla="*/ 3 h 66"/>
                          </a:gdLst>
                          <a:ahLst/>
                          <a:cxnLst>
                            <a:cxn ang="0">
                              <a:pos x="T0" y="T1"/>
                            </a:cxn>
                            <a:cxn ang="0">
                              <a:pos x="T2" y="T3"/>
                            </a:cxn>
                            <a:cxn ang="0">
                              <a:pos x="T4" y="T5"/>
                            </a:cxn>
                            <a:cxn ang="0">
                              <a:pos x="T6" y="T7"/>
                            </a:cxn>
                            <a:cxn ang="0">
                              <a:pos x="T8" y="T9"/>
                            </a:cxn>
                          </a:cxnLst>
                          <a:rect l="0" t="0" r="r" b="b"/>
                          <a:pathLst>
                            <a:path w="66" h="66">
                              <a:moveTo>
                                <a:pt x="40" y="3"/>
                              </a:moveTo>
                              <a:cubicBezTo>
                                <a:pt x="23" y="0"/>
                                <a:pt x="7" y="10"/>
                                <a:pt x="3" y="26"/>
                              </a:cubicBezTo>
                              <a:cubicBezTo>
                                <a:pt x="0" y="43"/>
                                <a:pt x="10" y="59"/>
                                <a:pt x="27" y="63"/>
                              </a:cubicBezTo>
                              <a:cubicBezTo>
                                <a:pt x="43" y="66"/>
                                <a:pt x="59" y="56"/>
                                <a:pt x="63" y="39"/>
                              </a:cubicBezTo>
                              <a:cubicBezTo>
                                <a:pt x="66" y="23"/>
                                <a:pt x="56" y="7"/>
                                <a:pt x="40" y="3"/>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8" name="Freeform 434"/>
                      <wps:cNvSpPr>
                        <a:spLocks noChangeArrowheads="1"/>
                      </wps:cNvSpPr>
                      <wps:spPr bwMode="auto">
                        <a:xfrm>
                          <a:off x="9658" y="16425"/>
                          <a:ext cx="70" cy="70"/>
                        </a:xfrm>
                        <a:custGeom>
                          <a:avLst/>
                          <a:gdLst>
                            <a:gd name="T0" fmla="*/ 0 w 70"/>
                            <a:gd name="T1" fmla="*/ 35 h 70"/>
                            <a:gd name="T2" fmla="*/ 35 w 70"/>
                            <a:gd name="T3" fmla="*/ 0 h 70"/>
                            <a:gd name="T4" fmla="*/ 70 w 70"/>
                            <a:gd name="T5" fmla="*/ 35 h 70"/>
                            <a:gd name="T6" fmla="*/ 35 w 70"/>
                            <a:gd name="T7" fmla="*/ 70 h 70"/>
                            <a:gd name="T8" fmla="*/ 0 w 70"/>
                            <a:gd name="T9" fmla="*/ 35 h 70"/>
                          </a:gdLst>
                          <a:ahLst/>
                          <a:cxnLst>
                            <a:cxn ang="0">
                              <a:pos x="T0" y="T1"/>
                            </a:cxn>
                            <a:cxn ang="0">
                              <a:pos x="T2" y="T3"/>
                            </a:cxn>
                            <a:cxn ang="0">
                              <a:pos x="T4" y="T5"/>
                            </a:cxn>
                            <a:cxn ang="0">
                              <a:pos x="T6" y="T7"/>
                            </a:cxn>
                            <a:cxn ang="0">
                              <a:pos x="T8" y="T9"/>
                            </a:cxn>
                          </a:cxnLst>
                          <a:rect l="0" t="0" r="r" b="b"/>
                          <a:pathLst>
                            <a:path w="70" h="70">
                              <a:moveTo>
                                <a:pt x="0" y="35"/>
                              </a:moveTo>
                              <a:cubicBezTo>
                                <a:pt x="0" y="16"/>
                                <a:pt x="16" y="0"/>
                                <a:pt x="35" y="0"/>
                              </a:cubicBezTo>
                              <a:cubicBezTo>
                                <a:pt x="54" y="0"/>
                                <a:pt x="70" y="16"/>
                                <a:pt x="70" y="35"/>
                              </a:cubicBezTo>
                              <a:cubicBezTo>
                                <a:pt x="70" y="54"/>
                                <a:pt x="54" y="70"/>
                                <a:pt x="35" y="70"/>
                              </a:cubicBezTo>
                              <a:cubicBezTo>
                                <a:pt x="16" y="70"/>
                                <a:pt x="0" y="54"/>
                                <a:pt x="0" y="35"/>
                              </a:cubicBezTo>
                            </a:path>
                          </a:pathLst>
                        </a:custGeom>
                        <a:solidFill>
                          <a:srgbClr val="BED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9" name="Freeform 436"/>
                      <wps:cNvSpPr>
                        <a:spLocks noChangeArrowheads="1"/>
                      </wps:cNvSpPr>
                      <wps:spPr bwMode="auto">
                        <a:xfrm>
                          <a:off x="9466" y="16412"/>
                          <a:ext cx="97" cy="97"/>
                        </a:xfrm>
                        <a:custGeom>
                          <a:avLst/>
                          <a:gdLst>
                            <a:gd name="T0" fmla="*/ 0 w 97"/>
                            <a:gd name="T1" fmla="*/ 48 h 97"/>
                            <a:gd name="T2" fmla="*/ 49 w 97"/>
                            <a:gd name="T3" fmla="*/ 0 h 97"/>
                            <a:gd name="T4" fmla="*/ 97 w 97"/>
                            <a:gd name="T5" fmla="*/ 48 h 97"/>
                            <a:gd name="T6" fmla="*/ 49 w 97"/>
                            <a:gd name="T7" fmla="*/ 97 h 97"/>
                            <a:gd name="T8" fmla="*/ 0 w 97"/>
                            <a:gd name="T9" fmla="*/ 48 h 97"/>
                          </a:gdLst>
                          <a:ahLst/>
                          <a:cxnLst>
                            <a:cxn ang="0">
                              <a:pos x="T0" y="T1"/>
                            </a:cxn>
                            <a:cxn ang="0">
                              <a:pos x="T2" y="T3"/>
                            </a:cxn>
                            <a:cxn ang="0">
                              <a:pos x="T4" y="T5"/>
                            </a:cxn>
                            <a:cxn ang="0">
                              <a:pos x="T6" y="T7"/>
                            </a:cxn>
                            <a:cxn ang="0">
                              <a:pos x="T8" y="T9"/>
                            </a:cxn>
                          </a:cxnLst>
                          <a:rect l="0" t="0" r="r" b="b"/>
                          <a:pathLst>
                            <a:path w="97" h="97">
                              <a:moveTo>
                                <a:pt x="0" y="48"/>
                              </a:moveTo>
                              <a:cubicBezTo>
                                <a:pt x="0" y="21"/>
                                <a:pt x="22" y="0"/>
                                <a:pt x="49" y="0"/>
                              </a:cubicBezTo>
                              <a:cubicBezTo>
                                <a:pt x="75" y="0"/>
                                <a:pt x="97" y="21"/>
                                <a:pt x="97" y="48"/>
                              </a:cubicBezTo>
                              <a:cubicBezTo>
                                <a:pt x="97" y="75"/>
                                <a:pt x="75" y="97"/>
                                <a:pt x="49" y="97"/>
                              </a:cubicBezTo>
                              <a:cubicBezTo>
                                <a:pt x="22" y="97"/>
                                <a:pt x="0" y="75"/>
                                <a:pt x="0" y="48"/>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0" name="Freeform 437"/>
                      <wps:cNvSpPr>
                        <a:spLocks noChangeArrowheads="1"/>
                      </wps:cNvSpPr>
                      <wps:spPr bwMode="auto">
                        <a:xfrm>
                          <a:off x="9388" y="16330"/>
                          <a:ext cx="104" cy="104"/>
                        </a:xfrm>
                        <a:custGeom>
                          <a:avLst/>
                          <a:gdLst>
                            <a:gd name="T0" fmla="*/ 34 w 104"/>
                            <a:gd name="T1" fmla="*/ 10 h 104"/>
                            <a:gd name="T2" fmla="*/ 10 w 104"/>
                            <a:gd name="T3" fmla="*/ 71 h 104"/>
                            <a:gd name="T4" fmla="*/ 71 w 104"/>
                            <a:gd name="T5" fmla="*/ 94 h 104"/>
                            <a:gd name="T6" fmla="*/ 94 w 104"/>
                            <a:gd name="T7" fmla="*/ 34 h 104"/>
                            <a:gd name="T8" fmla="*/ 34 w 104"/>
                            <a:gd name="T9" fmla="*/ 10 h 104"/>
                          </a:gdLst>
                          <a:ahLst/>
                          <a:cxnLst>
                            <a:cxn ang="0">
                              <a:pos x="T0" y="T1"/>
                            </a:cxn>
                            <a:cxn ang="0">
                              <a:pos x="T2" y="T3"/>
                            </a:cxn>
                            <a:cxn ang="0">
                              <a:pos x="T4" y="T5"/>
                            </a:cxn>
                            <a:cxn ang="0">
                              <a:pos x="T6" y="T7"/>
                            </a:cxn>
                            <a:cxn ang="0">
                              <a:pos x="T8" y="T9"/>
                            </a:cxn>
                          </a:cxnLst>
                          <a:rect l="0" t="0" r="r" b="b"/>
                          <a:pathLst>
                            <a:path w="104" h="104">
                              <a:moveTo>
                                <a:pt x="34" y="10"/>
                              </a:moveTo>
                              <a:cubicBezTo>
                                <a:pt x="11" y="21"/>
                                <a:pt x="0" y="48"/>
                                <a:pt x="10" y="71"/>
                              </a:cubicBezTo>
                              <a:cubicBezTo>
                                <a:pt x="20" y="94"/>
                                <a:pt x="47" y="104"/>
                                <a:pt x="71" y="94"/>
                              </a:cubicBezTo>
                              <a:cubicBezTo>
                                <a:pt x="94" y="84"/>
                                <a:pt x="104" y="57"/>
                                <a:pt x="94" y="34"/>
                              </a:cubicBezTo>
                              <a:cubicBezTo>
                                <a:pt x="84" y="11"/>
                                <a:pt x="57" y="0"/>
                                <a:pt x="34" y="10"/>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1" name="Freeform 438"/>
                      <wps:cNvSpPr>
                        <a:spLocks noChangeArrowheads="1"/>
                      </wps:cNvSpPr>
                      <wps:spPr bwMode="auto">
                        <a:xfrm>
                          <a:off x="9378" y="16241"/>
                          <a:ext cx="90" cy="90"/>
                        </a:xfrm>
                        <a:custGeom>
                          <a:avLst/>
                          <a:gdLst>
                            <a:gd name="T0" fmla="*/ 47 w 90"/>
                            <a:gd name="T1" fmla="*/ 1 h 90"/>
                            <a:gd name="T2" fmla="*/ 1 w 90"/>
                            <a:gd name="T3" fmla="*/ 42 h 90"/>
                            <a:gd name="T4" fmla="*/ 42 w 90"/>
                            <a:gd name="T5" fmla="*/ 88 h 90"/>
                            <a:gd name="T6" fmla="*/ 88 w 90"/>
                            <a:gd name="T7" fmla="*/ 47 h 90"/>
                            <a:gd name="T8" fmla="*/ 47 w 90"/>
                            <a:gd name="T9" fmla="*/ 1 h 90"/>
                          </a:gdLst>
                          <a:ahLst/>
                          <a:cxnLst>
                            <a:cxn ang="0">
                              <a:pos x="T0" y="T1"/>
                            </a:cxn>
                            <a:cxn ang="0">
                              <a:pos x="T2" y="T3"/>
                            </a:cxn>
                            <a:cxn ang="0">
                              <a:pos x="T4" y="T5"/>
                            </a:cxn>
                            <a:cxn ang="0">
                              <a:pos x="T6" y="T7"/>
                            </a:cxn>
                            <a:cxn ang="0">
                              <a:pos x="T8" y="T9"/>
                            </a:cxn>
                          </a:cxnLst>
                          <a:rect l="0" t="0" r="r" b="b"/>
                          <a:pathLst>
                            <a:path w="90" h="90">
                              <a:moveTo>
                                <a:pt x="47" y="1"/>
                              </a:moveTo>
                              <a:cubicBezTo>
                                <a:pt x="23" y="0"/>
                                <a:pt x="3" y="18"/>
                                <a:pt x="1" y="42"/>
                              </a:cubicBezTo>
                              <a:cubicBezTo>
                                <a:pt x="0" y="66"/>
                                <a:pt x="18" y="87"/>
                                <a:pt x="42" y="88"/>
                              </a:cubicBezTo>
                              <a:cubicBezTo>
                                <a:pt x="66" y="90"/>
                                <a:pt x="87" y="71"/>
                                <a:pt x="88" y="47"/>
                              </a:cubicBezTo>
                              <a:cubicBezTo>
                                <a:pt x="90" y="23"/>
                                <a:pt x="71" y="3"/>
                                <a:pt x="47" y="1"/>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2" name="Freeform 439"/>
                      <wps:cNvSpPr>
                        <a:spLocks noChangeArrowheads="1"/>
                      </wps:cNvSpPr>
                      <wps:spPr bwMode="auto">
                        <a:xfrm>
                          <a:off x="9409" y="16150"/>
                          <a:ext cx="94" cy="95"/>
                        </a:xfrm>
                        <a:custGeom>
                          <a:avLst/>
                          <a:gdLst>
                            <a:gd name="T0" fmla="*/ 68 w 94"/>
                            <a:gd name="T1" fmla="*/ 12 h 95"/>
                            <a:gd name="T2" fmla="*/ 11 w 94"/>
                            <a:gd name="T3" fmla="*/ 26 h 95"/>
                            <a:gd name="T4" fmla="*/ 26 w 94"/>
                            <a:gd name="T5" fmla="*/ 83 h 95"/>
                            <a:gd name="T6" fmla="*/ 83 w 94"/>
                            <a:gd name="T7" fmla="*/ 68 h 95"/>
                            <a:gd name="T8" fmla="*/ 68 w 94"/>
                            <a:gd name="T9" fmla="*/ 12 h 95"/>
                          </a:gdLst>
                          <a:ahLst/>
                          <a:cxnLst>
                            <a:cxn ang="0">
                              <a:pos x="T0" y="T1"/>
                            </a:cxn>
                            <a:cxn ang="0">
                              <a:pos x="T2" y="T3"/>
                            </a:cxn>
                            <a:cxn ang="0">
                              <a:pos x="T4" y="T5"/>
                            </a:cxn>
                            <a:cxn ang="0">
                              <a:pos x="T6" y="T7"/>
                            </a:cxn>
                            <a:cxn ang="0">
                              <a:pos x="T8" y="T9"/>
                            </a:cxn>
                          </a:cxnLst>
                          <a:rect l="0" t="0" r="r" b="b"/>
                          <a:pathLst>
                            <a:path w="94" h="95">
                              <a:moveTo>
                                <a:pt x="68" y="12"/>
                              </a:moveTo>
                              <a:cubicBezTo>
                                <a:pt x="48" y="0"/>
                                <a:pt x="23" y="7"/>
                                <a:pt x="11" y="26"/>
                              </a:cubicBezTo>
                              <a:cubicBezTo>
                                <a:pt x="0" y="46"/>
                                <a:pt x="6" y="71"/>
                                <a:pt x="26" y="83"/>
                              </a:cubicBezTo>
                              <a:cubicBezTo>
                                <a:pt x="46" y="95"/>
                                <a:pt x="71" y="88"/>
                                <a:pt x="83" y="68"/>
                              </a:cubicBezTo>
                              <a:cubicBezTo>
                                <a:pt x="94" y="48"/>
                                <a:pt x="88" y="23"/>
                                <a:pt x="68" y="12"/>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3" name="Freeform 440"/>
                      <wps:cNvSpPr>
                        <a:spLocks noChangeArrowheads="1"/>
                      </wps:cNvSpPr>
                      <wps:spPr bwMode="auto">
                        <a:xfrm>
                          <a:off x="9483" y="16092"/>
                          <a:ext cx="90" cy="90"/>
                        </a:xfrm>
                        <a:custGeom>
                          <a:avLst/>
                          <a:gdLst>
                            <a:gd name="T0" fmla="*/ 78 w 90"/>
                            <a:gd name="T1" fmla="*/ 24 h 90"/>
                            <a:gd name="T2" fmla="*/ 23 w 90"/>
                            <a:gd name="T3" fmla="*/ 12 h 90"/>
                            <a:gd name="T4" fmla="*/ 12 w 90"/>
                            <a:gd name="T5" fmla="*/ 67 h 90"/>
                            <a:gd name="T6" fmla="*/ 66 w 90"/>
                            <a:gd name="T7" fmla="*/ 78 h 90"/>
                            <a:gd name="T8" fmla="*/ 78 w 90"/>
                            <a:gd name="T9" fmla="*/ 24 h 90"/>
                          </a:gdLst>
                          <a:ahLst/>
                          <a:cxnLst>
                            <a:cxn ang="0">
                              <a:pos x="T0" y="T1"/>
                            </a:cxn>
                            <a:cxn ang="0">
                              <a:pos x="T2" y="T3"/>
                            </a:cxn>
                            <a:cxn ang="0">
                              <a:pos x="T4" y="T5"/>
                            </a:cxn>
                            <a:cxn ang="0">
                              <a:pos x="T6" y="T7"/>
                            </a:cxn>
                            <a:cxn ang="0">
                              <a:pos x="T8" y="T9"/>
                            </a:cxn>
                          </a:cxnLst>
                          <a:rect l="0" t="0" r="r" b="b"/>
                          <a:pathLst>
                            <a:path w="90" h="90">
                              <a:moveTo>
                                <a:pt x="78" y="24"/>
                              </a:moveTo>
                              <a:cubicBezTo>
                                <a:pt x="66" y="6"/>
                                <a:pt x="42" y="0"/>
                                <a:pt x="23" y="12"/>
                              </a:cubicBezTo>
                              <a:cubicBezTo>
                                <a:pt x="5" y="24"/>
                                <a:pt x="0" y="48"/>
                                <a:pt x="12" y="67"/>
                              </a:cubicBezTo>
                              <a:cubicBezTo>
                                <a:pt x="24" y="85"/>
                                <a:pt x="48" y="90"/>
                                <a:pt x="66" y="78"/>
                              </a:cubicBezTo>
                              <a:cubicBezTo>
                                <a:pt x="84" y="67"/>
                                <a:pt x="90" y="42"/>
                                <a:pt x="78" y="24"/>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4" name="Freeform 441"/>
                      <wps:cNvSpPr>
                        <a:spLocks noChangeArrowheads="1"/>
                      </wps:cNvSpPr>
                      <wps:spPr bwMode="auto">
                        <a:xfrm>
                          <a:off x="9576" y="16081"/>
                          <a:ext cx="78" cy="78"/>
                        </a:xfrm>
                        <a:custGeom>
                          <a:avLst/>
                          <a:gdLst>
                            <a:gd name="T0" fmla="*/ 76 w 78"/>
                            <a:gd name="T1" fmla="*/ 35 h 78"/>
                            <a:gd name="T2" fmla="*/ 35 w 78"/>
                            <a:gd name="T3" fmla="*/ 2 h 78"/>
                            <a:gd name="T4" fmla="*/ 2 w 78"/>
                            <a:gd name="T5" fmla="*/ 43 h 78"/>
                            <a:gd name="T6" fmla="*/ 43 w 78"/>
                            <a:gd name="T7" fmla="*/ 76 h 78"/>
                            <a:gd name="T8" fmla="*/ 76 w 78"/>
                            <a:gd name="T9" fmla="*/ 35 h 78"/>
                          </a:gdLst>
                          <a:ahLst/>
                          <a:cxnLst>
                            <a:cxn ang="0">
                              <a:pos x="T0" y="T1"/>
                            </a:cxn>
                            <a:cxn ang="0">
                              <a:pos x="T2" y="T3"/>
                            </a:cxn>
                            <a:cxn ang="0">
                              <a:pos x="T4" y="T5"/>
                            </a:cxn>
                            <a:cxn ang="0">
                              <a:pos x="T6" y="T7"/>
                            </a:cxn>
                            <a:cxn ang="0">
                              <a:pos x="T8" y="T9"/>
                            </a:cxn>
                          </a:cxnLst>
                          <a:rect l="0" t="0" r="r" b="b"/>
                          <a:pathLst>
                            <a:path w="78" h="78">
                              <a:moveTo>
                                <a:pt x="76" y="35"/>
                              </a:moveTo>
                              <a:cubicBezTo>
                                <a:pt x="74" y="15"/>
                                <a:pt x="56" y="0"/>
                                <a:pt x="35" y="2"/>
                              </a:cubicBezTo>
                              <a:cubicBezTo>
                                <a:pt x="15" y="4"/>
                                <a:pt x="0" y="22"/>
                                <a:pt x="2" y="43"/>
                              </a:cubicBezTo>
                              <a:cubicBezTo>
                                <a:pt x="4" y="63"/>
                                <a:pt x="22" y="78"/>
                                <a:pt x="43" y="76"/>
                              </a:cubicBezTo>
                              <a:cubicBezTo>
                                <a:pt x="63" y="74"/>
                                <a:pt x="78" y="56"/>
                                <a:pt x="76" y="35"/>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5" name="Freeform 442"/>
                      <wps:cNvSpPr>
                        <a:spLocks noChangeArrowheads="1"/>
                      </wps:cNvSpPr>
                      <wps:spPr bwMode="auto">
                        <a:xfrm>
                          <a:off x="9710" y="16166"/>
                          <a:ext cx="75" cy="75"/>
                        </a:xfrm>
                        <a:custGeom>
                          <a:avLst/>
                          <a:gdLst>
                            <a:gd name="T0" fmla="*/ 60 w 75"/>
                            <a:gd name="T1" fmla="*/ 63 h 75"/>
                            <a:gd name="T2" fmla="*/ 63 w 75"/>
                            <a:gd name="T3" fmla="*/ 15 h 75"/>
                            <a:gd name="T4" fmla="*/ 16 w 75"/>
                            <a:gd name="T5" fmla="*/ 13 h 75"/>
                            <a:gd name="T6" fmla="*/ 13 w 75"/>
                            <a:gd name="T7" fmla="*/ 60 h 75"/>
                            <a:gd name="T8" fmla="*/ 60 w 75"/>
                            <a:gd name="T9" fmla="*/ 63 h 75"/>
                          </a:gdLst>
                          <a:ahLst/>
                          <a:cxnLst>
                            <a:cxn ang="0">
                              <a:pos x="T0" y="T1"/>
                            </a:cxn>
                            <a:cxn ang="0">
                              <a:pos x="T2" y="T3"/>
                            </a:cxn>
                            <a:cxn ang="0">
                              <a:pos x="T4" y="T5"/>
                            </a:cxn>
                            <a:cxn ang="0">
                              <a:pos x="T6" y="T7"/>
                            </a:cxn>
                            <a:cxn ang="0">
                              <a:pos x="T8" y="T9"/>
                            </a:cxn>
                          </a:cxnLst>
                          <a:rect l="0" t="0" r="r" b="b"/>
                          <a:pathLst>
                            <a:path w="75" h="75">
                              <a:moveTo>
                                <a:pt x="60" y="63"/>
                              </a:moveTo>
                              <a:cubicBezTo>
                                <a:pt x="74" y="50"/>
                                <a:pt x="75" y="29"/>
                                <a:pt x="63" y="15"/>
                              </a:cubicBezTo>
                              <a:cubicBezTo>
                                <a:pt x="51" y="1"/>
                                <a:pt x="29" y="0"/>
                                <a:pt x="16" y="13"/>
                              </a:cubicBezTo>
                              <a:cubicBezTo>
                                <a:pt x="2" y="25"/>
                                <a:pt x="0" y="46"/>
                                <a:pt x="13" y="60"/>
                              </a:cubicBezTo>
                              <a:cubicBezTo>
                                <a:pt x="25" y="74"/>
                                <a:pt x="46" y="75"/>
                                <a:pt x="60" y="6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6" name="Freeform 443"/>
                      <wps:cNvSpPr>
                        <a:spLocks noChangeArrowheads="1"/>
                      </wps:cNvSpPr>
                      <wps:spPr bwMode="auto">
                        <a:xfrm>
                          <a:off x="9748" y="16232"/>
                          <a:ext cx="70" cy="71"/>
                        </a:xfrm>
                        <a:custGeom>
                          <a:avLst/>
                          <a:gdLst>
                            <a:gd name="T0" fmla="*/ 43 w 70"/>
                            <a:gd name="T1" fmla="*/ 67 h 71"/>
                            <a:gd name="T2" fmla="*/ 66 w 70"/>
                            <a:gd name="T3" fmla="*/ 28 h 71"/>
                            <a:gd name="T4" fmla="*/ 27 w 70"/>
                            <a:gd name="T5" fmla="*/ 5 h 71"/>
                            <a:gd name="T6" fmla="*/ 4 w 70"/>
                            <a:gd name="T7" fmla="*/ 44 h 71"/>
                            <a:gd name="T8" fmla="*/ 43 w 70"/>
                            <a:gd name="T9" fmla="*/ 67 h 71"/>
                          </a:gdLst>
                          <a:ahLst/>
                          <a:cxnLst>
                            <a:cxn ang="0">
                              <a:pos x="T0" y="T1"/>
                            </a:cxn>
                            <a:cxn ang="0">
                              <a:pos x="T2" y="T3"/>
                            </a:cxn>
                            <a:cxn ang="0">
                              <a:pos x="T4" y="T5"/>
                            </a:cxn>
                            <a:cxn ang="0">
                              <a:pos x="T6" y="T7"/>
                            </a:cxn>
                            <a:cxn ang="0">
                              <a:pos x="T8" y="T9"/>
                            </a:cxn>
                          </a:cxnLst>
                          <a:rect l="0" t="0" r="r" b="b"/>
                          <a:pathLst>
                            <a:path w="70" h="71">
                              <a:moveTo>
                                <a:pt x="43" y="67"/>
                              </a:moveTo>
                              <a:cubicBezTo>
                                <a:pt x="60" y="62"/>
                                <a:pt x="70" y="45"/>
                                <a:pt x="66" y="28"/>
                              </a:cubicBezTo>
                              <a:cubicBezTo>
                                <a:pt x="62" y="11"/>
                                <a:pt x="44" y="0"/>
                                <a:pt x="27" y="5"/>
                              </a:cubicBezTo>
                              <a:cubicBezTo>
                                <a:pt x="10" y="9"/>
                                <a:pt x="0" y="27"/>
                                <a:pt x="4" y="44"/>
                              </a:cubicBezTo>
                              <a:cubicBezTo>
                                <a:pt x="9" y="61"/>
                                <a:pt x="26" y="71"/>
                                <a:pt x="43" y="67"/>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7" name="Freeform 444"/>
                      <wps:cNvSpPr>
                        <a:spLocks noChangeArrowheads="1"/>
                      </wps:cNvSpPr>
                      <wps:spPr bwMode="auto">
                        <a:xfrm>
                          <a:off x="9744" y="16307"/>
                          <a:ext cx="67" cy="67"/>
                        </a:xfrm>
                        <a:custGeom>
                          <a:avLst/>
                          <a:gdLst>
                            <a:gd name="T0" fmla="*/ 27 w 67"/>
                            <a:gd name="T1" fmla="*/ 63 h 67"/>
                            <a:gd name="T2" fmla="*/ 63 w 67"/>
                            <a:gd name="T3" fmla="*/ 40 h 67"/>
                            <a:gd name="T4" fmla="*/ 40 w 67"/>
                            <a:gd name="T5" fmla="*/ 4 h 67"/>
                            <a:gd name="T6" fmla="*/ 4 w 67"/>
                            <a:gd name="T7" fmla="*/ 27 h 67"/>
                            <a:gd name="T8" fmla="*/ 27 w 67"/>
                            <a:gd name="T9" fmla="*/ 63 h 67"/>
                          </a:gdLst>
                          <a:ahLst/>
                          <a:cxnLst>
                            <a:cxn ang="0">
                              <a:pos x="T0" y="T1"/>
                            </a:cxn>
                            <a:cxn ang="0">
                              <a:pos x="T2" y="T3"/>
                            </a:cxn>
                            <a:cxn ang="0">
                              <a:pos x="T4" y="T5"/>
                            </a:cxn>
                            <a:cxn ang="0">
                              <a:pos x="T6" y="T7"/>
                            </a:cxn>
                            <a:cxn ang="0">
                              <a:pos x="T8" y="T9"/>
                            </a:cxn>
                          </a:cxnLst>
                          <a:rect l="0" t="0" r="r" b="b"/>
                          <a:pathLst>
                            <a:path w="67" h="67">
                              <a:moveTo>
                                <a:pt x="27" y="63"/>
                              </a:moveTo>
                              <a:cubicBezTo>
                                <a:pt x="44" y="67"/>
                                <a:pt x="60" y="56"/>
                                <a:pt x="63" y="40"/>
                              </a:cubicBezTo>
                              <a:cubicBezTo>
                                <a:pt x="67" y="24"/>
                                <a:pt x="56" y="7"/>
                                <a:pt x="40" y="4"/>
                              </a:cubicBezTo>
                              <a:cubicBezTo>
                                <a:pt x="24" y="0"/>
                                <a:pt x="7" y="11"/>
                                <a:pt x="4" y="27"/>
                              </a:cubicBezTo>
                              <a:cubicBezTo>
                                <a:pt x="0" y="43"/>
                                <a:pt x="11" y="60"/>
                                <a:pt x="27" y="6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8" name="Freeform 445"/>
                      <wps:cNvSpPr>
                        <a:spLocks noChangeArrowheads="1"/>
                      </wps:cNvSpPr>
                      <wps:spPr bwMode="auto">
                        <a:xfrm>
                          <a:off x="9708" y="16369"/>
                          <a:ext cx="66" cy="66"/>
                        </a:xfrm>
                        <a:custGeom>
                          <a:avLst/>
                          <a:gdLst>
                            <a:gd name="T0" fmla="*/ 26 w 66"/>
                            <a:gd name="T1" fmla="*/ 63 h 66"/>
                            <a:gd name="T2" fmla="*/ 63 w 66"/>
                            <a:gd name="T3" fmla="*/ 39 h 66"/>
                            <a:gd name="T4" fmla="*/ 39 w 66"/>
                            <a:gd name="T5" fmla="*/ 3 h 66"/>
                            <a:gd name="T6" fmla="*/ 3 w 66"/>
                            <a:gd name="T7" fmla="*/ 26 h 66"/>
                            <a:gd name="T8" fmla="*/ 26 w 66"/>
                            <a:gd name="T9" fmla="*/ 63 h 66"/>
                          </a:gdLst>
                          <a:ahLst/>
                          <a:cxnLst>
                            <a:cxn ang="0">
                              <a:pos x="T0" y="T1"/>
                            </a:cxn>
                            <a:cxn ang="0">
                              <a:pos x="T2" y="T3"/>
                            </a:cxn>
                            <a:cxn ang="0">
                              <a:pos x="T4" y="T5"/>
                            </a:cxn>
                            <a:cxn ang="0">
                              <a:pos x="T6" y="T7"/>
                            </a:cxn>
                            <a:cxn ang="0">
                              <a:pos x="T8" y="T9"/>
                            </a:cxn>
                          </a:cxnLst>
                          <a:rect l="0" t="0" r="r" b="b"/>
                          <a:pathLst>
                            <a:path w="66" h="66">
                              <a:moveTo>
                                <a:pt x="26" y="63"/>
                              </a:moveTo>
                              <a:cubicBezTo>
                                <a:pt x="43" y="66"/>
                                <a:pt x="59" y="56"/>
                                <a:pt x="63" y="39"/>
                              </a:cubicBezTo>
                              <a:cubicBezTo>
                                <a:pt x="66" y="23"/>
                                <a:pt x="56" y="7"/>
                                <a:pt x="39" y="3"/>
                              </a:cubicBezTo>
                              <a:cubicBezTo>
                                <a:pt x="23" y="0"/>
                                <a:pt x="7" y="10"/>
                                <a:pt x="3" y="26"/>
                              </a:cubicBezTo>
                              <a:cubicBezTo>
                                <a:pt x="0" y="43"/>
                                <a:pt x="10" y="59"/>
                                <a:pt x="26" y="6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9" name="Freeform 446"/>
                      <wps:cNvSpPr>
                        <a:spLocks noChangeArrowheads="1"/>
                      </wps:cNvSpPr>
                      <wps:spPr bwMode="auto">
                        <a:xfrm>
                          <a:off x="9658" y="16114"/>
                          <a:ext cx="70" cy="69"/>
                        </a:xfrm>
                        <a:custGeom>
                          <a:avLst/>
                          <a:gdLst>
                            <a:gd name="T0" fmla="*/ 70 w 70"/>
                            <a:gd name="T1" fmla="*/ 35 h 69"/>
                            <a:gd name="T2" fmla="*/ 35 w 70"/>
                            <a:gd name="T3" fmla="*/ 69 h 69"/>
                            <a:gd name="T4" fmla="*/ 0 w 70"/>
                            <a:gd name="T5" fmla="*/ 35 h 69"/>
                            <a:gd name="T6" fmla="*/ 35 w 70"/>
                            <a:gd name="T7" fmla="*/ 0 h 69"/>
                            <a:gd name="T8" fmla="*/ 70 w 70"/>
                            <a:gd name="T9" fmla="*/ 35 h 69"/>
                          </a:gdLst>
                          <a:ahLst/>
                          <a:cxnLst>
                            <a:cxn ang="0">
                              <a:pos x="T0" y="T1"/>
                            </a:cxn>
                            <a:cxn ang="0">
                              <a:pos x="T2" y="T3"/>
                            </a:cxn>
                            <a:cxn ang="0">
                              <a:pos x="T4" y="T5"/>
                            </a:cxn>
                            <a:cxn ang="0">
                              <a:pos x="T6" y="T7"/>
                            </a:cxn>
                            <a:cxn ang="0">
                              <a:pos x="T8" y="T9"/>
                            </a:cxn>
                          </a:cxnLst>
                          <a:rect l="0" t="0" r="r" b="b"/>
                          <a:pathLst>
                            <a:path w="70" h="69">
                              <a:moveTo>
                                <a:pt x="70" y="35"/>
                              </a:moveTo>
                              <a:cubicBezTo>
                                <a:pt x="70" y="54"/>
                                <a:pt x="54" y="69"/>
                                <a:pt x="35" y="69"/>
                              </a:cubicBezTo>
                              <a:cubicBezTo>
                                <a:pt x="16" y="69"/>
                                <a:pt x="0" y="54"/>
                                <a:pt x="0" y="35"/>
                              </a:cubicBezTo>
                              <a:cubicBezTo>
                                <a:pt x="0" y="15"/>
                                <a:pt x="16" y="0"/>
                                <a:pt x="35" y="0"/>
                              </a:cubicBezTo>
                              <a:cubicBezTo>
                                <a:pt x="54" y="0"/>
                                <a:pt x="70" y="15"/>
                                <a:pt x="70" y="35"/>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0" name="Freeform 447"/>
                      <wps:cNvSpPr>
                        <a:spLocks noChangeArrowheads="1"/>
                      </wps:cNvSpPr>
                      <wps:spPr bwMode="auto">
                        <a:xfrm>
                          <a:off x="10115" y="16318"/>
                          <a:ext cx="108" cy="142"/>
                        </a:xfrm>
                        <a:custGeom>
                          <a:avLst/>
                          <a:gdLst>
                            <a:gd name="T0" fmla="*/ 0 w 108"/>
                            <a:gd name="T1" fmla="*/ 142 h 142"/>
                            <a:gd name="T2" fmla="*/ 0 w 108"/>
                            <a:gd name="T3" fmla="*/ 18 h 142"/>
                            <a:gd name="T4" fmla="*/ 18 w 108"/>
                            <a:gd name="T5" fmla="*/ 0 h 142"/>
                            <a:gd name="T6" fmla="*/ 108 w 108"/>
                            <a:gd name="T7" fmla="*/ 0 h 142"/>
                            <a:gd name="T8" fmla="*/ 108 w 108"/>
                            <a:gd name="T9" fmla="*/ 28 h 142"/>
                            <a:gd name="T10" fmla="*/ 31 w 108"/>
                            <a:gd name="T11" fmla="*/ 28 h 142"/>
                            <a:gd name="T12" fmla="*/ 31 w 108"/>
                            <a:gd name="T13" fmla="*/ 57 h 142"/>
                            <a:gd name="T14" fmla="*/ 98 w 108"/>
                            <a:gd name="T15" fmla="*/ 57 h 142"/>
                            <a:gd name="T16" fmla="*/ 98 w 108"/>
                            <a:gd name="T17" fmla="*/ 85 h 142"/>
                            <a:gd name="T18" fmla="*/ 31 w 108"/>
                            <a:gd name="T19" fmla="*/ 85 h 142"/>
                            <a:gd name="T20" fmla="*/ 31 w 108"/>
                            <a:gd name="T21" fmla="*/ 114 h 142"/>
                            <a:gd name="T22" fmla="*/ 108 w 108"/>
                            <a:gd name="T23" fmla="*/ 114 h 142"/>
                            <a:gd name="T24" fmla="*/ 108 w 108"/>
                            <a:gd name="T25" fmla="*/ 142 h 142"/>
                            <a:gd name="T26" fmla="*/ 0 w 108"/>
                            <a:gd name="T27" fmla="*/ 142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8" h="142">
                              <a:moveTo>
                                <a:pt x="0" y="142"/>
                              </a:moveTo>
                              <a:lnTo>
                                <a:pt x="0" y="18"/>
                              </a:lnTo>
                              <a:cubicBezTo>
                                <a:pt x="0" y="17"/>
                                <a:pt x="0" y="0"/>
                                <a:pt x="18" y="0"/>
                              </a:cubicBezTo>
                              <a:cubicBezTo>
                                <a:pt x="36" y="0"/>
                                <a:pt x="108" y="0"/>
                                <a:pt x="108" y="0"/>
                              </a:cubicBezTo>
                              <a:lnTo>
                                <a:pt x="108" y="28"/>
                              </a:lnTo>
                              <a:lnTo>
                                <a:pt x="31" y="28"/>
                              </a:lnTo>
                              <a:lnTo>
                                <a:pt x="31" y="57"/>
                              </a:lnTo>
                              <a:lnTo>
                                <a:pt x="98" y="57"/>
                              </a:lnTo>
                              <a:lnTo>
                                <a:pt x="98" y="85"/>
                              </a:lnTo>
                              <a:lnTo>
                                <a:pt x="31" y="85"/>
                              </a:lnTo>
                              <a:lnTo>
                                <a:pt x="31" y="114"/>
                              </a:lnTo>
                              <a:lnTo>
                                <a:pt x="108" y="114"/>
                              </a:lnTo>
                              <a:lnTo>
                                <a:pt x="108" y="142"/>
                              </a:lnTo>
                              <a:lnTo>
                                <a:pt x="0" y="142"/>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1" name="Freeform 448"/>
                      <wps:cNvSpPr>
                        <a:spLocks noChangeArrowheads="1"/>
                      </wps:cNvSpPr>
                      <wps:spPr bwMode="auto">
                        <a:xfrm>
                          <a:off x="10233" y="16349"/>
                          <a:ext cx="99" cy="111"/>
                        </a:xfrm>
                        <a:custGeom>
                          <a:avLst/>
                          <a:gdLst>
                            <a:gd name="T0" fmla="*/ 68 w 99"/>
                            <a:gd name="T1" fmla="*/ 111 h 111"/>
                            <a:gd name="T2" fmla="*/ 68 w 99"/>
                            <a:gd name="T3" fmla="*/ 51 h 111"/>
                            <a:gd name="T4" fmla="*/ 50 w 99"/>
                            <a:gd name="T5" fmla="*/ 28 h 111"/>
                            <a:gd name="T6" fmla="*/ 30 w 99"/>
                            <a:gd name="T7" fmla="*/ 51 h 111"/>
                            <a:gd name="T8" fmla="*/ 30 w 99"/>
                            <a:gd name="T9" fmla="*/ 111 h 111"/>
                            <a:gd name="T10" fmla="*/ 0 w 99"/>
                            <a:gd name="T11" fmla="*/ 111 h 111"/>
                            <a:gd name="T12" fmla="*/ 0 w 99"/>
                            <a:gd name="T13" fmla="*/ 20 h 111"/>
                            <a:gd name="T14" fmla="*/ 18 w 99"/>
                            <a:gd name="T15" fmla="*/ 3 h 111"/>
                            <a:gd name="T16" fmla="*/ 30 w 99"/>
                            <a:gd name="T17" fmla="*/ 3 h 111"/>
                            <a:gd name="T18" fmla="*/ 30 w 99"/>
                            <a:gd name="T19" fmla="*/ 18 h 111"/>
                            <a:gd name="T20" fmla="*/ 62 w 99"/>
                            <a:gd name="T21" fmla="*/ 0 h 111"/>
                            <a:gd name="T22" fmla="*/ 99 w 99"/>
                            <a:gd name="T23" fmla="*/ 41 h 111"/>
                            <a:gd name="T24" fmla="*/ 99 w 99"/>
                            <a:gd name="T25" fmla="*/ 111 h 111"/>
                            <a:gd name="T26" fmla="*/ 68 w 99"/>
                            <a:gd name="T27"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9" h="111">
                              <a:moveTo>
                                <a:pt x="68" y="111"/>
                              </a:moveTo>
                              <a:lnTo>
                                <a:pt x="68" y="51"/>
                              </a:lnTo>
                              <a:cubicBezTo>
                                <a:pt x="68" y="36"/>
                                <a:pt x="61" y="28"/>
                                <a:pt x="50" y="28"/>
                              </a:cubicBezTo>
                              <a:cubicBezTo>
                                <a:pt x="38" y="28"/>
                                <a:pt x="30" y="36"/>
                                <a:pt x="30" y="51"/>
                              </a:cubicBezTo>
                              <a:lnTo>
                                <a:pt x="30" y="111"/>
                              </a:lnTo>
                              <a:lnTo>
                                <a:pt x="0" y="111"/>
                              </a:lnTo>
                              <a:cubicBezTo>
                                <a:pt x="0" y="111"/>
                                <a:pt x="0" y="22"/>
                                <a:pt x="0" y="20"/>
                              </a:cubicBezTo>
                              <a:cubicBezTo>
                                <a:pt x="0" y="18"/>
                                <a:pt x="0" y="3"/>
                                <a:pt x="18" y="3"/>
                              </a:cubicBezTo>
                              <a:lnTo>
                                <a:pt x="30" y="3"/>
                              </a:lnTo>
                              <a:lnTo>
                                <a:pt x="30" y="18"/>
                              </a:lnTo>
                              <a:cubicBezTo>
                                <a:pt x="38" y="9"/>
                                <a:pt x="47" y="0"/>
                                <a:pt x="62" y="0"/>
                              </a:cubicBezTo>
                              <a:cubicBezTo>
                                <a:pt x="86" y="0"/>
                                <a:pt x="99" y="16"/>
                                <a:pt x="99" y="41"/>
                              </a:cubicBezTo>
                              <a:lnTo>
                                <a:pt x="99" y="111"/>
                              </a:lnTo>
                              <a:lnTo>
                                <a:pt x="68" y="111"/>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2" name="Freeform 449"/>
                      <wps:cNvSpPr>
                        <a:spLocks noChangeArrowheads="1"/>
                      </wps:cNvSpPr>
                      <wps:spPr bwMode="auto">
                        <a:xfrm>
                          <a:off x="10457" y="16349"/>
                          <a:ext cx="65" cy="111"/>
                        </a:xfrm>
                        <a:custGeom>
                          <a:avLst/>
                          <a:gdLst>
                            <a:gd name="T0" fmla="*/ 63 w 65"/>
                            <a:gd name="T1" fmla="*/ 33 h 111"/>
                            <a:gd name="T2" fmla="*/ 30 w 65"/>
                            <a:gd name="T3" fmla="*/ 71 h 111"/>
                            <a:gd name="T4" fmla="*/ 30 w 65"/>
                            <a:gd name="T5" fmla="*/ 111 h 111"/>
                            <a:gd name="T6" fmla="*/ 0 w 65"/>
                            <a:gd name="T7" fmla="*/ 111 h 111"/>
                            <a:gd name="T8" fmla="*/ 0 w 65"/>
                            <a:gd name="T9" fmla="*/ 20 h 111"/>
                            <a:gd name="T10" fmla="*/ 17 w 65"/>
                            <a:gd name="T11" fmla="*/ 3 h 111"/>
                            <a:gd name="T12" fmla="*/ 30 w 65"/>
                            <a:gd name="T13" fmla="*/ 3 h 111"/>
                            <a:gd name="T14" fmla="*/ 30 w 65"/>
                            <a:gd name="T15" fmla="*/ 25 h 111"/>
                            <a:gd name="T16" fmla="*/ 65 w 65"/>
                            <a:gd name="T17" fmla="*/ 1 h 111"/>
                            <a:gd name="T18" fmla="*/ 65 w 65"/>
                            <a:gd name="T19" fmla="*/ 33 h 111"/>
                            <a:gd name="T20" fmla="*/ 63 w 65"/>
                            <a:gd name="T21" fmla="*/ 33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5" h="111">
                              <a:moveTo>
                                <a:pt x="63" y="33"/>
                              </a:moveTo>
                              <a:cubicBezTo>
                                <a:pt x="43" y="33"/>
                                <a:pt x="30" y="45"/>
                                <a:pt x="30" y="71"/>
                              </a:cubicBezTo>
                              <a:lnTo>
                                <a:pt x="30" y="111"/>
                              </a:lnTo>
                              <a:lnTo>
                                <a:pt x="0" y="111"/>
                              </a:lnTo>
                              <a:lnTo>
                                <a:pt x="0" y="20"/>
                              </a:lnTo>
                              <a:cubicBezTo>
                                <a:pt x="0" y="20"/>
                                <a:pt x="0" y="3"/>
                                <a:pt x="17" y="3"/>
                              </a:cubicBezTo>
                              <a:lnTo>
                                <a:pt x="30" y="3"/>
                              </a:lnTo>
                              <a:lnTo>
                                <a:pt x="30" y="25"/>
                              </a:lnTo>
                              <a:cubicBezTo>
                                <a:pt x="37" y="10"/>
                                <a:pt x="47" y="0"/>
                                <a:pt x="65" y="1"/>
                              </a:cubicBezTo>
                              <a:lnTo>
                                <a:pt x="65" y="33"/>
                              </a:lnTo>
                              <a:lnTo>
                                <a:pt x="63" y="33"/>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3" name="Freeform 450"/>
                      <wps:cNvSpPr>
                        <a:spLocks noChangeArrowheads="1"/>
                      </wps:cNvSpPr>
                      <wps:spPr bwMode="auto">
                        <a:xfrm>
                          <a:off x="10526" y="16349"/>
                          <a:ext cx="115" cy="144"/>
                        </a:xfrm>
                        <a:custGeom>
                          <a:avLst/>
                          <a:gdLst>
                            <a:gd name="T0" fmla="*/ 84 w 115"/>
                            <a:gd name="T1" fmla="*/ 51 h 144"/>
                            <a:gd name="T2" fmla="*/ 58 w 115"/>
                            <a:gd name="T3" fmla="*/ 26 h 144"/>
                            <a:gd name="T4" fmla="*/ 31 w 115"/>
                            <a:gd name="T5" fmla="*/ 51 h 144"/>
                            <a:gd name="T6" fmla="*/ 31 w 115"/>
                            <a:gd name="T7" fmla="*/ 52 h 144"/>
                            <a:gd name="T8" fmla="*/ 58 w 115"/>
                            <a:gd name="T9" fmla="*/ 77 h 144"/>
                            <a:gd name="T10" fmla="*/ 84 w 115"/>
                            <a:gd name="T11" fmla="*/ 52 h 144"/>
                            <a:gd name="T12" fmla="*/ 84 w 115"/>
                            <a:gd name="T13" fmla="*/ 51 h 144"/>
                            <a:gd name="T14" fmla="*/ 54 w 115"/>
                            <a:gd name="T15" fmla="*/ 144 h 144"/>
                            <a:gd name="T16" fmla="*/ 6 w 115"/>
                            <a:gd name="T17" fmla="*/ 133 h 144"/>
                            <a:gd name="T18" fmla="*/ 16 w 115"/>
                            <a:gd name="T19" fmla="*/ 110 h 144"/>
                            <a:gd name="T20" fmla="*/ 53 w 115"/>
                            <a:gd name="T21" fmla="*/ 120 h 144"/>
                            <a:gd name="T22" fmla="*/ 84 w 115"/>
                            <a:gd name="T23" fmla="*/ 90 h 144"/>
                            <a:gd name="T24" fmla="*/ 84 w 115"/>
                            <a:gd name="T25" fmla="*/ 85 h 144"/>
                            <a:gd name="T26" fmla="*/ 49 w 115"/>
                            <a:gd name="T27" fmla="*/ 102 h 144"/>
                            <a:gd name="T28" fmla="*/ 0 w 115"/>
                            <a:gd name="T29" fmla="*/ 52 h 144"/>
                            <a:gd name="T30" fmla="*/ 0 w 115"/>
                            <a:gd name="T31" fmla="*/ 51 h 144"/>
                            <a:gd name="T32" fmla="*/ 49 w 115"/>
                            <a:gd name="T33" fmla="*/ 0 h 144"/>
                            <a:gd name="T34" fmla="*/ 84 w 115"/>
                            <a:gd name="T35" fmla="*/ 17 h 144"/>
                            <a:gd name="T36" fmla="*/ 84 w 115"/>
                            <a:gd name="T37" fmla="*/ 3 h 144"/>
                            <a:gd name="T38" fmla="*/ 97 w 115"/>
                            <a:gd name="T39" fmla="*/ 3 h 144"/>
                            <a:gd name="T40" fmla="*/ 115 w 115"/>
                            <a:gd name="T41" fmla="*/ 20 h 144"/>
                            <a:gd name="T42" fmla="*/ 115 w 115"/>
                            <a:gd name="T43" fmla="*/ 87 h 144"/>
                            <a:gd name="T44" fmla="*/ 54 w 115"/>
                            <a:gd name="T45" fmla="*/ 144 h 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15" h="144">
                              <a:moveTo>
                                <a:pt x="84" y="51"/>
                              </a:moveTo>
                              <a:cubicBezTo>
                                <a:pt x="84" y="36"/>
                                <a:pt x="73" y="26"/>
                                <a:pt x="58" y="26"/>
                              </a:cubicBezTo>
                              <a:cubicBezTo>
                                <a:pt x="43" y="26"/>
                                <a:pt x="31" y="36"/>
                                <a:pt x="31" y="51"/>
                              </a:cubicBezTo>
                              <a:lnTo>
                                <a:pt x="31" y="52"/>
                              </a:lnTo>
                              <a:cubicBezTo>
                                <a:pt x="31" y="67"/>
                                <a:pt x="43" y="77"/>
                                <a:pt x="58" y="77"/>
                              </a:cubicBezTo>
                              <a:cubicBezTo>
                                <a:pt x="73" y="77"/>
                                <a:pt x="84" y="66"/>
                                <a:pt x="84" y="52"/>
                              </a:cubicBezTo>
                              <a:lnTo>
                                <a:pt x="84" y="51"/>
                              </a:lnTo>
                              <a:moveTo>
                                <a:pt x="54" y="144"/>
                              </a:moveTo>
                              <a:cubicBezTo>
                                <a:pt x="36" y="144"/>
                                <a:pt x="20" y="140"/>
                                <a:pt x="6" y="133"/>
                              </a:cubicBezTo>
                              <a:lnTo>
                                <a:pt x="16" y="110"/>
                              </a:lnTo>
                              <a:cubicBezTo>
                                <a:pt x="28" y="116"/>
                                <a:pt x="39" y="120"/>
                                <a:pt x="53" y="120"/>
                              </a:cubicBezTo>
                              <a:cubicBezTo>
                                <a:pt x="74" y="120"/>
                                <a:pt x="84" y="109"/>
                                <a:pt x="84" y="90"/>
                              </a:cubicBezTo>
                              <a:lnTo>
                                <a:pt x="84" y="85"/>
                              </a:lnTo>
                              <a:cubicBezTo>
                                <a:pt x="75" y="96"/>
                                <a:pt x="65" y="102"/>
                                <a:pt x="49" y="102"/>
                              </a:cubicBezTo>
                              <a:cubicBezTo>
                                <a:pt x="23" y="102"/>
                                <a:pt x="0" y="84"/>
                                <a:pt x="0" y="52"/>
                              </a:cubicBezTo>
                              <a:lnTo>
                                <a:pt x="0" y="51"/>
                              </a:lnTo>
                              <a:cubicBezTo>
                                <a:pt x="0" y="19"/>
                                <a:pt x="24" y="0"/>
                                <a:pt x="49" y="0"/>
                              </a:cubicBezTo>
                              <a:cubicBezTo>
                                <a:pt x="65" y="0"/>
                                <a:pt x="75" y="8"/>
                                <a:pt x="84" y="17"/>
                              </a:cubicBezTo>
                              <a:lnTo>
                                <a:pt x="84" y="3"/>
                              </a:lnTo>
                              <a:lnTo>
                                <a:pt x="97" y="3"/>
                              </a:lnTo>
                              <a:cubicBezTo>
                                <a:pt x="115" y="3"/>
                                <a:pt x="115" y="20"/>
                                <a:pt x="115" y="20"/>
                              </a:cubicBezTo>
                              <a:lnTo>
                                <a:pt x="115" y="87"/>
                              </a:lnTo>
                              <a:cubicBezTo>
                                <a:pt x="115" y="128"/>
                                <a:pt x="94" y="144"/>
                                <a:pt x="54" y="144"/>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4" name="Freeform 451"/>
                      <wps:cNvSpPr>
                        <a:spLocks noChangeArrowheads="1"/>
                      </wps:cNvSpPr>
                      <wps:spPr bwMode="auto">
                        <a:xfrm>
                          <a:off x="10644" y="16351"/>
                          <a:ext cx="113" cy="142"/>
                        </a:xfrm>
                        <a:custGeom>
                          <a:avLst/>
                          <a:gdLst>
                            <a:gd name="T0" fmla="*/ 72 w 113"/>
                            <a:gd name="T1" fmla="*/ 112 h 142"/>
                            <a:gd name="T2" fmla="*/ 36 w 113"/>
                            <a:gd name="T3" fmla="*/ 142 h 142"/>
                            <a:gd name="T4" fmla="*/ 9 w 113"/>
                            <a:gd name="T5" fmla="*/ 135 h 142"/>
                            <a:gd name="T6" fmla="*/ 19 w 113"/>
                            <a:gd name="T7" fmla="*/ 112 h 142"/>
                            <a:gd name="T8" fmla="*/ 32 w 113"/>
                            <a:gd name="T9" fmla="*/ 117 h 142"/>
                            <a:gd name="T10" fmla="*/ 43 w 113"/>
                            <a:gd name="T11" fmla="*/ 110 h 142"/>
                            <a:gd name="T12" fmla="*/ 0 w 113"/>
                            <a:gd name="T13" fmla="*/ 0 h 142"/>
                            <a:gd name="T14" fmla="*/ 33 w 113"/>
                            <a:gd name="T15" fmla="*/ 0 h 142"/>
                            <a:gd name="T16" fmla="*/ 58 w 113"/>
                            <a:gd name="T17" fmla="*/ 74 h 142"/>
                            <a:gd name="T18" fmla="*/ 76 w 113"/>
                            <a:gd name="T19" fmla="*/ 18 h 142"/>
                            <a:gd name="T20" fmla="*/ 93 w 113"/>
                            <a:gd name="T21" fmla="*/ 0 h 142"/>
                            <a:gd name="T22" fmla="*/ 113 w 113"/>
                            <a:gd name="T23" fmla="*/ 0 h 142"/>
                            <a:gd name="T24" fmla="*/ 72 w 113"/>
                            <a:gd name="T25" fmla="*/ 112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13" h="142">
                              <a:moveTo>
                                <a:pt x="72" y="112"/>
                              </a:moveTo>
                              <a:cubicBezTo>
                                <a:pt x="63" y="134"/>
                                <a:pt x="54" y="142"/>
                                <a:pt x="36" y="142"/>
                              </a:cubicBezTo>
                              <a:cubicBezTo>
                                <a:pt x="25" y="142"/>
                                <a:pt x="17" y="139"/>
                                <a:pt x="9" y="135"/>
                              </a:cubicBezTo>
                              <a:lnTo>
                                <a:pt x="19" y="112"/>
                              </a:lnTo>
                              <a:cubicBezTo>
                                <a:pt x="23" y="115"/>
                                <a:pt x="28" y="117"/>
                                <a:pt x="32" y="117"/>
                              </a:cubicBezTo>
                              <a:cubicBezTo>
                                <a:pt x="37" y="117"/>
                                <a:pt x="40" y="115"/>
                                <a:pt x="43" y="110"/>
                              </a:cubicBezTo>
                              <a:lnTo>
                                <a:pt x="0" y="0"/>
                              </a:lnTo>
                              <a:lnTo>
                                <a:pt x="33" y="0"/>
                              </a:lnTo>
                              <a:lnTo>
                                <a:pt x="58" y="74"/>
                              </a:lnTo>
                              <a:lnTo>
                                <a:pt x="76" y="18"/>
                              </a:lnTo>
                              <a:cubicBezTo>
                                <a:pt x="76" y="18"/>
                                <a:pt x="81" y="0"/>
                                <a:pt x="93" y="0"/>
                              </a:cubicBezTo>
                              <a:lnTo>
                                <a:pt x="113" y="0"/>
                              </a:lnTo>
                              <a:lnTo>
                                <a:pt x="72" y="112"/>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5" name="Freeform 452"/>
                      <wps:cNvSpPr>
                        <a:spLocks noChangeArrowheads="1"/>
                      </wps:cNvSpPr>
                      <wps:spPr bwMode="auto">
                        <a:xfrm>
                          <a:off x="10115" y="16149"/>
                          <a:ext cx="108" cy="142"/>
                        </a:xfrm>
                        <a:custGeom>
                          <a:avLst/>
                          <a:gdLst>
                            <a:gd name="T0" fmla="*/ 0 w 108"/>
                            <a:gd name="T1" fmla="*/ 142 h 142"/>
                            <a:gd name="T2" fmla="*/ 0 w 108"/>
                            <a:gd name="T3" fmla="*/ 18 h 142"/>
                            <a:gd name="T4" fmla="*/ 18 w 108"/>
                            <a:gd name="T5" fmla="*/ 0 h 142"/>
                            <a:gd name="T6" fmla="*/ 108 w 108"/>
                            <a:gd name="T7" fmla="*/ 0 h 142"/>
                            <a:gd name="T8" fmla="*/ 108 w 108"/>
                            <a:gd name="T9" fmla="*/ 27 h 142"/>
                            <a:gd name="T10" fmla="*/ 31 w 108"/>
                            <a:gd name="T11" fmla="*/ 27 h 142"/>
                            <a:gd name="T12" fmla="*/ 31 w 108"/>
                            <a:gd name="T13" fmla="*/ 56 h 142"/>
                            <a:gd name="T14" fmla="*/ 98 w 108"/>
                            <a:gd name="T15" fmla="*/ 56 h 142"/>
                            <a:gd name="T16" fmla="*/ 98 w 108"/>
                            <a:gd name="T17" fmla="*/ 84 h 142"/>
                            <a:gd name="T18" fmla="*/ 31 w 108"/>
                            <a:gd name="T19" fmla="*/ 84 h 142"/>
                            <a:gd name="T20" fmla="*/ 31 w 108"/>
                            <a:gd name="T21" fmla="*/ 114 h 142"/>
                            <a:gd name="T22" fmla="*/ 108 w 108"/>
                            <a:gd name="T23" fmla="*/ 114 h 142"/>
                            <a:gd name="T24" fmla="*/ 108 w 108"/>
                            <a:gd name="T25" fmla="*/ 142 h 142"/>
                            <a:gd name="T26" fmla="*/ 0 w 108"/>
                            <a:gd name="T27" fmla="*/ 142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8" h="142">
                              <a:moveTo>
                                <a:pt x="0" y="142"/>
                              </a:moveTo>
                              <a:lnTo>
                                <a:pt x="0" y="18"/>
                              </a:lnTo>
                              <a:cubicBezTo>
                                <a:pt x="0" y="16"/>
                                <a:pt x="0" y="0"/>
                                <a:pt x="18" y="0"/>
                              </a:cubicBezTo>
                              <a:cubicBezTo>
                                <a:pt x="36" y="0"/>
                                <a:pt x="108" y="0"/>
                                <a:pt x="108" y="0"/>
                              </a:cubicBezTo>
                              <a:lnTo>
                                <a:pt x="108" y="27"/>
                              </a:lnTo>
                              <a:lnTo>
                                <a:pt x="31" y="27"/>
                              </a:lnTo>
                              <a:lnTo>
                                <a:pt x="31" y="56"/>
                              </a:lnTo>
                              <a:lnTo>
                                <a:pt x="98" y="56"/>
                              </a:lnTo>
                              <a:lnTo>
                                <a:pt x="98" y="84"/>
                              </a:lnTo>
                              <a:lnTo>
                                <a:pt x="31" y="84"/>
                              </a:lnTo>
                              <a:lnTo>
                                <a:pt x="31" y="114"/>
                              </a:lnTo>
                              <a:lnTo>
                                <a:pt x="108" y="114"/>
                              </a:lnTo>
                              <a:lnTo>
                                <a:pt x="108" y="142"/>
                              </a:lnTo>
                              <a:lnTo>
                                <a:pt x="0" y="142"/>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6" name="Freeform 453"/>
                      <wps:cNvSpPr>
                        <a:spLocks noChangeArrowheads="1"/>
                      </wps:cNvSpPr>
                      <wps:spPr bwMode="auto">
                        <a:xfrm>
                          <a:off x="10233" y="16180"/>
                          <a:ext cx="99" cy="111"/>
                        </a:xfrm>
                        <a:custGeom>
                          <a:avLst/>
                          <a:gdLst>
                            <a:gd name="T0" fmla="*/ 68 w 99"/>
                            <a:gd name="T1" fmla="*/ 111 h 111"/>
                            <a:gd name="T2" fmla="*/ 68 w 99"/>
                            <a:gd name="T3" fmla="*/ 50 h 111"/>
                            <a:gd name="T4" fmla="*/ 50 w 99"/>
                            <a:gd name="T5" fmla="*/ 28 h 111"/>
                            <a:gd name="T6" fmla="*/ 30 w 99"/>
                            <a:gd name="T7" fmla="*/ 50 h 111"/>
                            <a:gd name="T8" fmla="*/ 30 w 99"/>
                            <a:gd name="T9" fmla="*/ 111 h 111"/>
                            <a:gd name="T10" fmla="*/ 0 w 99"/>
                            <a:gd name="T11" fmla="*/ 111 h 111"/>
                            <a:gd name="T12" fmla="*/ 0 w 99"/>
                            <a:gd name="T13" fmla="*/ 20 h 111"/>
                            <a:gd name="T14" fmla="*/ 18 w 99"/>
                            <a:gd name="T15" fmla="*/ 2 h 111"/>
                            <a:gd name="T16" fmla="*/ 30 w 99"/>
                            <a:gd name="T17" fmla="*/ 2 h 111"/>
                            <a:gd name="T18" fmla="*/ 30 w 99"/>
                            <a:gd name="T19" fmla="*/ 17 h 111"/>
                            <a:gd name="T20" fmla="*/ 62 w 99"/>
                            <a:gd name="T21" fmla="*/ 0 h 111"/>
                            <a:gd name="T22" fmla="*/ 99 w 99"/>
                            <a:gd name="T23" fmla="*/ 40 h 111"/>
                            <a:gd name="T24" fmla="*/ 99 w 99"/>
                            <a:gd name="T25" fmla="*/ 111 h 111"/>
                            <a:gd name="T26" fmla="*/ 68 w 99"/>
                            <a:gd name="T27"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9" h="111">
                              <a:moveTo>
                                <a:pt x="68" y="111"/>
                              </a:moveTo>
                              <a:lnTo>
                                <a:pt x="68" y="50"/>
                              </a:lnTo>
                              <a:cubicBezTo>
                                <a:pt x="68" y="35"/>
                                <a:pt x="61" y="28"/>
                                <a:pt x="50" y="28"/>
                              </a:cubicBezTo>
                              <a:cubicBezTo>
                                <a:pt x="38" y="28"/>
                                <a:pt x="30" y="35"/>
                                <a:pt x="30" y="50"/>
                              </a:cubicBezTo>
                              <a:lnTo>
                                <a:pt x="30" y="111"/>
                              </a:lnTo>
                              <a:lnTo>
                                <a:pt x="0" y="111"/>
                              </a:lnTo>
                              <a:cubicBezTo>
                                <a:pt x="0" y="111"/>
                                <a:pt x="0" y="21"/>
                                <a:pt x="0" y="20"/>
                              </a:cubicBezTo>
                              <a:cubicBezTo>
                                <a:pt x="0" y="18"/>
                                <a:pt x="0" y="2"/>
                                <a:pt x="18" y="2"/>
                              </a:cubicBezTo>
                              <a:lnTo>
                                <a:pt x="30" y="2"/>
                              </a:lnTo>
                              <a:lnTo>
                                <a:pt x="30" y="17"/>
                              </a:lnTo>
                              <a:cubicBezTo>
                                <a:pt x="38" y="8"/>
                                <a:pt x="47" y="0"/>
                                <a:pt x="62" y="0"/>
                              </a:cubicBezTo>
                              <a:cubicBezTo>
                                <a:pt x="86" y="0"/>
                                <a:pt x="99" y="15"/>
                                <a:pt x="99" y="40"/>
                              </a:cubicBezTo>
                              <a:lnTo>
                                <a:pt x="99" y="111"/>
                              </a:lnTo>
                              <a:lnTo>
                                <a:pt x="68" y="111"/>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7" name="Freeform 454"/>
                      <wps:cNvSpPr>
                        <a:spLocks noChangeArrowheads="1"/>
                      </wps:cNvSpPr>
                      <wps:spPr bwMode="auto">
                        <a:xfrm>
                          <a:off x="10779" y="16179"/>
                          <a:ext cx="117" cy="113"/>
                        </a:xfrm>
                        <a:custGeom>
                          <a:avLst/>
                          <a:gdLst>
                            <a:gd name="T0" fmla="*/ 87 w 117"/>
                            <a:gd name="T1" fmla="*/ 56 h 113"/>
                            <a:gd name="T2" fmla="*/ 58 w 117"/>
                            <a:gd name="T3" fmla="*/ 26 h 113"/>
                            <a:gd name="T4" fmla="*/ 30 w 117"/>
                            <a:gd name="T5" fmla="*/ 56 h 113"/>
                            <a:gd name="T6" fmla="*/ 30 w 117"/>
                            <a:gd name="T7" fmla="*/ 56 h 113"/>
                            <a:gd name="T8" fmla="*/ 59 w 117"/>
                            <a:gd name="T9" fmla="*/ 86 h 113"/>
                            <a:gd name="T10" fmla="*/ 87 w 117"/>
                            <a:gd name="T11" fmla="*/ 57 h 113"/>
                            <a:gd name="T12" fmla="*/ 87 w 117"/>
                            <a:gd name="T13" fmla="*/ 56 h 113"/>
                            <a:gd name="T14" fmla="*/ 58 w 117"/>
                            <a:gd name="T15" fmla="*/ 113 h 113"/>
                            <a:gd name="T16" fmla="*/ 0 w 117"/>
                            <a:gd name="T17" fmla="*/ 57 h 113"/>
                            <a:gd name="T18" fmla="*/ 0 w 117"/>
                            <a:gd name="T19" fmla="*/ 56 h 113"/>
                            <a:gd name="T20" fmla="*/ 59 w 117"/>
                            <a:gd name="T21" fmla="*/ 0 h 113"/>
                            <a:gd name="T22" fmla="*/ 117 w 117"/>
                            <a:gd name="T23" fmla="*/ 56 h 113"/>
                            <a:gd name="T24" fmla="*/ 117 w 117"/>
                            <a:gd name="T25" fmla="*/ 56 h 113"/>
                            <a:gd name="T26" fmla="*/ 58 w 117"/>
                            <a:gd name="T27" fmla="*/ 113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7" h="113">
                              <a:moveTo>
                                <a:pt x="87" y="56"/>
                              </a:moveTo>
                              <a:cubicBezTo>
                                <a:pt x="87" y="40"/>
                                <a:pt x="75" y="26"/>
                                <a:pt x="58" y="26"/>
                              </a:cubicBezTo>
                              <a:cubicBezTo>
                                <a:pt x="41" y="26"/>
                                <a:pt x="30" y="40"/>
                                <a:pt x="30" y="56"/>
                              </a:cubicBezTo>
                              <a:cubicBezTo>
                                <a:pt x="30" y="72"/>
                                <a:pt x="42" y="86"/>
                                <a:pt x="59" y="86"/>
                              </a:cubicBezTo>
                              <a:cubicBezTo>
                                <a:pt x="76" y="86"/>
                                <a:pt x="87" y="73"/>
                                <a:pt x="87" y="57"/>
                              </a:cubicBezTo>
                              <a:lnTo>
                                <a:pt x="87" y="56"/>
                              </a:lnTo>
                              <a:moveTo>
                                <a:pt x="58" y="113"/>
                              </a:moveTo>
                              <a:cubicBezTo>
                                <a:pt x="25" y="113"/>
                                <a:pt x="0" y="88"/>
                                <a:pt x="0" y="57"/>
                              </a:cubicBezTo>
                              <a:lnTo>
                                <a:pt x="0" y="56"/>
                              </a:lnTo>
                              <a:cubicBezTo>
                                <a:pt x="0" y="25"/>
                                <a:pt x="25" y="0"/>
                                <a:pt x="59" y="0"/>
                              </a:cubicBezTo>
                              <a:cubicBezTo>
                                <a:pt x="92" y="0"/>
                                <a:pt x="117" y="25"/>
                                <a:pt x="117" y="56"/>
                              </a:cubicBezTo>
                              <a:cubicBezTo>
                                <a:pt x="117" y="88"/>
                                <a:pt x="92" y="113"/>
                                <a:pt x="58" y="113"/>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8" name="Freeform 455"/>
                      <wps:cNvSpPr>
                        <a:spLocks noChangeArrowheads="1"/>
                      </wps:cNvSpPr>
                      <wps:spPr bwMode="auto">
                        <a:xfrm>
                          <a:off x="10341" y="16149"/>
                          <a:ext cx="115" cy="144"/>
                        </a:xfrm>
                        <a:custGeom>
                          <a:avLst/>
                          <a:gdLst>
                            <a:gd name="T0" fmla="*/ 84 w 115"/>
                            <a:gd name="T1" fmla="*/ 87 h 144"/>
                            <a:gd name="T2" fmla="*/ 58 w 115"/>
                            <a:gd name="T3" fmla="*/ 57 h 144"/>
                            <a:gd name="T4" fmla="*/ 31 w 115"/>
                            <a:gd name="T5" fmla="*/ 87 h 144"/>
                            <a:gd name="T6" fmla="*/ 31 w 115"/>
                            <a:gd name="T7" fmla="*/ 88 h 144"/>
                            <a:gd name="T8" fmla="*/ 58 w 115"/>
                            <a:gd name="T9" fmla="*/ 118 h 144"/>
                            <a:gd name="T10" fmla="*/ 84 w 115"/>
                            <a:gd name="T11" fmla="*/ 88 h 144"/>
                            <a:gd name="T12" fmla="*/ 84 w 115"/>
                            <a:gd name="T13" fmla="*/ 87 h 144"/>
                            <a:gd name="T14" fmla="*/ 84 w 115"/>
                            <a:gd name="T15" fmla="*/ 142 h 144"/>
                            <a:gd name="T16" fmla="*/ 84 w 115"/>
                            <a:gd name="T17" fmla="*/ 126 h 144"/>
                            <a:gd name="T18" fmla="*/ 50 w 115"/>
                            <a:gd name="T19" fmla="*/ 144 h 144"/>
                            <a:gd name="T20" fmla="*/ 0 w 115"/>
                            <a:gd name="T21" fmla="*/ 88 h 144"/>
                            <a:gd name="T22" fmla="*/ 0 w 115"/>
                            <a:gd name="T23" fmla="*/ 87 h 144"/>
                            <a:gd name="T24" fmla="*/ 50 w 115"/>
                            <a:gd name="T25" fmla="*/ 31 h 144"/>
                            <a:gd name="T26" fmla="*/ 84 w 115"/>
                            <a:gd name="T27" fmla="*/ 47 h 144"/>
                            <a:gd name="T28" fmla="*/ 84 w 115"/>
                            <a:gd name="T29" fmla="*/ 17 h 144"/>
                            <a:gd name="T30" fmla="*/ 102 w 115"/>
                            <a:gd name="T31" fmla="*/ 0 h 144"/>
                            <a:gd name="T32" fmla="*/ 115 w 115"/>
                            <a:gd name="T33" fmla="*/ 0 h 144"/>
                            <a:gd name="T34" fmla="*/ 115 w 115"/>
                            <a:gd name="T35" fmla="*/ 142 h 144"/>
                            <a:gd name="T36" fmla="*/ 84 w 115"/>
                            <a:gd name="T37" fmla="*/ 142 h 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5" h="144">
                              <a:moveTo>
                                <a:pt x="84" y="87"/>
                              </a:moveTo>
                              <a:cubicBezTo>
                                <a:pt x="84" y="69"/>
                                <a:pt x="72" y="57"/>
                                <a:pt x="58" y="57"/>
                              </a:cubicBezTo>
                              <a:cubicBezTo>
                                <a:pt x="43" y="57"/>
                                <a:pt x="31" y="69"/>
                                <a:pt x="31" y="87"/>
                              </a:cubicBezTo>
                              <a:lnTo>
                                <a:pt x="31" y="88"/>
                              </a:lnTo>
                              <a:cubicBezTo>
                                <a:pt x="31" y="106"/>
                                <a:pt x="43" y="118"/>
                                <a:pt x="58" y="118"/>
                              </a:cubicBezTo>
                              <a:cubicBezTo>
                                <a:pt x="72" y="118"/>
                                <a:pt x="84" y="106"/>
                                <a:pt x="84" y="88"/>
                              </a:cubicBezTo>
                              <a:lnTo>
                                <a:pt x="84" y="87"/>
                              </a:lnTo>
                              <a:moveTo>
                                <a:pt x="84" y="142"/>
                              </a:moveTo>
                              <a:lnTo>
                                <a:pt x="84" y="126"/>
                              </a:lnTo>
                              <a:cubicBezTo>
                                <a:pt x="76" y="136"/>
                                <a:pt x="66" y="144"/>
                                <a:pt x="50" y="144"/>
                              </a:cubicBezTo>
                              <a:cubicBezTo>
                                <a:pt x="25" y="144"/>
                                <a:pt x="0" y="124"/>
                                <a:pt x="0" y="88"/>
                              </a:cubicBezTo>
                              <a:lnTo>
                                <a:pt x="0" y="87"/>
                              </a:lnTo>
                              <a:cubicBezTo>
                                <a:pt x="0" y="51"/>
                                <a:pt x="24" y="31"/>
                                <a:pt x="50" y="31"/>
                              </a:cubicBezTo>
                              <a:cubicBezTo>
                                <a:pt x="66" y="31"/>
                                <a:pt x="77" y="38"/>
                                <a:pt x="84" y="47"/>
                              </a:cubicBezTo>
                              <a:lnTo>
                                <a:pt x="84" y="17"/>
                              </a:lnTo>
                              <a:cubicBezTo>
                                <a:pt x="84" y="16"/>
                                <a:pt x="84" y="0"/>
                                <a:pt x="102" y="0"/>
                              </a:cubicBezTo>
                              <a:lnTo>
                                <a:pt x="115" y="0"/>
                              </a:lnTo>
                              <a:lnTo>
                                <a:pt x="115" y="142"/>
                              </a:lnTo>
                              <a:lnTo>
                                <a:pt x="84" y="142"/>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9" name="Freeform 456"/>
                      <wps:cNvSpPr>
                        <a:spLocks noChangeArrowheads="1"/>
                      </wps:cNvSpPr>
                      <wps:spPr bwMode="auto">
                        <a:xfrm>
                          <a:off x="10576" y="16180"/>
                          <a:ext cx="100" cy="113"/>
                        </a:xfrm>
                        <a:custGeom>
                          <a:avLst/>
                          <a:gdLst>
                            <a:gd name="T0" fmla="*/ 71 w 100"/>
                            <a:gd name="T1" fmla="*/ 67 h 113"/>
                            <a:gd name="T2" fmla="*/ 51 w 100"/>
                            <a:gd name="T3" fmla="*/ 63 h 113"/>
                            <a:gd name="T4" fmla="*/ 30 w 100"/>
                            <a:gd name="T5" fmla="*/ 78 h 113"/>
                            <a:gd name="T6" fmla="*/ 30 w 100"/>
                            <a:gd name="T7" fmla="*/ 78 h 113"/>
                            <a:gd name="T8" fmla="*/ 46 w 100"/>
                            <a:gd name="T9" fmla="*/ 91 h 113"/>
                            <a:gd name="T10" fmla="*/ 71 w 100"/>
                            <a:gd name="T11" fmla="*/ 72 h 113"/>
                            <a:gd name="T12" fmla="*/ 71 w 100"/>
                            <a:gd name="T13" fmla="*/ 67 h 113"/>
                            <a:gd name="T14" fmla="*/ 70 w 100"/>
                            <a:gd name="T15" fmla="*/ 111 h 113"/>
                            <a:gd name="T16" fmla="*/ 70 w 100"/>
                            <a:gd name="T17" fmla="*/ 99 h 113"/>
                            <a:gd name="T18" fmla="*/ 37 w 100"/>
                            <a:gd name="T19" fmla="*/ 113 h 113"/>
                            <a:gd name="T20" fmla="*/ 0 w 100"/>
                            <a:gd name="T21" fmla="*/ 79 h 113"/>
                            <a:gd name="T22" fmla="*/ 0 w 100"/>
                            <a:gd name="T23" fmla="*/ 79 h 113"/>
                            <a:gd name="T24" fmla="*/ 44 w 100"/>
                            <a:gd name="T25" fmla="*/ 44 h 113"/>
                            <a:gd name="T26" fmla="*/ 70 w 100"/>
                            <a:gd name="T27" fmla="*/ 49 h 113"/>
                            <a:gd name="T28" fmla="*/ 70 w 100"/>
                            <a:gd name="T29" fmla="*/ 47 h 113"/>
                            <a:gd name="T30" fmla="*/ 47 w 100"/>
                            <a:gd name="T31" fmla="*/ 26 h 113"/>
                            <a:gd name="T32" fmla="*/ 17 w 100"/>
                            <a:gd name="T33" fmla="*/ 32 h 113"/>
                            <a:gd name="T34" fmla="*/ 9 w 100"/>
                            <a:gd name="T35" fmla="*/ 8 h 113"/>
                            <a:gd name="T36" fmla="*/ 51 w 100"/>
                            <a:gd name="T37" fmla="*/ 0 h 113"/>
                            <a:gd name="T38" fmla="*/ 100 w 100"/>
                            <a:gd name="T39" fmla="*/ 47 h 113"/>
                            <a:gd name="T40" fmla="*/ 100 w 100"/>
                            <a:gd name="T41" fmla="*/ 111 h 113"/>
                            <a:gd name="T42" fmla="*/ 70 w 100"/>
                            <a:gd name="T43" fmla="*/ 111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00" h="113">
                              <a:moveTo>
                                <a:pt x="71" y="67"/>
                              </a:moveTo>
                              <a:cubicBezTo>
                                <a:pt x="65" y="64"/>
                                <a:pt x="58" y="63"/>
                                <a:pt x="51" y="63"/>
                              </a:cubicBezTo>
                              <a:cubicBezTo>
                                <a:pt x="38" y="63"/>
                                <a:pt x="30" y="68"/>
                                <a:pt x="30" y="78"/>
                              </a:cubicBezTo>
                              <a:cubicBezTo>
                                <a:pt x="30" y="86"/>
                                <a:pt x="37" y="91"/>
                                <a:pt x="46" y="91"/>
                              </a:cubicBezTo>
                              <a:cubicBezTo>
                                <a:pt x="61" y="91"/>
                                <a:pt x="71" y="83"/>
                                <a:pt x="71" y="72"/>
                              </a:cubicBezTo>
                              <a:lnTo>
                                <a:pt x="71" y="67"/>
                              </a:lnTo>
                              <a:moveTo>
                                <a:pt x="70" y="111"/>
                              </a:moveTo>
                              <a:lnTo>
                                <a:pt x="70" y="99"/>
                              </a:lnTo>
                              <a:cubicBezTo>
                                <a:pt x="63" y="107"/>
                                <a:pt x="52" y="113"/>
                                <a:pt x="37" y="113"/>
                              </a:cubicBezTo>
                              <a:cubicBezTo>
                                <a:pt x="17" y="113"/>
                                <a:pt x="0" y="101"/>
                                <a:pt x="0" y="79"/>
                              </a:cubicBezTo>
                              <a:cubicBezTo>
                                <a:pt x="0" y="55"/>
                                <a:pt x="18" y="44"/>
                                <a:pt x="44" y="44"/>
                              </a:cubicBezTo>
                              <a:cubicBezTo>
                                <a:pt x="55" y="44"/>
                                <a:pt x="63" y="46"/>
                                <a:pt x="70" y="49"/>
                              </a:cubicBezTo>
                              <a:lnTo>
                                <a:pt x="70" y="47"/>
                              </a:lnTo>
                              <a:cubicBezTo>
                                <a:pt x="70" y="34"/>
                                <a:pt x="62" y="26"/>
                                <a:pt x="47" y="26"/>
                              </a:cubicBezTo>
                              <a:cubicBezTo>
                                <a:pt x="35" y="26"/>
                                <a:pt x="27" y="28"/>
                                <a:pt x="17" y="32"/>
                              </a:cubicBezTo>
                              <a:lnTo>
                                <a:pt x="9" y="8"/>
                              </a:lnTo>
                              <a:cubicBezTo>
                                <a:pt x="21" y="3"/>
                                <a:pt x="33" y="0"/>
                                <a:pt x="51" y="0"/>
                              </a:cubicBezTo>
                              <a:cubicBezTo>
                                <a:pt x="85" y="0"/>
                                <a:pt x="100" y="17"/>
                                <a:pt x="100" y="47"/>
                              </a:cubicBezTo>
                              <a:lnTo>
                                <a:pt x="100" y="111"/>
                              </a:lnTo>
                              <a:lnTo>
                                <a:pt x="70" y="111"/>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0" name="Freeform 457"/>
                      <wps:cNvSpPr>
                        <a:spLocks noChangeArrowheads="1"/>
                      </wps:cNvSpPr>
                      <wps:spPr bwMode="auto">
                        <a:xfrm>
                          <a:off x="10673" y="16182"/>
                          <a:ext cx="113" cy="108"/>
                        </a:xfrm>
                        <a:custGeom>
                          <a:avLst/>
                          <a:gdLst>
                            <a:gd name="T0" fmla="*/ 71 w 113"/>
                            <a:gd name="T1" fmla="*/ 108 h 108"/>
                            <a:gd name="T2" fmla="*/ 43 w 113"/>
                            <a:gd name="T3" fmla="*/ 108 h 108"/>
                            <a:gd name="T4" fmla="*/ 0 w 113"/>
                            <a:gd name="T5" fmla="*/ 0 h 108"/>
                            <a:gd name="T6" fmla="*/ 32 w 113"/>
                            <a:gd name="T7" fmla="*/ 0 h 108"/>
                            <a:gd name="T8" fmla="*/ 57 w 113"/>
                            <a:gd name="T9" fmla="*/ 72 h 108"/>
                            <a:gd name="T10" fmla="*/ 75 w 113"/>
                            <a:gd name="T11" fmla="*/ 17 h 108"/>
                            <a:gd name="T12" fmla="*/ 93 w 113"/>
                            <a:gd name="T13" fmla="*/ 0 h 108"/>
                            <a:gd name="T14" fmla="*/ 113 w 113"/>
                            <a:gd name="T15" fmla="*/ 0 h 108"/>
                            <a:gd name="T16" fmla="*/ 71 w 113"/>
                            <a:gd name="T17" fmla="*/ 108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3" h="108">
                              <a:moveTo>
                                <a:pt x="71" y="108"/>
                              </a:moveTo>
                              <a:lnTo>
                                <a:pt x="43" y="108"/>
                              </a:lnTo>
                              <a:lnTo>
                                <a:pt x="0" y="0"/>
                              </a:lnTo>
                              <a:lnTo>
                                <a:pt x="32" y="0"/>
                              </a:lnTo>
                              <a:lnTo>
                                <a:pt x="57" y="72"/>
                              </a:lnTo>
                              <a:lnTo>
                                <a:pt x="75" y="17"/>
                              </a:lnTo>
                              <a:cubicBezTo>
                                <a:pt x="75" y="17"/>
                                <a:pt x="81" y="0"/>
                                <a:pt x="93" y="0"/>
                              </a:cubicBezTo>
                              <a:lnTo>
                                <a:pt x="113" y="0"/>
                              </a:lnTo>
                              <a:lnTo>
                                <a:pt x="71" y="108"/>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1" name="Freeform 458"/>
                      <wps:cNvSpPr>
                        <a:spLocks noChangeArrowheads="1"/>
                      </wps:cNvSpPr>
                      <wps:spPr bwMode="auto">
                        <a:xfrm>
                          <a:off x="10904" y="16182"/>
                          <a:ext cx="100" cy="111"/>
                        </a:xfrm>
                        <a:custGeom>
                          <a:avLst/>
                          <a:gdLst>
                            <a:gd name="T0" fmla="*/ 69 w 100"/>
                            <a:gd name="T1" fmla="*/ 109 h 111"/>
                            <a:gd name="T2" fmla="*/ 69 w 100"/>
                            <a:gd name="T3" fmla="*/ 93 h 111"/>
                            <a:gd name="T4" fmla="*/ 37 w 100"/>
                            <a:gd name="T5" fmla="*/ 111 h 111"/>
                            <a:gd name="T6" fmla="*/ 1 w 100"/>
                            <a:gd name="T7" fmla="*/ 70 h 111"/>
                            <a:gd name="T8" fmla="*/ 1 w 100"/>
                            <a:gd name="T9" fmla="*/ 18 h 111"/>
                            <a:gd name="T10" fmla="*/ 18 w 100"/>
                            <a:gd name="T11" fmla="*/ 0 h 111"/>
                            <a:gd name="T12" fmla="*/ 31 w 100"/>
                            <a:gd name="T13" fmla="*/ 0 h 111"/>
                            <a:gd name="T14" fmla="*/ 31 w 100"/>
                            <a:gd name="T15" fmla="*/ 60 h 111"/>
                            <a:gd name="T16" fmla="*/ 50 w 100"/>
                            <a:gd name="T17" fmla="*/ 83 h 111"/>
                            <a:gd name="T18" fmla="*/ 69 w 100"/>
                            <a:gd name="T19" fmla="*/ 60 h 111"/>
                            <a:gd name="T20" fmla="*/ 69 w 100"/>
                            <a:gd name="T21" fmla="*/ 18 h 111"/>
                            <a:gd name="T22" fmla="*/ 87 w 100"/>
                            <a:gd name="T23" fmla="*/ 0 h 111"/>
                            <a:gd name="T24" fmla="*/ 100 w 100"/>
                            <a:gd name="T25" fmla="*/ 0 h 111"/>
                            <a:gd name="T26" fmla="*/ 100 w 100"/>
                            <a:gd name="T27" fmla="*/ 109 h 111"/>
                            <a:gd name="T28" fmla="*/ 69 w 100"/>
                            <a:gd name="T29" fmla="*/ 109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0" h="111">
                              <a:moveTo>
                                <a:pt x="69" y="109"/>
                              </a:moveTo>
                              <a:lnTo>
                                <a:pt x="69" y="93"/>
                              </a:lnTo>
                              <a:cubicBezTo>
                                <a:pt x="62" y="102"/>
                                <a:pt x="53" y="111"/>
                                <a:pt x="37" y="111"/>
                              </a:cubicBezTo>
                              <a:cubicBezTo>
                                <a:pt x="14" y="111"/>
                                <a:pt x="1" y="95"/>
                                <a:pt x="1" y="70"/>
                              </a:cubicBezTo>
                              <a:lnTo>
                                <a:pt x="1" y="18"/>
                              </a:lnTo>
                              <a:cubicBezTo>
                                <a:pt x="1" y="16"/>
                                <a:pt x="0" y="0"/>
                                <a:pt x="18" y="0"/>
                              </a:cubicBezTo>
                              <a:lnTo>
                                <a:pt x="31" y="0"/>
                              </a:lnTo>
                              <a:lnTo>
                                <a:pt x="31" y="60"/>
                              </a:lnTo>
                              <a:cubicBezTo>
                                <a:pt x="31" y="75"/>
                                <a:pt x="38" y="83"/>
                                <a:pt x="50" y="83"/>
                              </a:cubicBezTo>
                              <a:cubicBezTo>
                                <a:pt x="62" y="83"/>
                                <a:pt x="69" y="75"/>
                                <a:pt x="69" y="60"/>
                              </a:cubicBezTo>
                              <a:lnTo>
                                <a:pt x="69" y="18"/>
                              </a:lnTo>
                              <a:cubicBezTo>
                                <a:pt x="69" y="15"/>
                                <a:pt x="69" y="0"/>
                                <a:pt x="87" y="0"/>
                              </a:cubicBezTo>
                              <a:lnTo>
                                <a:pt x="100" y="0"/>
                              </a:lnTo>
                              <a:lnTo>
                                <a:pt x="100" y="109"/>
                              </a:lnTo>
                              <a:lnTo>
                                <a:pt x="69" y="109"/>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2" name="Freeform 459"/>
                      <wps:cNvSpPr>
                        <a:spLocks noChangeArrowheads="1"/>
                      </wps:cNvSpPr>
                      <wps:spPr bwMode="auto">
                        <a:xfrm>
                          <a:off x="11013" y="16179"/>
                          <a:ext cx="66" cy="111"/>
                        </a:xfrm>
                        <a:custGeom>
                          <a:avLst/>
                          <a:gdLst>
                            <a:gd name="T0" fmla="*/ 64 w 66"/>
                            <a:gd name="T1" fmla="*/ 33 h 111"/>
                            <a:gd name="T2" fmla="*/ 31 w 66"/>
                            <a:gd name="T3" fmla="*/ 71 h 111"/>
                            <a:gd name="T4" fmla="*/ 31 w 66"/>
                            <a:gd name="T5" fmla="*/ 111 h 111"/>
                            <a:gd name="T6" fmla="*/ 0 w 66"/>
                            <a:gd name="T7" fmla="*/ 111 h 111"/>
                            <a:gd name="T8" fmla="*/ 0 w 66"/>
                            <a:gd name="T9" fmla="*/ 21 h 111"/>
                            <a:gd name="T10" fmla="*/ 18 w 66"/>
                            <a:gd name="T11" fmla="*/ 3 h 111"/>
                            <a:gd name="T12" fmla="*/ 31 w 66"/>
                            <a:gd name="T13" fmla="*/ 3 h 111"/>
                            <a:gd name="T14" fmla="*/ 31 w 66"/>
                            <a:gd name="T15" fmla="*/ 25 h 111"/>
                            <a:gd name="T16" fmla="*/ 66 w 66"/>
                            <a:gd name="T17" fmla="*/ 1 h 111"/>
                            <a:gd name="T18" fmla="*/ 66 w 66"/>
                            <a:gd name="T19" fmla="*/ 33 h 111"/>
                            <a:gd name="T20" fmla="*/ 64 w 66"/>
                            <a:gd name="T21" fmla="*/ 33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6" h="111">
                              <a:moveTo>
                                <a:pt x="64" y="33"/>
                              </a:moveTo>
                              <a:cubicBezTo>
                                <a:pt x="44" y="33"/>
                                <a:pt x="31" y="45"/>
                                <a:pt x="31" y="71"/>
                              </a:cubicBezTo>
                              <a:lnTo>
                                <a:pt x="31" y="111"/>
                              </a:lnTo>
                              <a:lnTo>
                                <a:pt x="0" y="111"/>
                              </a:lnTo>
                              <a:lnTo>
                                <a:pt x="0" y="21"/>
                              </a:lnTo>
                              <a:cubicBezTo>
                                <a:pt x="0" y="20"/>
                                <a:pt x="0" y="3"/>
                                <a:pt x="18" y="3"/>
                              </a:cubicBezTo>
                              <a:lnTo>
                                <a:pt x="31" y="3"/>
                              </a:lnTo>
                              <a:lnTo>
                                <a:pt x="31" y="25"/>
                              </a:lnTo>
                              <a:cubicBezTo>
                                <a:pt x="37" y="10"/>
                                <a:pt x="47" y="0"/>
                                <a:pt x="66" y="1"/>
                              </a:cubicBezTo>
                              <a:lnTo>
                                <a:pt x="66" y="33"/>
                              </a:lnTo>
                              <a:lnTo>
                                <a:pt x="64" y="33"/>
                              </a:ln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3" name="Freeform 460"/>
                      <wps:cNvSpPr>
                        <a:spLocks noChangeArrowheads="1"/>
                      </wps:cNvSpPr>
                      <wps:spPr bwMode="auto">
                        <a:xfrm>
                          <a:off x="10464" y="16180"/>
                          <a:ext cx="107" cy="113"/>
                        </a:xfrm>
                        <a:custGeom>
                          <a:avLst/>
                          <a:gdLst>
                            <a:gd name="T0" fmla="*/ 54 w 107"/>
                            <a:gd name="T1" fmla="*/ 0 h 113"/>
                            <a:gd name="T2" fmla="*/ 0 w 107"/>
                            <a:gd name="T3" fmla="*/ 56 h 113"/>
                            <a:gd name="T4" fmla="*/ 0 w 107"/>
                            <a:gd name="T5" fmla="*/ 57 h 113"/>
                            <a:gd name="T6" fmla="*/ 57 w 107"/>
                            <a:gd name="T7" fmla="*/ 113 h 113"/>
                            <a:gd name="T8" fmla="*/ 101 w 107"/>
                            <a:gd name="T9" fmla="*/ 93 h 113"/>
                            <a:gd name="T10" fmla="*/ 84 w 107"/>
                            <a:gd name="T11" fmla="*/ 77 h 113"/>
                            <a:gd name="T12" fmla="*/ 57 w 107"/>
                            <a:gd name="T13" fmla="*/ 88 h 113"/>
                            <a:gd name="T14" fmla="*/ 30 w 107"/>
                            <a:gd name="T15" fmla="*/ 65 h 113"/>
                            <a:gd name="T16" fmla="*/ 30 w 107"/>
                            <a:gd name="T17" fmla="*/ 47 h 113"/>
                            <a:gd name="T18" fmla="*/ 54 w 107"/>
                            <a:gd name="T19" fmla="*/ 24 h 113"/>
                            <a:gd name="T20" fmla="*/ 77 w 107"/>
                            <a:gd name="T21" fmla="*/ 48 h 113"/>
                            <a:gd name="T22" fmla="*/ 36 w 107"/>
                            <a:gd name="T23" fmla="*/ 48 h 113"/>
                            <a:gd name="T24" fmla="*/ 53 w 107"/>
                            <a:gd name="T25" fmla="*/ 67 h 113"/>
                            <a:gd name="T26" fmla="*/ 106 w 107"/>
                            <a:gd name="T27" fmla="*/ 67 h 113"/>
                            <a:gd name="T28" fmla="*/ 107 w 107"/>
                            <a:gd name="T29" fmla="*/ 59 h 113"/>
                            <a:gd name="T30" fmla="*/ 107 w 107"/>
                            <a:gd name="T31" fmla="*/ 59 h 113"/>
                            <a:gd name="T32" fmla="*/ 54 w 107"/>
                            <a:gd name="T33"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7" h="113">
                              <a:moveTo>
                                <a:pt x="54" y="0"/>
                              </a:moveTo>
                              <a:cubicBezTo>
                                <a:pt x="22" y="0"/>
                                <a:pt x="0" y="25"/>
                                <a:pt x="0" y="56"/>
                              </a:cubicBezTo>
                              <a:lnTo>
                                <a:pt x="0" y="57"/>
                              </a:lnTo>
                              <a:cubicBezTo>
                                <a:pt x="0" y="90"/>
                                <a:pt x="24" y="113"/>
                                <a:pt x="57" y="113"/>
                              </a:cubicBezTo>
                              <a:cubicBezTo>
                                <a:pt x="77" y="113"/>
                                <a:pt x="91" y="105"/>
                                <a:pt x="101" y="93"/>
                              </a:cubicBezTo>
                              <a:lnTo>
                                <a:pt x="84" y="77"/>
                              </a:lnTo>
                              <a:cubicBezTo>
                                <a:pt x="75" y="85"/>
                                <a:pt x="68" y="88"/>
                                <a:pt x="57" y="88"/>
                              </a:cubicBezTo>
                              <a:cubicBezTo>
                                <a:pt x="42" y="88"/>
                                <a:pt x="32" y="77"/>
                                <a:pt x="30" y="65"/>
                              </a:cubicBezTo>
                              <a:cubicBezTo>
                                <a:pt x="29" y="54"/>
                                <a:pt x="30" y="51"/>
                                <a:pt x="30" y="47"/>
                              </a:cubicBezTo>
                              <a:cubicBezTo>
                                <a:pt x="32" y="33"/>
                                <a:pt x="41" y="24"/>
                                <a:pt x="54" y="24"/>
                              </a:cubicBezTo>
                              <a:cubicBezTo>
                                <a:pt x="67" y="24"/>
                                <a:pt x="75" y="34"/>
                                <a:pt x="77" y="48"/>
                              </a:cubicBezTo>
                              <a:lnTo>
                                <a:pt x="36" y="48"/>
                              </a:lnTo>
                              <a:cubicBezTo>
                                <a:pt x="36" y="48"/>
                                <a:pt x="36" y="67"/>
                                <a:pt x="53" y="67"/>
                              </a:cubicBezTo>
                              <a:lnTo>
                                <a:pt x="106" y="67"/>
                              </a:lnTo>
                              <a:cubicBezTo>
                                <a:pt x="107" y="64"/>
                                <a:pt x="107" y="62"/>
                                <a:pt x="107" y="59"/>
                              </a:cubicBezTo>
                              <a:cubicBezTo>
                                <a:pt x="107" y="28"/>
                                <a:pt x="90" y="0"/>
                                <a:pt x="54" y="0"/>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4" name="Freeform 461"/>
                      <wps:cNvSpPr>
                        <a:spLocks noChangeArrowheads="1"/>
                      </wps:cNvSpPr>
                      <wps:spPr bwMode="auto">
                        <a:xfrm>
                          <a:off x="10341" y="16349"/>
                          <a:ext cx="107" cy="114"/>
                        </a:xfrm>
                        <a:custGeom>
                          <a:avLst/>
                          <a:gdLst>
                            <a:gd name="T0" fmla="*/ 54 w 107"/>
                            <a:gd name="T1" fmla="*/ 0 h 114"/>
                            <a:gd name="T2" fmla="*/ 0 w 107"/>
                            <a:gd name="T3" fmla="*/ 57 h 114"/>
                            <a:gd name="T4" fmla="*/ 0 w 107"/>
                            <a:gd name="T5" fmla="*/ 57 h 114"/>
                            <a:gd name="T6" fmla="*/ 57 w 107"/>
                            <a:gd name="T7" fmla="*/ 114 h 114"/>
                            <a:gd name="T8" fmla="*/ 102 w 107"/>
                            <a:gd name="T9" fmla="*/ 93 h 114"/>
                            <a:gd name="T10" fmla="*/ 84 w 107"/>
                            <a:gd name="T11" fmla="*/ 78 h 114"/>
                            <a:gd name="T12" fmla="*/ 58 w 107"/>
                            <a:gd name="T13" fmla="*/ 89 h 114"/>
                            <a:gd name="T14" fmla="*/ 31 w 107"/>
                            <a:gd name="T15" fmla="*/ 66 h 114"/>
                            <a:gd name="T16" fmla="*/ 31 w 107"/>
                            <a:gd name="T17" fmla="*/ 47 h 114"/>
                            <a:gd name="T18" fmla="*/ 54 w 107"/>
                            <a:gd name="T19" fmla="*/ 25 h 114"/>
                            <a:gd name="T20" fmla="*/ 77 w 107"/>
                            <a:gd name="T21" fmla="*/ 48 h 114"/>
                            <a:gd name="T22" fmla="*/ 37 w 107"/>
                            <a:gd name="T23" fmla="*/ 48 h 114"/>
                            <a:gd name="T24" fmla="*/ 53 w 107"/>
                            <a:gd name="T25" fmla="*/ 68 h 114"/>
                            <a:gd name="T26" fmla="*/ 107 w 107"/>
                            <a:gd name="T27" fmla="*/ 68 h 114"/>
                            <a:gd name="T28" fmla="*/ 107 w 107"/>
                            <a:gd name="T29" fmla="*/ 60 h 114"/>
                            <a:gd name="T30" fmla="*/ 107 w 107"/>
                            <a:gd name="T31" fmla="*/ 60 h 114"/>
                            <a:gd name="T32" fmla="*/ 54 w 107"/>
                            <a:gd name="T33" fmla="*/ 0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7" h="114">
                              <a:moveTo>
                                <a:pt x="54" y="0"/>
                              </a:moveTo>
                              <a:cubicBezTo>
                                <a:pt x="23" y="0"/>
                                <a:pt x="0" y="26"/>
                                <a:pt x="0" y="57"/>
                              </a:cubicBezTo>
                              <a:cubicBezTo>
                                <a:pt x="0" y="91"/>
                                <a:pt x="25" y="114"/>
                                <a:pt x="57" y="114"/>
                              </a:cubicBezTo>
                              <a:cubicBezTo>
                                <a:pt x="77" y="114"/>
                                <a:pt x="92" y="106"/>
                                <a:pt x="102" y="93"/>
                              </a:cubicBezTo>
                              <a:lnTo>
                                <a:pt x="84" y="78"/>
                              </a:lnTo>
                              <a:cubicBezTo>
                                <a:pt x="76" y="86"/>
                                <a:pt x="68" y="89"/>
                                <a:pt x="58" y="89"/>
                              </a:cubicBezTo>
                              <a:cubicBezTo>
                                <a:pt x="43" y="89"/>
                                <a:pt x="32" y="77"/>
                                <a:pt x="31" y="66"/>
                              </a:cubicBezTo>
                              <a:cubicBezTo>
                                <a:pt x="29" y="55"/>
                                <a:pt x="30" y="52"/>
                                <a:pt x="31" y="47"/>
                              </a:cubicBezTo>
                              <a:cubicBezTo>
                                <a:pt x="33" y="34"/>
                                <a:pt x="41" y="25"/>
                                <a:pt x="54" y="25"/>
                              </a:cubicBezTo>
                              <a:cubicBezTo>
                                <a:pt x="67" y="25"/>
                                <a:pt x="75" y="35"/>
                                <a:pt x="77" y="48"/>
                              </a:cubicBezTo>
                              <a:lnTo>
                                <a:pt x="37" y="48"/>
                              </a:lnTo>
                              <a:cubicBezTo>
                                <a:pt x="37" y="48"/>
                                <a:pt x="36" y="68"/>
                                <a:pt x="53" y="68"/>
                              </a:cubicBezTo>
                              <a:lnTo>
                                <a:pt x="107" y="68"/>
                              </a:lnTo>
                              <a:cubicBezTo>
                                <a:pt x="107" y="65"/>
                                <a:pt x="107" y="63"/>
                                <a:pt x="107" y="60"/>
                              </a:cubicBezTo>
                              <a:cubicBezTo>
                                <a:pt x="107" y="29"/>
                                <a:pt x="91" y="0"/>
                                <a:pt x="54" y="0"/>
                              </a:cubicBezTo>
                            </a:path>
                          </a:pathLst>
                        </a:custGeom>
                        <a:solidFill>
                          <a:srgbClr val="5E6A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27" o:spid="_x0000_s1026" style="position:absolute;margin-left:425.9pt;margin-top:.5pt;width:85.05pt;height:22.35pt;z-index:-251636224" coordorigin="9378,16081" coordsize="1701,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">
              <v:shape id="Freeform 424" o:spid="_x0000_s1027" style="position:absolute;left:9820;top:16103;width:97;height:97;visibility:visible;mso-wrap-style:square;v-text-anchor:top" coordsize="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2k/78A&#10;AADcAAAADwAAAGRycy9kb3ducmV2LnhtbERPSwrCMBDdC94hjOBGNFWwlGoUEQQXIvgBdTc0Y1ts&#10;JqWJWm9vFoLLx/vPl62pxIsaV1pWMB5FIIgzq0vOFZxPm2ECwnlkjZVlUvAhB8tFtzPHVNs3H+h1&#10;9LkIIexSVFB4X6dSuqwgg25ka+LA3W1j0AfY5FI3+A7hppKTKIqlwZJDQ4E1rQvKHsenURBfpoNo&#10;f4gHt+11vU/IZ2Wc75Tq99rVDISn1v/FP/dWK5iOw9pwJhwBuf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faT/vwAAANwAAAAPAAAAAAAAAAAAAAAAAJgCAABkcnMvZG93bnJl&#10;di54bWxQSwUGAAAAAAQABAD1AAAAhAMAAAAA&#10;" path="m97,49c97,75,75,97,48,97,22,97,,75,,49,,22,22,,48,,75,,97,22,97,49e" fillcolor="#bed600" stroked="f">
                <v:path o:connecttype="custom" o:connectlocs="97,49;48,97;0,49;48,0;97,49" o:connectangles="0,0,0,0,0"/>
              </v:shape>
              <v:shape id="Freeform 425" o:spid="_x0000_s1028" style="position:absolute;left:9894;top:16174;width:104;height:105;visibility:visible;mso-wrap-style:square;v-text-anchor:top" coordsize="10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ssUA&#10;AADcAAAADwAAAGRycy9kb3ducmV2LnhtbESP3WrCQBSE7wu+w3IE7+omgqLRVYogRKzQWgu9PGZP&#10;fmj2bMhuY3x7tyB4OczMN8xq05tadNS6yrKCeByBIM6srrhQcP7avc5BOI+ssbZMCm7kYLMevKww&#10;0fbKn9SdfCEChF2CCkrvm0RKl5Vk0I1tQxy83LYGfZBtIXWL1wA3tZxE0UwarDgslNjQtqTs9/Rn&#10;FHyc48use8+1PyzyIv3e/xwPt1Sp0bB/W4Lw1Ptn+NFOtYJpvID/M+EI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nb6yxQAAANwAAAAPAAAAAAAAAAAAAAAAAJgCAABkcnMv&#10;ZG93bnJldi54bWxQSwUGAAAAAAQABAD1AAAAigMAAAAA&#10;" path="m70,94c94,84,104,57,94,34,84,11,57,,33,11,10,21,,48,10,71v10,23,37,34,60,23e" fillcolor="#bed600" stroked="f">
                <v:path o:connecttype="custom" o:connectlocs="70,94;94,34;33,11;10,71;70,94" o:connectangles="0,0,0,0,0"/>
              </v:shape>
              <v:shape id="Freeform 426" o:spid="_x0000_s1029" style="position:absolute;left:9918;top:16278;width:90;height:90;visibility:visible;mso-wrap-style:square;v-text-anchor:top" coordsize="9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9NMMA&#10;AADcAAAADwAAAGRycy9kb3ducmV2LnhtbERPTWuDQBC9F/oflin0VtcIDWLchBKIbSHQaHLoceJO&#10;VerOirs15t9nD4UcH+8738ymFxONrrOsYBHFIIhrqztuFJyOu5cUhPPIGnvLpOBKDjbrx4ccM20v&#10;XNJU+UaEEHYZKmi9HzIpXd2SQRfZgThwP3Y06AMcG6lHvIRw08skjpfSYMehocWBti3Vv9WfUfCV&#10;HIqyjM/d+XtIdsX7Z+rrfarU89P8tgLhafZ38b/7Qyt4TcL8cCYcAb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9NMMAAADcAAAADwAAAAAAAAAAAAAAAACYAgAAZHJzL2Rv&#10;d25yZXYueG1sUEsFBgAAAAAEAAQA9QAAAIgDAAAAAA==&#10;" path="m43,88c67,90,87,71,89,47,90,23,72,3,48,1,24,,3,18,2,42,,66,19,87,43,88e" fillcolor="#bed600" stroked="f">
                <v:path o:connecttype="custom" o:connectlocs="43,88;89,47;48,1;2,42;43,88" o:connectangles="0,0,0,0,0"/>
              </v:shape>
              <v:shape id="Freeform 427" o:spid="_x0000_s1030" style="position:absolute;left:9883;top:16364;width:94;height:95;visibility:visible;mso-wrap-style:square;v-text-anchor:top" coordsize="9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kGfMcA&#10;AADcAAAADwAAAGRycy9kb3ducmV2LnhtbESPQWvCQBSE7wX/w/IKvUizUbFI6ioqVQq1pbVB8PbI&#10;vibB7NuYXTX+e1cQehxm5htmPG1NJU7UuNKygl4UgyDOrC45V5D+Lp9HIJxH1lhZJgUXcjCddB7G&#10;mGh75h86bXwuAoRdggoK7+tESpcVZNBFtiYO3p9tDPogm1zqBs8BbirZj+MXabDksFBgTYuCsv3m&#10;aBRYffim7sfq801v1wPzNR/t9ulaqafHdvYKwlPr/8P39rtWMOz34HYmHAE5u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ZBnzHAAAA3AAAAA8AAAAAAAAAAAAAAAAAmAIAAGRy&#10;cy9kb3ducmV2LnhtbFBLBQYAAAAABAAEAPUAAACMAwAAAAA=&#10;" path="m26,83c46,95,71,88,83,68,94,49,88,23,68,12,48,,23,7,11,27,,46,6,72,26,83e" fillcolor="#bed600" stroked="f">
                <v:path o:connecttype="custom" o:connectlocs="26,83;83,68;68,12;11,27;26,83" o:connectangles="0,0,0,0,0"/>
              </v:shape>
              <v:shape id="Freeform 428" o:spid="_x0000_s1031" style="position:absolute;left:9813;top:16427;width:90;height:89;visibility:visible;mso-wrap-style:square;v-text-anchor:top" coordsize="90,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FwXcMA&#10;AADcAAAADwAAAGRycy9kb3ducmV2LnhtbESPQWvCQBSE7wX/w/IEb3VjrCVEV1Gh4LGaKnh7ZJ9J&#10;MPs27G41/vtuQfA4zMw3zGLVm1bcyPnGsoLJOAFBXFrdcKXgp/h6z0D4gKyxtUwKHuRhtRy8LTDX&#10;9s57uh1CJSKEfY4K6hC6XEpf1mTQj21HHL2LdQZDlK6S2uE9wk0r0yT5lAYbjgs1drStqbwefo2C&#10;7yPvz5ss2PUsPW2z6UfhkAqlRsN+PQcRqA+v8LO90wpmaQr/Z+IR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1FwXcMAAADcAAAADwAAAAAAAAAAAAAAAACYAgAAZHJzL2Rv&#10;d25yZXYueG1sUEsFBgAAAAAEAAQA9QAAAIgDAAAAAA==&#10;" path="m12,66c24,84,48,89,67,78,85,66,90,42,78,23,67,5,42,,24,12,6,23,,48,12,66e" fillcolor="#bed600" stroked="f">
                <v:path o:connecttype="custom" o:connectlocs="12,66;67,78;78,23;24,12;12,66" o:connectangles="0,0,0,0,0"/>
              </v:shape>
              <v:shape id="Freeform 429" o:spid="_x0000_s1032" style="position:absolute;left:9732;top:16450;width:78;height:78;visibility:visible;mso-wrap-style:square;v-text-anchor:top" coordsize="7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oq8YA&#10;AADcAAAADwAAAGRycy9kb3ducmV2LnhtbESP3WrCQBSE7wXfYTkFb6RuTKi0qWuwBaEiFrR9gEP2&#10;NAnNno3ZzU/f3hUKXg4z8w2zzkZTi55aV1lWsFxEIIhzqysuFHx/7R6fQTiPrLG2TAr+yEG2mU7W&#10;mGo78In6sy9EgLBLUUHpfZNK6fKSDLqFbYiD92Nbgz7ItpC6xSHATS3jKFpJgxWHhRIbei8p/z13&#10;RkF04Zd5cqzfhv3hlCdmjp9Jt1Jq9jBuX0F4Gv09/N/+0Aqe4gRuZ8IRkJ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joq8YAAADcAAAADwAAAAAAAAAAAAAAAACYAgAAZHJz&#10;L2Rvd25yZXYueG1sUEsFBgAAAAAEAAQA9QAAAIsDAAAAAA==&#10;" path="m2,42c4,63,22,78,43,76,63,74,78,55,76,35,74,15,56,,35,2,15,4,,22,2,42e" fillcolor="#bed600" stroked="f">
                <v:path o:connecttype="custom" o:connectlocs="2,42;43,76;76,35;35,2;2,42" o:connectangles="0,0,0,0,0"/>
              </v:shape>
              <v:shape id="Freeform 430" o:spid="_x0000_s1033" style="position:absolute;left:9601;top:16368;width:75;height:75;visibility:visible;mso-wrap-style:square;v-text-anchor:top" coordsize="7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0eAccA&#10;AADcAAAADwAAAGRycy9kb3ducmV2LnhtbESPQWvCQBSE7wX/w/KE3upGsaIxG5EWo6dirYreHtln&#10;Esy+TbNbTf99t1DocZiZb5hk0Zla3Kh1lWUFw0EEgji3uuJCwf5j9TQF4TyyxtoyKfgmB4u095Bg&#10;rO2d3+m284UIEHYxKii9b2IpXV6SQTewDXHwLrY16INsC6lbvAe4qeUoiibSYMVhocSGXkrKr7sv&#10;o2DjxrNT9vp2XK8OtP/cnrP1ZJop9djvlnMQnjr/H/5rb7SC59EYfs+EIyDT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mNHgHHAAAA3AAAAA8AAAAAAAAAAAAAAAAAmAIAAGRy&#10;cy9kb3ducmV2LnhtbFBLBQYAAAAABAAEAPUAAACMAwAAAAA=&#10;" path="m15,12c1,24,,46,12,59v12,14,34,16,48,3c73,50,75,28,62,15,50,1,29,,15,12e" fillcolor="#bed600" stroked="f">
                <v:path o:connecttype="custom" o:connectlocs="15,12;12,59;60,62;62,15;15,12" o:connectangles="0,0,0,0,0"/>
              </v:shape>
              <v:shape id="Freeform 431" o:spid="_x0000_s1034" style="position:absolute;left:9568;top:16305;width:70;height:71;visibility:visible;mso-wrap-style:square;v-text-anchor:top" coordsize="7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gGAcYA&#10;AADcAAAADwAAAGRycy9kb3ducmV2LnhtbESPQUvDQBSE70L/w/IEb+2msZUQuy2lIgg9SGtEvD2z&#10;zyQ0+zbNPtv477sFweMwM98wi9XgWnWiPjSeDUwnCSji0tuGKwPF2/M4AxUE2WLrmQz8UoDVcnSz&#10;wNz6M+/otJdKRQiHHA3UIl2udShrchgmviOO3rfvHUqUfaVtj+cId61Ok+RBO2w4LtTY0aam8rD/&#10;cQaOH/eY2ez1q3iS9F22s8+pHDpj7m6H9SMooUH+w3/tF2tgns7heiYeAb2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egGAcYAAADcAAAADwAAAAAAAAAAAAAAAACYAgAAZHJz&#10;L2Rvd25yZXYueG1sUEsFBgAAAAAEAAQA9QAAAIsDAAAAAA==&#10;" path="m27,5c10,9,,27,4,44,9,61,26,71,43,67,60,62,70,45,66,28,61,11,44,,27,5e" fillcolor="#bed600" stroked="f">
                <v:path o:connecttype="custom" o:connectlocs="27,5;4,44;43,67;66,28;27,5" o:connectangles="0,0,0,0,0"/>
              </v:shape>
              <v:shape id="Freeform 432" o:spid="_x0000_s1035" style="position:absolute;left:9575;top:16235;width:67;height:67;visibility:visible;mso-wrap-style:square;v-text-anchor:top" coordsize="6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7f3cMA&#10;AADcAAAADwAAAGRycy9kb3ducmV2LnhtbESPQYvCMBSE74L/ITzBm6YKLWs1igoLe5N1FTw+m2db&#10;bF5KE9v6782C4HGYmW+Y1aY3lWipcaVlBbNpBII4s7rkXMHp73vyBcJ5ZI2VZVLwJAeb9XCwwlTb&#10;jn+pPfpcBAi7FBUU3teplC4ryKCb2po4eDfbGPRBNrnUDXYBbio5j6JEGiw5LBRY076g7H58GAXt&#10;obwu4ou87a773TZenO+nLomUGo/67RKEp95/wu/2j1YQzxP4PxOO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7f3cMAAADcAAAADwAAAAAAAAAAAAAAAACYAgAAZHJzL2Rv&#10;d25yZXYueG1sUEsFBgAAAAAEAAQA9QAAAIgDAAAAAA==&#10;" path="m40,4c24,,7,10,4,27,,43,11,59,27,63,43,67,60,56,63,40,67,23,56,7,40,4e" fillcolor="#bed600" stroked="f">
                <v:shadow color="black" opacity="49150f" offset=".74833mm,.74833mm"/>
                <v:path o:connecttype="custom" o:connectlocs="40,4;4,27;27,63;63,40;40,4" o:connectangles="0,0,0,0,0"/>
              </v:shape>
              <v:shape id="Freeform 433" o:spid="_x0000_s1036" style="position:absolute;left:9612;top:16174;width:66;height:66;visibility:visible;mso-wrap-style:square;v-text-anchor:top" coordsize="6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APQMYA&#10;AADcAAAADwAAAGRycy9kb3ducmV2LnhtbESPUWvCQBCE34X+h2MLfdOLQtsQPcWUltYHsbH+gCW3&#10;5tLm9kLuNPHfe0LBx2F2vtlZrAbbiDN1vnasYDpJQBCXTtdcKTj8fIxTED4ga2wck4ILeVgtH0YL&#10;zLTruaDzPlQiQthnqMCE0GZS+tKQRT9xLXH0jq6zGKLsKqk77CPcNnKWJC/SYs2xwWBLb4bKv/3J&#10;xjfy3/ddmofLZ9o3p8F854ftplDq6XFYz0EEGsL9+D/9pRU8z17hNiYS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APQMYAAADcAAAADwAAAAAAAAAAAAAAAACYAgAAZHJz&#10;L2Rvd25yZXYueG1sUEsFBgAAAAAEAAQA9QAAAIsDAAAAAA==&#10;" path="m40,3c23,,7,10,3,26,,43,10,59,27,63,43,66,59,56,63,39,66,23,56,7,40,3e" fillcolor="#bed600" stroked="f">
                <v:path o:connecttype="custom" o:connectlocs="40,3;3,26;27,63;63,39;40,3" o:connectangles="0,0,0,0,0"/>
              </v:shape>
              <v:shape id="Freeform 434" o:spid="_x0000_s1037" style="position:absolute;left:9658;top:16425;width:70;height:70;visibility:visible;mso-wrap-style:square;v-text-anchor:top" coordsize="7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19pcAA&#10;AADcAAAADwAAAGRycy9kb3ducmV2LnhtbERPz2vCMBS+D/wfwhO8zbSCZXRGqTJB2GndLt4ezbMp&#10;Ji+lydq6v345DHb8+H7vDrOzYqQhdJ4V5OsMBHHjdcetgq/P8/MLiBCRNVrPpOBBAQ77xdMOS+0n&#10;/qCxjq1IIRxKVGBi7EspQ2PIYVj7njhxNz84jAkOrdQDTincWbnJskI67Dg1GOzpZKi5199Ogb2y&#10;pulSGHOtxrf4ztYcf3KlVsu5egURaY7/4j/3RSvYbtLadCYdAb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H19pcAAAADcAAAADwAAAAAAAAAAAAAAAACYAgAAZHJzL2Rvd25y&#10;ZXYueG1sUEsFBgAAAAAEAAQA9QAAAIUDAAAAAA==&#10;" path="m,35c,16,16,,35,,54,,70,16,70,35,70,54,54,70,35,70,16,70,,54,,35e" fillcolor="#bed600" stroked="f">
                <v:path o:connecttype="custom" o:connectlocs="0,35;35,0;70,35;35,70;0,35" o:connectangles="0,0,0,0,0"/>
              </v:shape>
              <v:shape id="Freeform 436" o:spid="_x0000_s1038" style="position:absolute;left:9466;top:16412;width:97;height:97;visibility:visible;mso-wrap-style:square;v-text-anchor:top" coordsize="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Wi5cUA&#10;AADcAAAADwAAAGRycy9kb3ducmV2LnhtbESPS2/CMBCE75X4D9ZW4lacRqLQFIMQL3FDgR563Mab&#10;R4nXkW0g/fcYqVKPo5n5RjNb9KYVV3K+sazgdZSAIC6sbrhS8HnavkxB+ICssbVMCn7Jw2I+eJph&#10;pu2Nc7oeQyUihH2GCuoQukxKX9Rk0I9sRxy90jqDIUpXSe3wFuGmlWmSvEmDDceFGjta1VScjxej&#10;4JxPv35cWaWH0z7flZvD92TtJ0oNn/vlB4hAffgP/7X3WsE4fYfHmX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paLlxQAAANwAAAAPAAAAAAAAAAAAAAAAAJgCAABkcnMv&#10;ZG93bnJldi54bWxQSwUGAAAAAAQABAD1AAAAigMAAAAA&#10;" path="m,48c,21,22,,49,,75,,97,21,97,48,97,75,75,97,49,97,22,97,,75,,48e" fillcolor="#5e6a70" stroked="f">
                <v:path o:connecttype="custom" o:connectlocs="0,48;49,0;97,48;49,97;0,48" o:connectangles="0,0,0,0,0"/>
              </v:shape>
              <v:shape id="Freeform 437" o:spid="_x0000_s1039" style="position:absolute;left:9388;top:16330;width:104;height:104;visibility:visible;mso-wrap-style:square;v-text-anchor:top" coordsize="104,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cMEA&#10;AADcAAAADwAAAGRycy9kb3ducmV2LnhtbERPz2vCMBS+C/4P4Qm7abqJIp1RVDoUD4Pq2PnRvDVl&#10;zUtJslr/e3MQdvz4fq+3g21FTz40jhW8zjIQxJXTDdcKvq4f0xWIEJE1to5JwZ0CbDfj0Rpz7W5c&#10;Un+JtUghHHJUYGLscilDZchimLmOOHE/zluMCfpaao+3FG5b+ZZlS2mx4dRgsKODoer38mcVNEOx&#10;K87lZ+v76+m76I/7cjk3Sr1Mht07iEhD/Bc/3SetYDFP89OZdAT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XfnDBAAAA3AAAAA8AAAAAAAAAAAAAAAAAmAIAAGRycy9kb3du&#10;cmV2LnhtbFBLBQYAAAAABAAEAPUAAACGAwAAAAA=&#10;" path="m34,10c11,21,,48,10,71v10,23,37,33,61,23c94,84,104,57,94,34,84,11,57,,34,10e" fillcolor="#5e6a70" stroked="f">
                <v:path o:connecttype="custom" o:connectlocs="34,10;10,71;71,94;94,34;34,10" o:connectangles="0,0,0,0,0"/>
              </v:shape>
              <v:shape id="Freeform 438" o:spid="_x0000_s1040" style="position:absolute;left:9378;top:16241;width:90;height:90;visibility:visible;mso-wrap-style:square;v-text-anchor:top" coordsize="9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6B8UA&#10;AADcAAAADwAAAGRycy9kb3ducmV2LnhtbESPQWvCQBSE7wX/w/IEb3WTSkWiq0igpfWkVgRvj+wz&#10;CWbfxt01Sf99t1DocZiZb5jVZjCN6Mj52rKCdJqAIC6srrlUcPp6e16A8AFZY2OZFHyTh8169LTC&#10;TNueD9QdQykihH2GCqoQ2kxKX1Rk0E9tSxy9q3UGQ5SulNphH+GmkS9JMpcGa44LFbaUV1Tcjg+j&#10;oNjf8/yye3S7/WJ+SD/pvXd8VmoyHrZLEIGG8B/+a39oBa+zFH7Px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5voHxQAAANwAAAAPAAAAAAAAAAAAAAAAAJgCAABkcnMv&#10;ZG93bnJldi54bWxQSwUGAAAAAAQABAD1AAAAigMAAAAA&#10;" path="m47,1c23,,3,18,1,42,,66,18,87,42,88,66,90,87,71,88,47,90,23,71,3,47,1e" fillcolor="#5e6a70" stroked="f">
                <v:path o:connecttype="custom" o:connectlocs="47,1;1,42;42,88;88,47;47,1" o:connectangles="0,0,0,0,0"/>
              </v:shape>
              <v:shape id="Freeform 439" o:spid="_x0000_s1041" style="position:absolute;left:9409;top:16150;width:94;height:95;visibility:visible;mso-wrap-style:square;v-text-anchor:top" coordsize="9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AtjcYA&#10;AADcAAAADwAAAGRycy9kb3ducmV2LnhtbESPQWvCQBSE74L/YXlCL0U3VSKSukoplIrSg1F7fmRf&#10;s2myb0N2Nem/7xYKHoeZ+YZZbwfbiBt1vnKs4GmWgCAunK64VHA+vU1XIHxA1tg4JgU/5GG7GY/W&#10;mGnX85FueShFhLDPUIEJoc2k9IUhi37mWuLofbnOYoiyK6XusI9w28h5kiylxYrjgsGWXg0VdX61&#10;Ci7pY92b932T9omrP+X58P2RH5R6mAwvzyACDeEe/m/vtIJ0MYe/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0AtjcYAAADcAAAADwAAAAAAAAAAAAAAAACYAgAAZHJz&#10;L2Rvd25yZXYueG1sUEsFBgAAAAAEAAQA9QAAAIsDAAAAAA==&#10;" path="m68,12c48,,23,7,11,26,,46,6,71,26,83,46,95,71,88,83,68,94,48,88,23,68,12e" fillcolor="#5e6a70" stroked="f">
                <v:path o:connecttype="custom" o:connectlocs="68,12;11,26;26,83;83,68;68,12" o:connectangles="0,0,0,0,0"/>
              </v:shape>
              <v:shape id="Freeform 440" o:spid="_x0000_s1042" style="position:absolute;left:9483;top:16092;width:90;height:90;visibility:visible;mso-wrap-style:square;v-text-anchor:top" coordsize="9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jB68UA&#10;AADcAAAADwAAAGRycy9kb3ducmV2LnhtbESPQWvCQBSE74L/YXlCb7qxokh0lRKwVE9qS6G3R/aZ&#10;hGbfxt01if/eLRQ8DjPzDbPe9qYWLTlfWVYwnSQgiHOrKy4UfH3uxksQPiBrrC2Tgjt52G6GgzWm&#10;2nZ8ovYcChEh7FNUUIbQpFL6vCSDfmIb4uhdrDMYonSF1A67CDe1fE2ShTRYcVwosaGspPz3fDMK&#10;8uM1y34Ot/ZwXC5O0z29d46/lXoZ9W8rEIH68Az/tz+0gvlsBn9n4hGQm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eMHrxQAAANwAAAAPAAAAAAAAAAAAAAAAAJgCAABkcnMv&#10;ZG93bnJldi54bWxQSwUGAAAAAAQABAD1AAAAigMAAAAA&#10;" path="m78,24c66,6,42,,23,12,5,24,,48,12,67,24,85,48,90,66,78,84,67,90,42,78,24e" fillcolor="#5e6a70" stroked="f">
                <v:path o:connecttype="custom" o:connectlocs="78,24;23,12;12,67;66,78;78,24" o:connectangles="0,0,0,0,0"/>
              </v:shape>
              <v:shape id="Freeform 441" o:spid="_x0000_s1043" style="position:absolute;left:9576;top:16081;width:78;height:78;visibility:visible;mso-wrap-style:square;v-text-anchor:top" coordsize="7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lAgMcA&#10;AADcAAAADwAAAGRycy9kb3ducmV2LnhtbESPT2vCQBTE74LfYXmFXkQ31qpt6iqlENqLB/8gHh/Z&#10;ZzaYfRuy2yTtp+8WBI/DzPyGWW16W4mWGl86VjCdJCCIc6dLLhQcD9n4BYQPyBorx6Tghzxs1sPB&#10;ClPtOt5Ruw+FiBD2KSowIdSplD43ZNFPXE0cvYtrLIYom0LqBrsIt5V8SpKFtFhyXDBY04eh/Lr/&#10;tgpG4fo588vcbM+/2Tabny5d9doq9fjQv7+BCNSHe/jW/tIK5rNn+D8Tj4B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ZQIDHAAAA3AAAAA8AAAAAAAAAAAAAAAAAmAIAAGRy&#10;cy9kb3ducmV2LnhtbFBLBQYAAAAABAAEAPUAAACMAwAAAAA=&#10;" path="m76,35c74,15,56,,35,2,15,4,,22,2,43,4,63,22,78,43,76,63,74,78,56,76,35e" fillcolor="#5e6a70" stroked="f">
                <v:path o:connecttype="custom" o:connectlocs="76,35;35,2;2,43;43,76;76,35" o:connectangles="0,0,0,0,0"/>
              </v:shape>
              <v:shape id="Freeform 442" o:spid="_x0000_s1044" style="position:absolute;left:9710;top:16166;width:75;height:75;visibility:visible;mso-wrap-style:square;v-text-anchor:top" coordsize="7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TaqsYA&#10;AADcAAAADwAAAGRycy9kb3ducmV2LnhtbESPQWvCQBSE74L/YXlCL6VutCgSXUWlloBQatri9ZF9&#10;JtHs25BdTfrvu0LB4zAz3zCLVWcqcaPGlZYVjIYRCOLM6pJzBd9fu5cZCOeRNVaWScEvOVgt+70F&#10;xtq2fKBb6nMRIOxiVFB4X8dSuqwgg25oa+LgnWxj0AfZ5FI32Aa4qeQ4iqbSYMlhocCatgVll/Rq&#10;FCTnc/n2046S2Xa/+Xg/Pn+mY5Mr9TTo1nMQnjr/CP+3E61g8jqB+5l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ETaqsYAAADcAAAADwAAAAAAAAAAAAAAAACYAgAAZHJz&#10;L2Rvd25yZXYueG1sUEsFBgAAAAAEAAQA9QAAAIsDAAAAAA==&#10;" path="m60,63c74,50,75,29,63,15,51,1,29,,16,13,2,25,,46,13,60v12,14,33,15,47,3e" fillcolor="#5e6a70" stroked="f">
                <v:path o:connecttype="custom" o:connectlocs="60,63;63,15;16,13;13,60;60,63" o:connectangles="0,0,0,0,0"/>
              </v:shape>
              <v:shape id="Freeform 443" o:spid="_x0000_s1045" style="position:absolute;left:9748;top:16232;width:70;height:71;visibility:visible;mso-wrap-style:square;v-text-anchor:top" coordsize="7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fdHsYA&#10;AADcAAAADwAAAGRycy9kb3ducmV2LnhtbESPQWvCQBSE74X+h+UVvBTdtKEi0VWKpSAoBa2Cx0f2&#10;mU2afRuya5L++64g9DjMzDfMYjXYWnTU+tKxgpdJAoI4d7rkQsHx+3M8A+EDssbaMSn4JQ+r5ePD&#10;AjPtet5TdwiFiBD2GSowITSZlD43ZNFPXEMcvYtrLYYo20LqFvsIt7V8TZKptFhyXDDY0NpQ/nO4&#10;WgUn2vTrfdqZait36Wl7rr4+niulRk/D+xxEoCH8h+/tjVbwlk7hdiYe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xfdHsYAAADcAAAADwAAAAAAAAAAAAAAAACYAgAAZHJz&#10;L2Rvd25yZXYueG1sUEsFBgAAAAAEAAQA9QAAAIsDAAAAAA==&#10;" path="m43,67c60,62,70,45,66,28,62,11,44,,27,5,10,9,,27,4,44,9,61,26,71,43,67e" fillcolor="#5e6a70" stroked="f">
                <v:path o:connecttype="custom" o:connectlocs="43,67;66,28;27,5;4,44;43,67" o:connectangles="0,0,0,0,0"/>
              </v:shape>
              <v:shape id="Freeform 444" o:spid="_x0000_s1046" style="position:absolute;left:9744;top:16307;width:67;height:67;visibility:visible;mso-wrap-style:square;v-text-anchor:top" coordsize="6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oyMQA&#10;AADcAAAADwAAAGRycy9kb3ducmV2LnhtbESPzYoCMRCE74LvEFrwphkVfxiNooLgYWFZ1wdoJj0/&#10;mnTGSdRxn94sLOyxqKqvqNWmtUY8qPGVYwWjYQKCOHO64kLB+fswWIDwAVmjcUwKXuRhs+52Vphq&#10;9+QvepxCISKEfYoKyhDqVEqflWTRD11NHL3cNRZDlE0hdYPPCLdGjpNkJi1WHBdKrGlfUnY93a2C&#10;W563+ufwYS67nR2b0Y1mn/quVL/XbpcgArXhP/zXPmoF08kcfs/EIyD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X6MjEAAAA3AAAAA8AAAAAAAAAAAAAAAAAmAIAAGRycy9k&#10;b3ducmV2LnhtbFBLBQYAAAAABAAEAPUAAACJAwAAAAA=&#10;" path="m27,63c44,67,60,56,63,40,67,24,56,7,40,4,24,,7,11,4,27,,43,11,60,27,63e" fillcolor="#5e6a70" stroked="f">
                <v:path o:connecttype="custom" o:connectlocs="27,63;63,40;40,4;4,27;27,63" o:connectangles="0,0,0,0,0"/>
              </v:shape>
              <v:shape id="Freeform 445" o:spid="_x0000_s1047" style="position:absolute;left:9708;top:16369;width:66;height:66;visibility:visible;mso-wrap-style:square;v-text-anchor:top" coordsize="6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kpvcEA&#10;AADcAAAADwAAAGRycy9kb3ducmV2LnhtbERPy4rCMBTdC/5DuIKbQVMdX1SjyOCAzGpGXbi8NNem&#10;2NyUJmOrX28WgsvDea82rS3FjWpfOFYwGiYgiDOnC84VnI7fgwUIH5A1lo5JwZ08bNbdzgpT7Rr+&#10;o9sh5CKGsE9RgQmhSqX0mSGLfugq4shdXG0xRFjnUtfYxHBbynGSzKTFgmODwYq+DGXXw79VMLn+&#10;ov2gSaPPu1FyLn/a7DE3SvV77XYJIlAb3uKXe68VTD/j2ngmHgG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5Kb3BAAAA3AAAAA8AAAAAAAAAAAAAAAAAmAIAAGRycy9kb3du&#10;cmV2LnhtbFBLBQYAAAAABAAEAPUAAACGAwAAAAA=&#10;" path="m26,63c43,66,59,56,63,39,66,23,56,7,39,3,23,,7,10,3,26,,43,10,59,26,63e" fillcolor="#5e6a70" stroked="f">
                <v:path o:connecttype="custom" o:connectlocs="26,63;63,39;39,3;3,26;26,63" o:connectangles="0,0,0,0,0"/>
              </v:shape>
              <v:shape id="Freeform 446" o:spid="_x0000_s1048" style="position:absolute;left:9658;top:16114;width:70;height:69;visibility:visible;mso-wrap-style:square;v-text-anchor:top" coordsize="70,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ThYcIA&#10;AADcAAAADwAAAGRycy9kb3ducmV2LnhtbESP3YrCMBSE7xd8h3AE79ZkFUW7RhFF8G7x5wGOzdm2&#10;bHMSmqitT78RBC+HmfmGWaxaW4sbNaFyrOFrqEAQ585UXGg4n3afMxAhIhusHZOGjgKslr2PBWbG&#10;3flAt2MsRIJwyFBDGaPPpAx5SRbD0Hni5P26xmJMsimkafCe4LaWI6Wm0mLFaaFET5uS8r/j1WpQ&#10;18eP8qfuUnX14YLST7b51ms96LfrbxCR2vgOv9p7o2EynsPzTDoC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9OFhwgAAANwAAAAPAAAAAAAAAAAAAAAAAJgCAABkcnMvZG93&#10;bnJldi54bWxQSwUGAAAAAAQABAD1AAAAhwMAAAAA&#10;" path="m70,35c70,54,54,69,35,69,16,69,,54,,35,,15,16,,35,,54,,70,15,70,35e" fillcolor="#5e6a70" stroked="f">
                <v:path o:connecttype="custom" o:connectlocs="70,35;35,69;0,35;35,0;70,35" o:connectangles="0,0,0,0,0"/>
              </v:shape>
              <v:shape id="Freeform 447" o:spid="_x0000_s1049" style="position:absolute;left:10115;top:16318;width:108;height:142;visibility:visible;mso-wrap-style:square;v-text-anchor:top" coordsize="10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vtN8IA&#10;AADcAAAADwAAAGRycy9kb3ducmV2LnhtbERPy2oCMRTdC/5DuEJ3mrG0RUajaEHa0o31ub1O7jx0&#10;cjMmUce/bxaFLg/nPZm1phY3cr6yrGA4SEAQZ1ZXXCjYbpb9EQgfkDXWlknBgzzMpt3OBFNt7/xD&#10;t3UoRAxhn6KCMoQmldJnJRn0A9sQRy63zmCI0BVSO7zHcFPL5yR5kwYrjg0lNvReUnZeX42CZvN9&#10;1fsVHS/BHfLdx9ci358WSj312vkYRKA2/Iv/3J9awetLnB/PxCMgp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e+03wgAAANwAAAAPAAAAAAAAAAAAAAAAAJgCAABkcnMvZG93&#10;bnJldi54bWxQSwUGAAAAAAQABAD1AAAAhwMAAAAA&#10;" path="m,142l,18c,17,,,18,v18,,90,,90,l108,28r-77,l31,57r67,l98,85r-67,l31,114r77,l108,142,,142e" fillcolor="#5e6a70" stroked="f">
                <v:path o:connecttype="custom" o:connectlocs="0,142;0,18;18,0;108,0;108,28;31,28;31,57;98,57;98,85;31,85;31,114;108,114;108,142;0,142" o:connectangles="0,0,0,0,0,0,0,0,0,0,0,0,0,0"/>
              </v:shape>
              <v:shape id="Freeform 448" o:spid="_x0000_s1050" style="position:absolute;left:10233;top:16349;width:99;height:111;visibility:visible;mso-wrap-style:square;v-text-anchor:top" coordsize="99,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CKAcMA&#10;AADcAAAADwAAAGRycy9kb3ducmV2LnhtbESPT4vCMBTE74LfITzBm6bVrS5do4goeBHWP3t/2zzb&#10;YvNSmljrt98ICx6HmfkNs1h1phItNa60rCAeRyCIM6tLzhVczrvRJwjnkTVWlknBkxyslv3eAlNt&#10;H3yk9uRzESDsUlRQeF+nUrqsIINubGvi4F1tY9AH2eRSN/gIcFPJSRTNpMGSw0KBNW0Kym6nu1Gw&#10;nzjZ/R7bhOffMZU/2+QwrRKlhoNu/QXCU+ff4f/2XitIPmJ4nQlH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CKAcMAAADcAAAADwAAAAAAAAAAAAAAAACYAgAAZHJzL2Rv&#10;d25yZXYueG1sUEsFBgAAAAAEAAQA9QAAAIgDAAAAAA==&#10;" path="m68,111r,-60c68,36,61,28,50,28,38,28,30,36,30,51r,60l,111v,,,-89,,-91c,18,,3,18,3r12,l30,18c38,9,47,,62,,86,,99,16,99,41r,70l68,111e" fillcolor="#5e6a70" stroked="f">
                <v:path o:connecttype="custom" o:connectlocs="68,111;68,51;50,28;30,51;30,111;0,111;0,20;18,3;30,3;30,18;62,0;99,41;99,111;68,111" o:connectangles="0,0,0,0,0,0,0,0,0,0,0,0,0,0"/>
              </v:shape>
              <v:shape id="Freeform 449" o:spid="_x0000_s1051" style="position:absolute;left:10457;top:16349;width:65;height:111;visibility:visible;mso-wrap-style:square;v-text-anchor:top" coordsize="65,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G0UsUA&#10;AADcAAAADwAAAGRycy9kb3ducmV2LnhtbESPQWvCQBSE7wX/w/KEXkrdGKxKdBUJFIoHoVF6fmaf&#10;2WD2bchuk/Tfd4VCj8PMfMNs96NtRE+drx0rmM8SEMSl0zVXCi7n99c1CB+QNTaOScEPedjvJk9b&#10;zLQb+JP6IlQiQthnqMCE0GZS+tKQRT9zLXH0bq6zGKLsKqk7HCLcNjJNkqW0WHNcMNhSbqi8F99W&#10;QV6vyBTL8vrSrG+XL308Hc4rUup5Oh42IAKN4T/81/7QCt4WKTzOxCM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wbRSxQAAANwAAAAPAAAAAAAAAAAAAAAAAJgCAABkcnMv&#10;ZG93bnJldi54bWxQSwUGAAAAAAQABAD1AAAAigMAAAAA&#10;" path="m63,33c43,33,30,45,30,71r,40l,111,,20c,20,,3,17,3r13,l30,25c37,10,47,,65,1r,32l63,33e" fillcolor="#5e6a70" stroked="f">
                <v:path o:connecttype="custom" o:connectlocs="63,33;30,71;30,111;0,111;0,20;17,3;30,3;30,25;65,1;65,33;63,33" o:connectangles="0,0,0,0,0,0,0,0,0,0,0"/>
              </v:shape>
              <v:shape id="Freeform 450" o:spid="_x0000_s1052" style="position:absolute;left:10526;top:16349;width:115;height:144;visibility:visible;mso-wrap-style:square;v-text-anchor:top" coordsize="115,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B+sQA&#10;AADcAAAADwAAAGRycy9kb3ducmV2LnhtbESPT4vCMBTE78J+h/AWvMiabv2D1KayCIoHD1oXvD6a&#10;Z1tsXkoTtfvtN4LgcZiZ3zDpqjeNuFPnassKvscRCOLC6ppLBb+nzdcChPPIGhvLpOCPHKyyj0GK&#10;ibYPPtI996UIEHYJKqi8bxMpXVGRQTe2LXHwLrYz6IPsSqk7fAS4aWQcRXNpsOawUGFL64qKa34z&#10;CuZrN9r788nZbWnMbnKIa3uJlRp+9j9LEJ56/w6/2jutYDadwPNMOAI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PwfrEAAAA3AAAAA8AAAAAAAAAAAAAAAAAmAIAAGRycy9k&#10;b3ducmV2LnhtbFBLBQYAAAAABAAEAPUAAACJAwAAAAA=&#10;" path="m84,51c84,36,73,26,58,26,43,26,31,36,31,51r,1c31,67,43,77,58,77,73,77,84,66,84,52r,-1m54,144c36,144,20,140,6,133l16,110v12,6,23,10,37,10c74,120,84,109,84,90r,-5c75,96,65,102,49,102,23,102,,84,,52l,51c,19,24,,49,,65,,75,8,84,17l84,3r13,c115,3,115,20,115,20r,67c115,128,94,144,54,144e" fillcolor="#5e6a70" stroked="f">
                <v:path o:connecttype="custom" o:connectlocs="84,51;58,26;31,51;31,52;58,77;84,52;84,51;54,144;6,133;16,110;53,120;84,90;84,85;49,102;0,52;0,51;49,0;84,17;84,3;97,3;115,20;115,87;54,144" o:connectangles="0,0,0,0,0,0,0,0,0,0,0,0,0,0,0,0,0,0,0,0,0,0,0"/>
              </v:shape>
              <v:shape id="Freeform 451" o:spid="_x0000_s1053" style="position:absolute;left:10644;top:16351;width:113;height:142;visibility:visible;mso-wrap-style:square;v-text-anchor:top" coordsize="113,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uwMYA&#10;AADcAAAADwAAAGRycy9kb3ducmV2LnhtbESP0WrCQBRE3wv9h+UWfJFmYxuLRFeRloI+aG3qB1yz&#10;12xo9m7Irhr/3hUKfRxm5gwzW/S2EWfqfO1YwShJQRCXTtdcKdj/fD5PQPiArLFxTAqu5GExf3yY&#10;Ya7dhb/pXIRKRAj7HBWYENpcSl8asugT1xJH7+g6iyHKrpK6w0uE20a+pOmbtFhzXDDY0ruh8rc4&#10;WQXL/SFbf+xWxVdqRlVT03a7eR0qNXjql1MQgfrwH/5rr7SCcZbB/U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6uwMYAAADcAAAADwAAAAAAAAAAAAAAAACYAgAAZHJz&#10;L2Rvd25yZXYueG1sUEsFBgAAAAAEAAQA9QAAAIsDAAAAAA==&#10;" path="m72,112v-9,22,-18,30,-36,30c25,142,17,139,9,135l19,112v4,3,9,5,13,5c37,117,40,115,43,110l,,33,,58,74,76,18c76,18,81,,93,r20,l72,112e" fillcolor="#5e6a70" stroked="f">
                <v:path o:connecttype="custom" o:connectlocs="72,112;36,142;9,135;19,112;32,117;43,110;0,0;33,0;58,74;76,18;93,0;113,0;72,112" o:connectangles="0,0,0,0,0,0,0,0,0,0,0,0,0"/>
              </v:shape>
              <v:shape id="Freeform 452" o:spid="_x0000_s1054" style="position:absolute;left:10115;top:16149;width:108;height:142;visibility:visible;mso-wrap-style:square;v-text-anchor:top" coordsize="10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Or8UA&#10;AADcAAAADwAAAGRycy9kb3ducmV2LnhtbESPT2sCMRTE74LfITyhN80qtZTVKLUgVby02ur1dfP2&#10;j928bJOo67c3QqHHYWZ+w0znranFmZyvLCsYDhIQxJnVFRcKPnfL/jMIH5A11pZJwZU8zGfdzhRT&#10;bS/8QedtKESEsE9RQRlCk0rps5IM+oFtiKOXW2cwROkKqR1eItzUcpQkT9JgxXGhxIZeS8p+tiej&#10;oNltTnr/Tt+/wR3yr7f1It8fF0o99NqXCYhAbfgP/7VXWsH4cQz3M/EI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DE6vxQAAANwAAAAPAAAAAAAAAAAAAAAAAJgCAABkcnMv&#10;ZG93bnJldi54bWxQSwUGAAAAAAQABAD1AAAAigMAAAAA&#10;" path="m,142l,18c,16,,,18,v18,,90,,90,l108,27r-77,l31,56r67,l98,84r-67,l31,114r77,l108,142,,142e" fillcolor="#5e6a70" stroked="f">
                <v:path o:connecttype="custom" o:connectlocs="0,142;0,18;18,0;108,0;108,27;31,27;31,56;98,56;98,84;31,84;31,114;108,114;108,142;0,142" o:connectangles="0,0,0,0,0,0,0,0,0,0,0,0,0,0"/>
              </v:shape>
              <v:shape id="Freeform 453" o:spid="_x0000_s1055" style="position:absolute;left:10233;top:16180;width:99;height:111;visibility:visible;mso-wrap-style:square;v-text-anchor:top" coordsize="99,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kSdcQA&#10;AADcAAAADwAAAGRycy9kb3ducmV2LnhtbESPQWvCQBSE70L/w/IKvZmN1sSSuoqIhVwKJrX31+xr&#10;Epp9G7JrTP+9WxB6HGbmG2azm0wnRhpca1nBIopBEFdWt1wrOH+8zV9AOI+ssbNMCn7JwW77MNtg&#10;pu2VCxpLX4sAYZehgsb7PpPSVQ0ZdJHtiYP3bQeDPsihlnrAa4CbTi7jOJUGWw4LDfZ0aKj6KS9G&#10;Qb50cvoqxoTXpwW1n8fk/blLlHp6nPavIDxN/j98b+daQbJK4e9MOAJy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pEnXEAAAA3AAAAA8AAAAAAAAAAAAAAAAAmAIAAGRycy9k&#10;b3ducmV2LnhtbFBLBQYAAAAABAAEAPUAAACJAwAAAAA=&#10;" path="m68,111r,-61c68,35,61,28,50,28,38,28,30,35,30,50r,61l,111v,,,-90,,-91c,18,,2,18,2r12,l30,17c38,8,47,,62,,86,,99,15,99,40r,71l68,111e" fillcolor="#5e6a70" stroked="f">
                <v:path o:connecttype="custom" o:connectlocs="68,111;68,50;50,28;30,50;30,111;0,111;0,20;18,2;30,2;30,17;62,0;99,40;99,111;68,111" o:connectangles="0,0,0,0,0,0,0,0,0,0,0,0,0,0"/>
              </v:shape>
              <v:shape id="Freeform 454" o:spid="_x0000_s1056" style="position:absolute;left:10779;top:16179;width:117;height:113;visibility:visible;mso-wrap-style:square;v-text-anchor:top" coordsize="117,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dsTsMA&#10;AADcAAAADwAAAGRycy9kb3ducmV2LnhtbESPwW7CMBBE70j9B2sr9QZO00JRwCBSlYprQj9giTdx&#10;RLyOYhPSv68rVepxNDNvNNv9ZDsx0uBbxwqeFwkI4srplhsFX+fjfA3CB2SNnWNS8E0e9ruH2RYz&#10;7e5c0FiGRkQI+wwVmBD6TEpfGbLoF64njl7tBoshyqGResB7hNtOpkmykhZbjgsGe3o3VF3Lm1Vw&#10;eeHzUaYfNY23+rMy+VT4Q67U0+N02IAINIX/8F/7pBUsX9/g90w8An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dsTsMAAADcAAAADwAAAAAAAAAAAAAAAACYAgAAZHJzL2Rv&#10;d25yZXYueG1sUEsFBgAAAAAEAAQA9QAAAIgDAAAAAA==&#10;" path="m87,56c87,40,75,26,58,26,41,26,30,40,30,56v,16,12,30,29,30c76,86,87,73,87,57r,-1m58,113c25,113,,88,,57l,56c,25,25,,59,v33,,58,25,58,56c117,88,92,113,58,113e" fillcolor="#5e6a70" stroked="f">
                <v:path o:connecttype="custom" o:connectlocs="87,56;58,26;30,56;30,56;59,86;87,57;87,56;58,113;0,57;0,56;59,0;117,56;117,56;58,113" o:connectangles="0,0,0,0,0,0,0,0,0,0,0,0,0,0"/>
              </v:shape>
              <v:shape id="Freeform 455" o:spid="_x0000_s1057" style="position:absolute;left:10341;top:16149;width:115;height:144;visibility:visible;mso-wrap-style:square;v-text-anchor:top" coordsize="115,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tTi74A&#10;AADcAAAADwAAAGRycy9kb3ducmV2LnhtbERPyQrCMBC9C/5DGMGLaGpdkGoUERQPHtzA69CMbbGZ&#10;lCZq/XtzEDw+3r5YNaYUL6pdYVnBcBCBIE6tLjhTcL1s+zMQziNrLC2Tgg85WC3brQUm2r75RK+z&#10;z0QIYZeggtz7KpHSpTkZdANbEQfubmuDPsA6k7rGdwg3pYyjaCoNFhwacqxok1P6OD+NgunG9Q7+&#10;dnF2lxmzHx3jwt5jpbqdZj0H4anxf/HPvdcKJuOwNpwJR0Au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HrU4u+AAAA3AAAAA8AAAAAAAAAAAAAAAAAmAIAAGRycy9kb3ducmV2&#10;LnhtbFBLBQYAAAAABAAEAPUAAACDAwAAAAA=&#10;" path="m84,87c84,69,72,57,58,57,43,57,31,69,31,87r,1c31,106,43,118,58,118v14,,26,-12,26,-30l84,87t,55l84,126v-8,10,-18,18,-34,18c25,144,,124,,88l,87c,51,24,31,50,31v16,,27,7,34,16l84,17c84,16,84,,102,r13,l115,142r-31,e" fillcolor="#5e6a70" stroked="f">
                <v:path o:connecttype="custom" o:connectlocs="84,87;58,57;31,87;31,88;58,118;84,88;84,87;84,142;84,126;50,144;0,88;0,87;50,31;84,47;84,17;102,0;115,0;115,142;84,142" o:connectangles="0,0,0,0,0,0,0,0,0,0,0,0,0,0,0,0,0,0,0"/>
              </v:shape>
              <v:shape id="Freeform 456" o:spid="_x0000_s1058" style="position:absolute;left:10576;top:16180;width:100;height:113;visibility:visible;mso-wrap-style:square;v-text-anchor:top" coordsize="100,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jtC8QA&#10;AADcAAAADwAAAGRycy9kb3ducmV2LnhtbESPQWvCQBSE70L/w/IKvenG0toYXUUKSkAvicHzM/tM&#10;gtm3IbvV+O/dQqHHYWa+YZbrwbTiRr1rLCuYTiIQxKXVDVcKiuN2HINwHllja5kUPMjBevUyWmKi&#10;7Z0zuuW+EgHCLkEFtfddIqUrazLoJrYjDt7F9gZ9kH0ldY/3ADetfI+imTTYcFiosaPvmspr/mMU&#10;bKfZpowlPw7xV5GeLvvducWdUm+vw2YBwtPg/8N/7VQr+PyYw++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47QvEAAAA3AAAAA8AAAAAAAAAAAAAAAAAmAIAAGRycy9k&#10;b3ducmV2LnhtbFBLBQYAAAAABAAEAPUAAACJAwAAAAA=&#10;" path="m71,67c65,64,58,63,51,63,38,63,30,68,30,78v,8,7,13,16,13c61,91,71,83,71,72r,-5m70,111r,-12c63,107,52,113,37,113,17,113,,101,,79,,55,18,44,44,44v11,,19,2,26,5l70,47c70,34,62,26,47,26v-12,,-20,2,-30,6l9,8c21,3,33,,51,v34,,49,17,49,47l100,111r-30,e" fillcolor="#5e6a70" stroked="f">
                <v:path o:connecttype="custom" o:connectlocs="71,67;51,63;30,78;30,78;46,91;71,72;71,67;70,111;70,99;37,113;0,79;0,79;44,44;70,49;70,47;47,26;17,32;9,8;51,0;100,47;100,111;70,111" o:connectangles="0,0,0,0,0,0,0,0,0,0,0,0,0,0,0,0,0,0,0,0,0,0"/>
              </v:shape>
              <v:shape id="Freeform 457" o:spid="_x0000_s1059" style="position:absolute;left:10673;top:16182;width:113;height:108;visibility:visible;mso-wrap-style:square;v-text-anchor:top" coordsize="113,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irEcEA&#10;AADcAAAADwAAAGRycy9kb3ducmV2LnhtbERPTWvCQBC9C/0PyxR6q5sWlJK6hiAUxEvRFu1xyE6z&#10;wexs2N3G+O87B8Hj432vqsn3aqSYusAGXuYFKOIm2I5bA99fH89voFJGttgHJgNXSlCtH2YrLG24&#10;8J7GQ26VhHAq0YDLeSi1To0jj2keBmLhfkP0mAXGVtuIFwn3vX4tiqX22LE0OBxo46g5H/68gcV+&#10;THU8advQ9nx0P7tu97m5GvP0ONXvoDJN+S6+ubdWfAuZL2fkCO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YqxHBAAAA3AAAAA8AAAAAAAAAAAAAAAAAmAIAAGRycy9kb3du&#10;cmV2LnhtbFBLBQYAAAAABAAEAPUAAACGAwAAAAA=&#10;" path="m71,108r-28,l,,32,,57,72,75,17c75,17,81,,93,r20,l71,108e" fillcolor="#5e6a70" stroked="f">
                <v:path o:connecttype="custom" o:connectlocs="71,108;43,108;0,0;32,0;57,72;75,17;93,0;113,0;71,108" o:connectangles="0,0,0,0,0,0,0,0,0"/>
              </v:shape>
              <v:shape id="Freeform 458" o:spid="_x0000_s1060" style="position:absolute;left:10904;top:16182;width:100;height:111;visibility:visible;mso-wrap-style:square;v-text-anchor:top" coordsize="100,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2gm8UA&#10;AADcAAAADwAAAGRycy9kb3ducmV2LnhtbESPzWrDMBCE74G+g9hCb4mcQkJwo4RSSEmgl/xcelus&#10;reTKWrmWGttvHwUKPQ4z8w2z3g6+EVfqYh1YwXxWgCCugq7ZKLicd9MViJiQNTaBScFIEbabh8ka&#10;Sx16PtL1lIzIEI4lKrAptaWUsbLkMc5CS5y9r9B5TFl2RuoO+wz3jXwuiqX0WHNesNjSm6XKnX69&#10;gt6tDubbjZ/n5mP8eW+lszvjlHp6HF5fQCQa0n/4r73XChaLOdzP5CM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raCbxQAAANwAAAAPAAAAAAAAAAAAAAAAAJgCAABkcnMv&#10;ZG93bnJldi54bWxQSwUGAAAAAAQABAD1AAAAigMAAAAA&#10;" path="m69,109r,-16c62,102,53,111,37,111,14,111,1,95,1,70l1,18c1,16,,,18,l31,r,60c31,75,38,83,50,83v12,,19,-8,19,-23l69,18c69,15,69,,87,r13,l100,109r-31,e" fillcolor="#5e6a70" stroked="f">
                <v:path o:connecttype="custom" o:connectlocs="69,109;69,93;37,111;1,70;1,18;18,0;31,0;31,60;50,83;69,60;69,18;87,0;100,0;100,109;69,109" o:connectangles="0,0,0,0,0,0,0,0,0,0,0,0,0,0,0"/>
              </v:shape>
              <v:shape id="Freeform 459" o:spid="_x0000_s1061" style="position:absolute;left:11013;top:16179;width:66;height:111;visibility:visible;mso-wrap-style:square;v-text-anchor:top" coordsize="66,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r5dMQA&#10;AADcAAAADwAAAGRycy9kb3ducmV2LnhtbESPQWsCMRSE74L/ITzBm2ZdUOrWKCoVpB6Kq4ceH5vX&#10;zdLNy5Kkuv77Rij0OMzMN8xq09tW3MiHxrGC2TQDQVw53XCt4Ho5TF5AhIissXVMCh4UYLMeDlZY&#10;aHfnM93KWIsE4VCgAhNjV0gZKkMWw9R1xMn7ct5iTNLXUnu8J7htZZ5lC2mx4bRgsKO9oeq7/LEK&#10;3svlp+93byfdZtcF0kd+NjJXajzqt68gIvXxP/zXPmoF83kOzzPp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q+XTEAAAA3AAAAA8AAAAAAAAAAAAAAAAAmAIAAGRycy9k&#10;b3ducmV2LnhtbFBLBQYAAAAABAAEAPUAAACJAwAAAAA=&#10;" path="m64,33c44,33,31,45,31,71r,40l,111,,21c,20,,3,18,3r13,l31,25c37,10,47,,66,1r,32l64,33e" fillcolor="#5e6a70" stroked="f">
                <v:path o:connecttype="custom" o:connectlocs="64,33;31,71;31,111;0,111;0,21;18,3;31,3;31,25;66,1;66,33;64,33" o:connectangles="0,0,0,0,0,0,0,0,0,0,0"/>
              </v:shape>
              <v:shape id="Freeform 460" o:spid="_x0000_s1062" style="position:absolute;left:10464;top:16180;width:107;height:113;visibility:visible;mso-wrap-style:square;v-text-anchor:top" coordsize="107,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RWQsMA&#10;AADcAAAADwAAAGRycy9kb3ducmV2LnhtbESP0WrCQBRE3wv+w3KFvtWNkZQSXUUsBSFPtf2Aa/aa&#10;DWbvxuyapH69WxB8HGbmDLPajLYRPXW+dqxgPktAEJdO11wp+P35evsA4QOyxsYxKfgjD5v15GWF&#10;uXYDf1N/CJWIEPY5KjAhtLmUvjRk0c9cSxy9k+sshii7SuoOhwi3jUyT5F1arDkuGGxpZ6g8H65W&#10;weWY2dtOFunnwJWp++sxpaJQ6nU6bpcgAo3hGX6091pBli3g/0w8An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RWQsMAAADcAAAADwAAAAAAAAAAAAAAAACYAgAAZHJzL2Rv&#10;d25yZXYueG1sUEsFBgAAAAAEAAQA9QAAAIgDAAAAAA==&#10;" path="m54,c22,,,25,,56r,1c,90,24,113,57,113v20,,34,-8,44,-20l84,77c75,85,68,88,57,88,42,88,32,77,30,65v-1,-11,,-14,,-18c32,33,41,24,54,24v13,,21,10,23,24l36,48v,,,19,17,19l106,67v1,-3,1,-5,1,-8c107,28,90,,54,e" fillcolor="#5e6a70" stroked="f">
                <v:path o:connecttype="custom" o:connectlocs="54,0;0,56;0,57;57,113;101,93;84,77;57,88;30,65;30,47;54,24;77,48;36,48;53,67;106,67;107,59;107,59;54,0" o:connectangles="0,0,0,0,0,0,0,0,0,0,0,0,0,0,0,0,0"/>
              </v:shape>
              <v:shape id="Freeform 461" o:spid="_x0000_s1063" style="position:absolute;left:10341;top:16349;width:107;height:114;visibility:visible;mso-wrap-style:square;v-text-anchor:top" coordsize="107,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smhMUA&#10;AADcAAAADwAAAGRycy9kb3ducmV2LnhtbESP0WrCQBRE3wX/YbmFvplNpUpJXaUGpKUgaNoPuGRv&#10;s0mzd2N2NfHvu4LQx2FmzjCrzWhbcaHe144VPCUpCOLS6ZorBd9fu9kLCB+QNbaOScGVPGzW08kK&#10;M+0GPtKlCJWIEPYZKjAhdJmUvjRk0SeuI47ej+sthij7Suoehwi3rZyn6VJarDkuGOwoN1T+Fmer&#10;IC/Mcr5vTtvD2OxqPxyv759NrtTjw/j2CiLQGP7D9/aHVrBYPMPtTDw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qyaExQAAANwAAAAPAAAAAAAAAAAAAAAAAJgCAABkcnMv&#10;ZG93bnJldi54bWxQSwUGAAAAAAQABAD1AAAAigMAAAAA&#10;" path="m54,c23,,,26,,57v,34,25,57,57,57c77,114,92,106,102,93l84,78c76,86,68,89,58,89,43,89,32,77,31,66,29,55,30,52,31,47,33,34,41,25,54,25v13,,21,10,23,23l37,48v,,-1,20,16,20l107,68v,-3,,-5,,-8c107,29,91,,54,e" fillcolor="#5e6a70" stroked="f">
                <v:path o:connecttype="custom" o:connectlocs="54,0;0,57;0,57;57,114;102,93;84,78;58,89;31,66;31,47;54,25;77,48;37,48;53,68;107,68;107,60;107,60;54,0" o:connectangles="0,0,0,0,0,0,0,0,0,0,0,0,0,0,0,0,0"/>
              </v:shape>
              <w10:anchorlock/>
            </v:group>
          </w:pict>
        </mc:Fallback>
      </mc:AlternateContent>
    </w:r>
    <w:r>
      <w:rPr>
        <w:noProof/>
      </w:rPr>
      <mc:AlternateContent>
        <mc:Choice Requires="wps">
          <w:drawing>
            <wp:anchor distT="0" distB="0" distL="114300" distR="114300" simplePos="0" relativeHeight="251679232" behindDoc="1" locked="1" layoutInCell="0" allowOverlap="1" wp14:anchorId="67077F41" wp14:editId="25A9C518">
              <wp:simplePos x="0" y="0"/>
              <wp:positionH relativeFrom="page">
                <wp:posOffset>6132830</wp:posOffset>
              </wp:positionH>
              <wp:positionV relativeFrom="page">
                <wp:posOffset>10232390</wp:posOffset>
              </wp:positionV>
              <wp:extent cx="44450" cy="43815"/>
              <wp:effectExtent l="8255" t="2540" r="4445" b="1270"/>
              <wp:wrapNone/>
              <wp:docPr id="3" name="Freeform 4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43815"/>
                      </a:xfrm>
                      <a:custGeom>
                        <a:avLst/>
                        <a:gdLst>
                          <a:gd name="T0" fmla="*/ 70 w 70"/>
                          <a:gd name="T1" fmla="*/ 35 h 69"/>
                          <a:gd name="T2" fmla="*/ 35 w 70"/>
                          <a:gd name="T3" fmla="*/ 69 h 69"/>
                          <a:gd name="T4" fmla="*/ 0 w 70"/>
                          <a:gd name="T5" fmla="*/ 35 h 69"/>
                          <a:gd name="T6" fmla="*/ 35 w 70"/>
                          <a:gd name="T7" fmla="*/ 0 h 69"/>
                          <a:gd name="T8" fmla="*/ 70 w 70"/>
                          <a:gd name="T9" fmla="*/ 35 h 69"/>
                        </a:gdLst>
                        <a:ahLst/>
                        <a:cxnLst>
                          <a:cxn ang="0">
                            <a:pos x="T0" y="T1"/>
                          </a:cxn>
                          <a:cxn ang="0">
                            <a:pos x="T2" y="T3"/>
                          </a:cxn>
                          <a:cxn ang="0">
                            <a:pos x="T4" y="T5"/>
                          </a:cxn>
                          <a:cxn ang="0">
                            <a:pos x="T6" y="T7"/>
                          </a:cxn>
                          <a:cxn ang="0">
                            <a:pos x="T8" y="T9"/>
                          </a:cxn>
                        </a:cxnLst>
                        <a:rect l="0" t="0" r="r" b="b"/>
                        <a:pathLst>
                          <a:path w="70" h="69">
                            <a:moveTo>
                              <a:pt x="70" y="35"/>
                            </a:moveTo>
                            <a:cubicBezTo>
                              <a:pt x="70" y="54"/>
                              <a:pt x="54" y="69"/>
                              <a:pt x="35" y="69"/>
                            </a:cubicBezTo>
                            <a:cubicBezTo>
                              <a:pt x="16" y="69"/>
                              <a:pt x="0" y="54"/>
                              <a:pt x="0" y="35"/>
                            </a:cubicBezTo>
                            <a:cubicBezTo>
                              <a:pt x="0" y="15"/>
                              <a:pt x="16" y="0"/>
                              <a:pt x="35" y="0"/>
                            </a:cubicBezTo>
                            <a:cubicBezTo>
                              <a:pt x="54" y="0"/>
                              <a:pt x="70" y="15"/>
                              <a:pt x="70" y="35"/>
                            </a:cubicBezTo>
                          </a:path>
                        </a:pathLst>
                      </a:custGeom>
                      <a:solidFill>
                        <a:srgbClr val="3C4D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5" o:spid="_x0000_s1026" style="position:absolute;margin-left:482.9pt;margin-top:805.7pt;width:3.5pt;height:3.4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" o:allowincell="f" path="m70,35c70,54,54,69,35,69,16,69,,54,,35,,15,16,,35,,54,,70,15,70,35e" fillcolor="#3c4d4d" stroked="f">
              <v:path o:connecttype="custom" o:connectlocs="44450,22225;22225,43815;0,22225;22225,0;44450,22225" o:connectangles="0,0,0,0,0"/>
              <w10:wrap anchorx="page" anchory="page"/>
              <w10:anchorlock/>
            </v:shape>
          </w:pict>
        </mc:Fallback>
      </mc:AlternateContent>
    </w:r>
    <w:r>
      <w:rPr>
        <w:noProof/>
      </w:rPr>
      <mc:AlternateContent>
        <mc:Choice Requires="wps">
          <w:drawing>
            <wp:anchor distT="0" distB="0" distL="114300" distR="114300" simplePos="0" relativeHeight="251678208" behindDoc="1" locked="1" layoutInCell="1" allowOverlap="1" wp14:anchorId="7CFAF372" wp14:editId="425A526D">
              <wp:simplePos x="0" y="0"/>
              <wp:positionH relativeFrom="page">
                <wp:posOffset>594360</wp:posOffset>
              </wp:positionH>
              <wp:positionV relativeFrom="page">
                <wp:posOffset>10096500</wp:posOffset>
              </wp:positionV>
              <wp:extent cx="6461125" cy="0"/>
              <wp:effectExtent l="13335" t="9525" r="12065" b="9525"/>
              <wp:wrapNone/>
              <wp:docPr id="2" name="Freeform 4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0"/>
                      </a:xfrm>
                      <a:custGeom>
                        <a:avLst/>
                        <a:gdLst>
                          <a:gd name="T0" fmla="*/ 0 w 10175"/>
                          <a:gd name="T1" fmla="*/ 0 w 10175"/>
                          <a:gd name="T2" fmla="*/ 10175 w 10175"/>
                          <a:gd name="T3" fmla="*/ 10175 w 10175"/>
                        </a:gdLst>
                        <a:ahLst/>
                        <a:cxnLst>
                          <a:cxn ang="0">
                            <a:pos x="T0" y="0"/>
                          </a:cxn>
                          <a:cxn ang="0">
                            <a:pos x="T1" y="0"/>
                          </a:cxn>
                          <a:cxn ang="0">
                            <a:pos x="T2" y="0"/>
                          </a:cxn>
                          <a:cxn ang="0">
                            <a:pos x="T3" y="0"/>
                          </a:cxn>
                        </a:cxnLst>
                        <a:rect l="0" t="0" r="r" b="b"/>
                        <a:pathLst>
                          <a:path w="10175">
                            <a:moveTo>
                              <a:pt x="0" y="0"/>
                            </a:moveTo>
                            <a:lnTo>
                              <a:pt x="0" y="0"/>
                            </a:lnTo>
                            <a:moveTo>
                              <a:pt x="10175" y="0"/>
                            </a:moveTo>
                            <a:lnTo>
                              <a:pt x="10175" y="0"/>
                            </a:lnTo>
                          </a:path>
                        </a:pathLst>
                      </a:custGeom>
                      <a:noFill/>
                      <a:ln w="19050" cap="rnd">
                        <a:solidFill>
                          <a:srgbClr val="5E6A7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3" o:spid="_x0000_s1026" style="position:absolute;margin-left:46.8pt;margin-top:795pt;width:508.75pt;height:0;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" path="m,l,m10175,r,e" filled="f" strokecolor="#5e6a70" strokeweight="1.5pt">
              <v:stroke endcap="round"/>
              <v:path o:connecttype="custom" o:connectlocs="0,0;0,0;6461125,0;6461125,0" o:connectangles="0,0,0,0"/>
              <w10:wrap anchorx="page" anchory="page"/>
              <w10:anchorlock/>
            </v:shape>
          </w:pict>
        </mc:Fallback>
      </mc:AlternateContent>
    </w:r>
    <w:r>
      <w:rPr>
        <w:noProof/>
      </w:rPr>
      <mc:AlternateContent>
        <mc:Choice Requires="wps">
          <w:drawing>
            <wp:anchor distT="0" distB="0" distL="114300" distR="114300" simplePos="0" relativeHeight="251677184" behindDoc="1" locked="1" layoutInCell="1" allowOverlap="1" wp14:anchorId="1E18FCBC" wp14:editId="3FA489AB">
              <wp:simplePos x="0" y="0"/>
              <wp:positionH relativeFrom="page">
                <wp:posOffset>632460</wp:posOffset>
              </wp:positionH>
              <wp:positionV relativeFrom="page">
                <wp:posOffset>10096500</wp:posOffset>
              </wp:positionV>
              <wp:extent cx="6403975" cy="0"/>
              <wp:effectExtent l="13335" t="9525" r="12065" b="9525"/>
              <wp:wrapNone/>
              <wp:docPr id="1" name="Freeform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3975" cy="0"/>
                      </a:xfrm>
                      <a:custGeom>
                        <a:avLst/>
                        <a:gdLst>
                          <a:gd name="T0" fmla="*/ 0 w 10085"/>
                          <a:gd name="T1" fmla="*/ 10085 w 10085"/>
                        </a:gdLst>
                        <a:ahLst/>
                        <a:cxnLst>
                          <a:cxn ang="0">
                            <a:pos x="T0" y="0"/>
                          </a:cxn>
                          <a:cxn ang="0">
                            <a:pos x="T1" y="0"/>
                          </a:cxn>
                        </a:cxnLst>
                        <a:rect l="0" t="0" r="r" b="b"/>
                        <a:pathLst>
                          <a:path w="10085">
                            <a:moveTo>
                              <a:pt x="0" y="0"/>
                            </a:moveTo>
                            <a:lnTo>
                              <a:pt x="10085" y="0"/>
                            </a:lnTo>
                          </a:path>
                        </a:pathLst>
                      </a:custGeom>
                      <a:noFill/>
                      <a:ln w="19050" cap="rnd">
                        <a:solidFill>
                          <a:srgbClr val="606A7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422" o:spid="_x0000_s1026" style="position:absolute;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9.8pt,795pt,554.05pt,795pt" coordsize="10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" filled="f" strokecolor="#606a70" strokeweight="1.5pt">
              <v:stroke dashstyle="1 1" endcap="round"/>
              <v:path o:connecttype="custom" o:connectlocs="0,0;6403975,0" o:connectangles="0,0"/>
              <w10:wrap anchorx="page" anchory="page"/>
              <w10:anchorlock/>
            </v:polylin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2A" w:rsidRDefault="008C462A" w:rsidP="000130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26D" w:rsidRDefault="00B7626D" w:rsidP="000130B4">
      <w:r>
        <w:separator/>
      </w:r>
    </w:p>
    <w:p w:rsidR="00B7626D" w:rsidRDefault="00B7626D" w:rsidP="000130B4"/>
    <w:p w:rsidR="00B7626D" w:rsidRDefault="00B7626D" w:rsidP="000130B4"/>
    <w:p w:rsidR="00B7626D" w:rsidRDefault="00B7626D" w:rsidP="000130B4"/>
    <w:p w:rsidR="00B7626D" w:rsidRDefault="00B7626D" w:rsidP="000130B4"/>
  </w:footnote>
  <w:footnote w:type="continuationSeparator" w:id="0">
    <w:p w:rsidR="00B7626D" w:rsidRDefault="00B7626D" w:rsidP="000130B4">
      <w:r>
        <w:continuationSeparator/>
      </w:r>
    </w:p>
    <w:p w:rsidR="00B7626D" w:rsidRDefault="00B7626D" w:rsidP="000130B4"/>
    <w:p w:rsidR="00B7626D" w:rsidRDefault="00B7626D" w:rsidP="000130B4"/>
    <w:p w:rsidR="00B7626D" w:rsidRDefault="00B7626D" w:rsidP="000130B4"/>
    <w:p w:rsidR="00B7626D" w:rsidRDefault="00B7626D" w:rsidP="000130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2A" w:rsidRDefault="008C462A" w:rsidP="000130B4">
    <w:pPr>
      <w:pStyle w:val="Header"/>
    </w:pPr>
    <w:r>
      <w:rPr>
        <w:noProof/>
      </w:rPr>
      <mc:AlternateContent>
        <mc:Choice Requires="wps">
          <w:drawing>
            <wp:anchor distT="0" distB="0" distL="114300" distR="114300" simplePos="0" relativeHeight="251632128" behindDoc="1" locked="0" layoutInCell="1" allowOverlap="1" wp14:anchorId="40223965" wp14:editId="7C00BF17">
              <wp:simplePos x="0" y="0"/>
              <wp:positionH relativeFrom="page">
                <wp:posOffset>0</wp:posOffset>
              </wp:positionH>
              <wp:positionV relativeFrom="page">
                <wp:posOffset>0</wp:posOffset>
              </wp:positionV>
              <wp:extent cx="6993890" cy="8517890"/>
              <wp:effectExtent l="38100" t="38100" r="35560" b="35560"/>
              <wp:wrapNone/>
              <wp:docPr id="83" name="Freeform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3890" cy="8517890"/>
                      </a:xfrm>
                      <a:custGeom>
                        <a:avLst/>
                        <a:gdLst>
                          <a:gd name="T0" fmla="*/ 0 w 11014"/>
                          <a:gd name="T1" fmla="*/ 12819 h 13414"/>
                          <a:gd name="T2" fmla="*/ 3027 w 11014"/>
                          <a:gd name="T3" fmla="*/ 13414 h 13414"/>
                          <a:gd name="T4" fmla="*/ 11014 w 11014"/>
                          <a:gd name="T5" fmla="*/ 5428 h 13414"/>
                          <a:gd name="T6" fmla="*/ 8884 w 11014"/>
                          <a:gd name="T7" fmla="*/ 0 h 13414"/>
                        </a:gdLst>
                        <a:ahLst/>
                        <a:cxnLst>
                          <a:cxn ang="0">
                            <a:pos x="T0" y="T1"/>
                          </a:cxn>
                          <a:cxn ang="0">
                            <a:pos x="T2" y="T3"/>
                          </a:cxn>
                          <a:cxn ang="0">
                            <a:pos x="T4" y="T5"/>
                          </a:cxn>
                          <a:cxn ang="0">
                            <a:pos x="T6" y="T7"/>
                          </a:cxn>
                        </a:cxnLst>
                        <a:rect l="0" t="0" r="r" b="b"/>
                        <a:pathLst>
                          <a:path w="11014" h="13414">
                            <a:moveTo>
                              <a:pt x="0" y="12819"/>
                            </a:moveTo>
                            <a:cubicBezTo>
                              <a:pt x="933" y="13202"/>
                              <a:pt x="1955" y="13414"/>
                              <a:pt x="3027" y="13414"/>
                            </a:cubicBezTo>
                            <a:cubicBezTo>
                              <a:pt x="7438" y="13414"/>
                              <a:pt x="11014" y="9839"/>
                              <a:pt x="11014" y="5428"/>
                            </a:cubicBezTo>
                            <a:cubicBezTo>
                              <a:pt x="11014" y="3332"/>
                              <a:pt x="10206" y="1424"/>
                              <a:pt x="8884" y="0"/>
                            </a:cubicBezTo>
                          </a:path>
                        </a:pathLst>
                      </a:custGeom>
                      <a:noFill/>
                      <a:ln w="63500">
                        <a:solidFill>
                          <a:srgbClr val="BED600"/>
                        </a:solidFill>
                        <a:miter lim="4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33" o:spid="_x0000_s1026" style="position:absolute;margin-left:0;margin-top:0;width:550.7pt;height:670.7pt;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014,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" path="m,12819v933,383,1955,595,3027,595c7438,13414,11014,9839,11014,5428,11014,3332,10206,1424,8884,e" filled="f" strokecolor="#bed600" strokeweight="5pt">
              <v:stroke miterlimit="4" joinstyle="miter"/>
              <v:path o:connecttype="custom" o:connectlocs="0,8140065;1922145,8517890;6993890,3446780;5641340,0" o:connectangles="0,0,0,0"/>
              <w10:wrap anchorx="page" anchory="page"/>
            </v:shape>
          </w:pict>
        </mc:Fallback>
      </mc:AlternateContent>
    </w:r>
    <w:r>
      <w:rPr>
        <w:noProof/>
      </w:rPr>
      <mc:AlternateContent>
        <mc:Choice Requires="wps">
          <w:drawing>
            <wp:anchor distT="0" distB="0" distL="114300" distR="114300" simplePos="0" relativeHeight="251633152" behindDoc="1" locked="0" layoutInCell="1" allowOverlap="1" wp14:anchorId="43AFC8AC" wp14:editId="49B236F1">
              <wp:simplePos x="0" y="0"/>
              <wp:positionH relativeFrom="page">
                <wp:posOffset>6247130</wp:posOffset>
              </wp:positionH>
              <wp:positionV relativeFrom="page">
                <wp:posOffset>4968875</wp:posOffset>
              </wp:positionV>
              <wp:extent cx="1318260" cy="4735830"/>
              <wp:effectExtent l="36830" t="34925" r="35560" b="39370"/>
              <wp:wrapNone/>
              <wp:docPr id="82" name="Freeform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8260" cy="4735830"/>
                      </a:xfrm>
                      <a:custGeom>
                        <a:avLst/>
                        <a:gdLst>
                          <a:gd name="T0" fmla="*/ 2076 w 2076"/>
                          <a:gd name="T1" fmla="*/ 0 h 7458"/>
                          <a:gd name="T2" fmla="*/ 0 w 2076"/>
                          <a:gd name="T3" fmla="*/ 3729 h 7458"/>
                          <a:gd name="T4" fmla="*/ 2076 w 2076"/>
                          <a:gd name="T5" fmla="*/ 7458 h 7458"/>
                        </a:gdLst>
                        <a:ahLst/>
                        <a:cxnLst>
                          <a:cxn ang="0">
                            <a:pos x="T0" y="T1"/>
                          </a:cxn>
                          <a:cxn ang="0">
                            <a:pos x="T2" y="T3"/>
                          </a:cxn>
                          <a:cxn ang="0">
                            <a:pos x="T4" y="T5"/>
                          </a:cxn>
                        </a:cxnLst>
                        <a:rect l="0" t="0" r="r" b="b"/>
                        <a:pathLst>
                          <a:path w="2076" h="7458">
                            <a:moveTo>
                              <a:pt x="2076" y="0"/>
                            </a:moveTo>
                            <a:cubicBezTo>
                              <a:pt x="830" y="773"/>
                              <a:pt x="0" y="2154"/>
                              <a:pt x="0" y="3729"/>
                            </a:cubicBezTo>
                            <a:cubicBezTo>
                              <a:pt x="0" y="5303"/>
                              <a:pt x="830" y="6684"/>
                              <a:pt x="2076" y="7458"/>
                            </a:cubicBezTo>
                          </a:path>
                        </a:pathLst>
                      </a:custGeom>
                      <a:noFill/>
                      <a:ln w="63500">
                        <a:solidFill>
                          <a:srgbClr val="5E6A71"/>
                        </a:solidFill>
                        <a:miter lim="4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34" o:spid="_x0000_s1026" style="position:absolute;margin-left:491.9pt;margin-top:391.25pt;width:103.8pt;height:372.9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76,7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" path="m2076,c830,773,,2154,,3729,,5303,830,6684,2076,7458e" filled="f" strokecolor="#5e6a71" strokeweight="5pt">
              <v:stroke miterlimit="4" joinstyle="miter"/>
              <v:path o:connecttype="custom" o:connectlocs="1318260,0;0,2367915;1318260,4735830" o:connectangles="0,0,0"/>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2A" w:rsidRDefault="008C462A" w:rsidP="000130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2A" w:rsidRDefault="008C462A" w:rsidP="000130B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2A" w:rsidRDefault="008C462A" w:rsidP="000130B4">
    <w:pPr>
      <w:pStyle w:val="Header"/>
    </w:pPr>
  </w:p>
  <w:p w:rsidR="008C462A" w:rsidRDefault="008C462A" w:rsidP="000130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390B8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932F150"/>
    <w:lvl w:ilvl="0">
      <w:start w:val="1"/>
      <w:numFmt w:val="decimal"/>
      <w:lvlText w:val="%1."/>
      <w:lvlJc w:val="left"/>
      <w:pPr>
        <w:tabs>
          <w:tab w:val="num" w:pos="1492"/>
        </w:tabs>
        <w:ind w:left="1492" w:hanging="360"/>
      </w:pPr>
    </w:lvl>
  </w:abstractNum>
  <w:abstractNum w:abstractNumId="2">
    <w:nsid w:val="FFFFFF7D"/>
    <w:multiLevelType w:val="singleLevel"/>
    <w:tmpl w:val="CAA81B4E"/>
    <w:lvl w:ilvl="0">
      <w:start w:val="1"/>
      <w:numFmt w:val="decimal"/>
      <w:lvlText w:val="%1."/>
      <w:lvlJc w:val="left"/>
      <w:pPr>
        <w:tabs>
          <w:tab w:val="num" w:pos="1209"/>
        </w:tabs>
        <w:ind w:left="1209" w:hanging="360"/>
      </w:pPr>
    </w:lvl>
  </w:abstractNum>
  <w:abstractNum w:abstractNumId="3">
    <w:nsid w:val="FFFFFF7E"/>
    <w:multiLevelType w:val="singleLevel"/>
    <w:tmpl w:val="4B2C5D40"/>
    <w:lvl w:ilvl="0">
      <w:start w:val="1"/>
      <w:numFmt w:val="decimal"/>
      <w:lvlText w:val="%1."/>
      <w:lvlJc w:val="left"/>
      <w:pPr>
        <w:tabs>
          <w:tab w:val="num" w:pos="926"/>
        </w:tabs>
        <w:ind w:left="926" w:hanging="360"/>
      </w:pPr>
    </w:lvl>
  </w:abstractNum>
  <w:abstractNum w:abstractNumId="4">
    <w:nsid w:val="FFFFFF7F"/>
    <w:multiLevelType w:val="singleLevel"/>
    <w:tmpl w:val="36BA0EC0"/>
    <w:lvl w:ilvl="0">
      <w:start w:val="1"/>
      <w:numFmt w:val="decimal"/>
      <w:lvlText w:val="%1."/>
      <w:lvlJc w:val="left"/>
      <w:pPr>
        <w:tabs>
          <w:tab w:val="num" w:pos="643"/>
        </w:tabs>
        <w:ind w:left="643" w:hanging="360"/>
      </w:pPr>
    </w:lvl>
  </w:abstractNum>
  <w:abstractNum w:abstractNumId="5">
    <w:nsid w:val="FFFFFF80"/>
    <w:multiLevelType w:val="singleLevel"/>
    <w:tmpl w:val="1304CD7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1412444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496268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ED126AE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9DC37CE"/>
    <w:lvl w:ilvl="0">
      <w:start w:val="1"/>
      <w:numFmt w:val="decimal"/>
      <w:lvlText w:val="%1."/>
      <w:lvlJc w:val="left"/>
      <w:pPr>
        <w:tabs>
          <w:tab w:val="num" w:pos="360"/>
        </w:tabs>
        <w:ind w:left="360" w:hanging="360"/>
      </w:pPr>
    </w:lvl>
  </w:abstractNum>
  <w:abstractNum w:abstractNumId="10">
    <w:nsid w:val="FFFFFF89"/>
    <w:multiLevelType w:val="singleLevel"/>
    <w:tmpl w:val="733674DA"/>
    <w:lvl w:ilvl="0">
      <w:start w:val="1"/>
      <w:numFmt w:val="bullet"/>
      <w:lvlText w:val=""/>
      <w:lvlJc w:val="left"/>
      <w:pPr>
        <w:tabs>
          <w:tab w:val="num" w:pos="360"/>
        </w:tabs>
        <w:ind w:left="360" w:hanging="360"/>
      </w:pPr>
      <w:rPr>
        <w:rFonts w:ascii="Symbol" w:hAnsi="Symbol" w:hint="default"/>
      </w:rPr>
    </w:lvl>
  </w:abstractNum>
  <w:abstractNum w:abstractNumId="11">
    <w:nsid w:val="04F43F04"/>
    <w:multiLevelType w:val="multilevel"/>
    <w:tmpl w:val="104C6F5C"/>
    <w:lvl w:ilvl="0">
      <w:start w:val="1"/>
      <w:numFmt w:val="decimal"/>
      <w:pStyle w:val="Heading1"/>
      <w:lvlText w:val="%1."/>
      <w:lvlJc w:val="left"/>
      <w:pPr>
        <w:tabs>
          <w:tab w:val="num" w:pos="454"/>
        </w:tabs>
        <w:ind w:left="454" w:hanging="454"/>
      </w:pPr>
      <w:rPr>
        <w:rFonts w:hint="default"/>
        <w:b/>
        <w:i w:val="0"/>
        <w:sz w:val="32"/>
        <w:szCs w:val="28"/>
      </w:rPr>
    </w:lvl>
    <w:lvl w:ilvl="1">
      <w:start w:val="1"/>
      <w:numFmt w:val="decimal"/>
      <w:pStyle w:val="Heading2"/>
      <w:lvlText w:val="%1.%2"/>
      <w:lvlJc w:val="left"/>
      <w:pPr>
        <w:tabs>
          <w:tab w:val="num" w:pos="822"/>
        </w:tabs>
        <w:ind w:left="822" w:hanging="680"/>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595959" w:themeColor="text1" w:themeTint="A6"/>
        <w:spacing w:val="0"/>
        <w:kern w:val="0"/>
        <w:position w:val="0"/>
        <w:sz w:val="28"/>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51"/>
        </w:tabs>
        <w:ind w:left="851" w:hanging="851"/>
      </w:pPr>
      <w:rPr>
        <w:rFonts w:hint="default"/>
        <w:b/>
        <w:i w:val="0"/>
      </w:rPr>
    </w:lvl>
    <w:lvl w:ilvl="3">
      <w:start w:val="1"/>
      <w:numFmt w:val="decimal"/>
      <w:pStyle w:val="Heading4"/>
      <w:lvlText w:val="%1.%2.%3.%4"/>
      <w:lvlJc w:val="left"/>
      <w:pPr>
        <w:tabs>
          <w:tab w:val="num" w:pos="1134"/>
        </w:tabs>
        <w:ind w:left="1134" w:hanging="1134"/>
      </w:pPr>
      <w:rPr>
        <w:rFonts w:ascii="Arial" w:hAnsi="Arial" w:hint="default"/>
        <w:b/>
        <w:i w:val="0"/>
        <w:sz w:val="22"/>
      </w:rPr>
    </w:lvl>
    <w:lvl w:ilvl="4">
      <w:start w:val="1"/>
      <w:numFmt w:val="bullet"/>
      <w:pStyle w:val="Heading5"/>
      <w:lvlText w:val=""/>
      <w:lvlJc w:val="left"/>
      <w:pPr>
        <w:tabs>
          <w:tab w:val="num" w:pos="1134"/>
        </w:tabs>
        <w:ind w:left="1134" w:hanging="1134"/>
      </w:pPr>
      <w:rPr>
        <w:rFonts w:ascii="Symbol" w:hAnsi="Symbol" w:hint="default"/>
        <w:sz w:val="28"/>
      </w:rPr>
    </w:lvl>
    <w:lvl w:ilvl="5">
      <w:start w:val="1"/>
      <w:numFmt w:val="bullet"/>
      <w:pStyle w:val="Heading6"/>
      <w:lvlText w:val=""/>
      <w:lvlJc w:val="left"/>
      <w:pPr>
        <w:tabs>
          <w:tab w:val="num" w:pos="851"/>
        </w:tabs>
        <w:ind w:left="851" w:hanging="851"/>
      </w:pPr>
      <w:rPr>
        <w:rFonts w:ascii="Symbol" w:hAnsi="Symbol" w:hint="default"/>
        <w:sz w:val="28"/>
      </w:rPr>
    </w:lvl>
    <w:lvl w:ilvl="6">
      <w:start w:val="1"/>
      <w:numFmt w:val="bullet"/>
      <w:pStyle w:val="Heading7"/>
      <w:lvlText w:val=""/>
      <w:lvlJc w:val="left"/>
      <w:pPr>
        <w:tabs>
          <w:tab w:val="num" w:pos="851"/>
        </w:tabs>
        <w:ind w:left="851" w:hanging="851"/>
      </w:pPr>
      <w:rPr>
        <w:rFonts w:ascii="Symbol" w:hAnsi="Symbol" w:hint="default"/>
        <w:b/>
        <w:i/>
        <w:sz w:val="24"/>
      </w:rPr>
    </w:lvl>
    <w:lvl w:ilvl="7">
      <w:start w:val="1"/>
      <w:numFmt w:val="bullet"/>
      <w:pStyle w:val="Heading8"/>
      <w:lvlText w:val=""/>
      <w:lvlJc w:val="left"/>
      <w:pPr>
        <w:tabs>
          <w:tab w:val="num" w:pos="851"/>
        </w:tabs>
        <w:ind w:left="851" w:hanging="851"/>
      </w:pPr>
      <w:rPr>
        <w:rFonts w:ascii="Symbol" w:hAnsi="Symbol" w:hint="default"/>
      </w:rPr>
    </w:lvl>
    <w:lvl w:ilvl="8">
      <w:start w:val="1"/>
      <w:numFmt w:val="decimal"/>
      <w:lvlText w:val="%1.%2.%3.%4.%5.%6.%7.%8.%9"/>
      <w:lvlJc w:val="left"/>
      <w:pPr>
        <w:tabs>
          <w:tab w:val="num" w:pos="1584"/>
        </w:tabs>
        <w:ind w:left="1584" w:hanging="1584"/>
      </w:pPr>
      <w:rPr>
        <w:rFonts w:hint="default"/>
      </w:rPr>
    </w:lvl>
  </w:abstractNum>
  <w:abstractNum w:abstractNumId="12">
    <w:nsid w:val="109D1761"/>
    <w:multiLevelType w:val="hybridMultilevel"/>
    <w:tmpl w:val="7F9297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14C62686"/>
    <w:multiLevelType w:val="hybridMultilevel"/>
    <w:tmpl w:val="5B72C0F8"/>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72407126" w:tentative="1">
      <w:start w:val="1"/>
      <w:numFmt w:val="bullet"/>
      <w:lvlText w:val="–"/>
      <w:lvlJc w:val="left"/>
      <w:pPr>
        <w:tabs>
          <w:tab w:val="num" w:pos="1800"/>
        </w:tabs>
        <w:ind w:left="1800" w:hanging="360"/>
      </w:pPr>
      <w:rPr>
        <w:rFonts w:ascii="Arial" w:hAnsi="Arial" w:hint="default"/>
      </w:rPr>
    </w:lvl>
    <w:lvl w:ilvl="3" w:tplc="4662796A" w:tentative="1">
      <w:start w:val="1"/>
      <w:numFmt w:val="bullet"/>
      <w:lvlText w:val="–"/>
      <w:lvlJc w:val="left"/>
      <w:pPr>
        <w:tabs>
          <w:tab w:val="num" w:pos="2520"/>
        </w:tabs>
        <w:ind w:left="2520" w:hanging="360"/>
      </w:pPr>
      <w:rPr>
        <w:rFonts w:ascii="Arial" w:hAnsi="Arial" w:hint="default"/>
      </w:rPr>
    </w:lvl>
    <w:lvl w:ilvl="4" w:tplc="62B64B76" w:tentative="1">
      <w:start w:val="1"/>
      <w:numFmt w:val="bullet"/>
      <w:lvlText w:val="–"/>
      <w:lvlJc w:val="left"/>
      <w:pPr>
        <w:tabs>
          <w:tab w:val="num" w:pos="3240"/>
        </w:tabs>
        <w:ind w:left="3240" w:hanging="360"/>
      </w:pPr>
      <w:rPr>
        <w:rFonts w:ascii="Arial" w:hAnsi="Arial" w:hint="default"/>
      </w:rPr>
    </w:lvl>
    <w:lvl w:ilvl="5" w:tplc="55B0C0C8" w:tentative="1">
      <w:start w:val="1"/>
      <w:numFmt w:val="bullet"/>
      <w:lvlText w:val="–"/>
      <w:lvlJc w:val="left"/>
      <w:pPr>
        <w:tabs>
          <w:tab w:val="num" w:pos="3960"/>
        </w:tabs>
        <w:ind w:left="3960" w:hanging="360"/>
      </w:pPr>
      <w:rPr>
        <w:rFonts w:ascii="Arial" w:hAnsi="Arial" w:hint="default"/>
      </w:rPr>
    </w:lvl>
    <w:lvl w:ilvl="6" w:tplc="3926F4B4" w:tentative="1">
      <w:start w:val="1"/>
      <w:numFmt w:val="bullet"/>
      <w:lvlText w:val="–"/>
      <w:lvlJc w:val="left"/>
      <w:pPr>
        <w:tabs>
          <w:tab w:val="num" w:pos="4680"/>
        </w:tabs>
        <w:ind w:left="4680" w:hanging="360"/>
      </w:pPr>
      <w:rPr>
        <w:rFonts w:ascii="Arial" w:hAnsi="Arial" w:hint="default"/>
      </w:rPr>
    </w:lvl>
    <w:lvl w:ilvl="7" w:tplc="56B497BE" w:tentative="1">
      <w:start w:val="1"/>
      <w:numFmt w:val="bullet"/>
      <w:lvlText w:val="–"/>
      <w:lvlJc w:val="left"/>
      <w:pPr>
        <w:tabs>
          <w:tab w:val="num" w:pos="5400"/>
        </w:tabs>
        <w:ind w:left="5400" w:hanging="360"/>
      </w:pPr>
      <w:rPr>
        <w:rFonts w:ascii="Arial" w:hAnsi="Arial" w:hint="default"/>
      </w:rPr>
    </w:lvl>
    <w:lvl w:ilvl="8" w:tplc="EF7C098C" w:tentative="1">
      <w:start w:val="1"/>
      <w:numFmt w:val="bullet"/>
      <w:lvlText w:val="–"/>
      <w:lvlJc w:val="left"/>
      <w:pPr>
        <w:tabs>
          <w:tab w:val="num" w:pos="6120"/>
        </w:tabs>
        <w:ind w:left="6120" w:hanging="360"/>
      </w:pPr>
      <w:rPr>
        <w:rFonts w:ascii="Arial" w:hAnsi="Arial" w:hint="default"/>
      </w:rPr>
    </w:lvl>
  </w:abstractNum>
  <w:abstractNum w:abstractNumId="14">
    <w:nsid w:val="21F44854"/>
    <w:multiLevelType w:val="multilevel"/>
    <w:tmpl w:val="6748D17E"/>
    <w:lvl w:ilvl="0">
      <w:start w:val="1"/>
      <w:numFmt w:val="bullet"/>
      <w:lvlText w:val=""/>
      <w:lvlJc w:val="left"/>
      <w:pPr>
        <w:tabs>
          <w:tab w:val="num" w:pos="170"/>
        </w:tabs>
        <w:ind w:left="170" w:hanging="170"/>
      </w:pPr>
      <w:rPr>
        <w:rFonts w:ascii="Symbol" w:hAnsi="Symbol" w:hint="default"/>
        <w:caps w:val="0"/>
        <w:strike w:val="0"/>
        <w:dstrike w:val="0"/>
        <w:vanish w:val="0"/>
        <w:color w:val="BED6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298A5F39"/>
    <w:multiLevelType w:val="hybridMultilevel"/>
    <w:tmpl w:val="91EA2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4E432B1"/>
    <w:multiLevelType w:val="multilevel"/>
    <w:tmpl w:val="6B98472A"/>
    <w:styleLink w:val="StyleBulletedSymbolsymbolCustomColorRGB84102112Lef1"/>
    <w:lvl w:ilvl="0">
      <w:start w:val="1"/>
      <w:numFmt w:val="bullet"/>
      <w:lvlText w:val=""/>
      <w:lvlJc w:val="left"/>
      <w:pPr>
        <w:ind w:left="360" w:hanging="360"/>
      </w:pPr>
      <w:rPr>
        <w:rFonts w:ascii="Symbol" w:hAnsi="Symbol"/>
        <w:color w:val="546670"/>
        <w:sz w:val="22"/>
      </w:rPr>
    </w:lvl>
    <w:lvl w:ilvl="1">
      <w:start w:val="1"/>
      <w:numFmt w:val="bullet"/>
      <w:lvlText w:val="o"/>
      <w:lvlJc w:val="left"/>
      <w:pPr>
        <w:ind w:left="1440" w:hanging="360"/>
      </w:pPr>
      <w:rPr>
        <w:rFonts w:ascii="Courier New" w:hAnsi="Courier New" w:cs="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Wingdings"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Wingdings" w:hint="default"/>
      </w:rPr>
    </w:lvl>
    <w:lvl w:ilvl="8">
      <w:start w:val="1"/>
      <w:numFmt w:val="bullet"/>
      <w:lvlText w:val=""/>
      <w:lvlJc w:val="left"/>
      <w:pPr>
        <w:ind w:left="6480" w:hanging="360"/>
      </w:pPr>
      <w:rPr>
        <w:rFonts w:ascii="Wingdings" w:hAnsi="Wingdings" w:hint="default"/>
      </w:rPr>
    </w:lvl>
  </w:abstractNum>
  <w:abstractNum w:abstractNumId="17">
    <w:nsid w:val="4E1B2782"/>
    <w:multiLevelType w:val="hybridMultilevel"/>
    <w:tmpl w:val="84BCAADA"/>
    <w:lvl w:ilvl="0" w:tplc="BE229E0A">
      <w:numFmt w:val="bullet"/>
      <w:lvlText w:val="-"/>
      <w:lvlJc w:val="left"/>
      <w:pPr>
        <w:ind w:left="360" w:hanging="360"/>
      </w:pPr>
      <w:rPr>
        <w:rFonts w:ascii="Calibri" w:eastAsiaTheme="minorHAnsi" w:hAnsi="Calibri" w:cs="Calibr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514A3F0B"/>
    <w:multiLevelType w:val="hybridMultilevel"/>
    <w:tmpl w:val="B50AE84E"/>
    <w:lvl w:ilvl="0" w:tplc="933261C8">
      <w:start w:val="1"/>
      <w:numFmt w:val="bullet"/>
      <w:lvlText w:val="–"/>
      <w:lvlJc w:val="left"/>
      <w:pPr>
        <w:tabs>
          <w:tab w:val="num" w:pos="340"/>
        </w:tabs>
        <w:ind w:left="340" w:hanging="170"/>
      </w:pPr>
      <w:rPr>
        <w:rFonts w:ascii="Courier New" w:hAnsi="Courier New" w:hint="default"/>
      </w:rPr>
    </w:lvl>
    <w:lvl w:ilvl="1" w:tplc="5D68CDD4">
      <w:start w:val="1"/>
      <w:numFmt w:val="bullet"/>
      <w:lvlText w:val="–"/>
      <w:lvlJc w:val="left"/>
      <w:pPr>
        <w:tabs>
          <w:tab w:val="num" w:pos="170"/>
        </w:tabs>
        <w:ind w:left="340" w:hanging="17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056408"/>
    <w:multiLevelType w:val="hybridMultilevel"/>
    <w:tmpl w:val="77D23E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C974C2B"/>
    <w:multiLevelType w:val="hybridMultilevel"/>
    <w:tmpl w:val="8956265C"/>
    <w:lvl w:ilvl="0" w:tplc="ECECBDAA">
      <w:start w:val="1"/>
      <w:numFmt w:val="bullet"/>
      <w:lvlText w:val="•"/>
      <w:lvlJc w:val="left"/>
      <w:pPr>
        <w:tabs>
          <w:tab w:val="num" w:pos="720"/>
        </w:tabs>
        <w:ind w:left="720" w:hanging="360"/>
      </w:pPr>
      <w:rPr>
        <w:rFonts w:ascii="Arial" w:hAnsi="Arial" w:hint="default"/>
      </w:rPr>
    </w:lvl>
    <w:lvl w:ilvl="1" w:tplc="91C81866">
      <w:start w:val="2643"/>
      <w:numFmt w:val="bullet"/>
      <w:lvlText w:val="–"/>
      <w:lvlJc w:val="left"/>
      <w:pPr>
        <w:tabs>
          <w:tab w:val="num" w:pos="1440"/>
        </w:tabs>
        <w:ind w:left="1440" w:hanging="360"/>
      </w:pPr>
      <w:rPr>
        <w:rFonts w:ascii="Arial" w:hAnsi="Arial" w:hint="default"/>
      </w:rPr>
    </w:lvl>
    <w:lvl w:ilvl="2" w:tplc="68C6F298" w:tentative="1">
      <w:start w:val="1"/>
      <w:numFmt w:val="bullet"/>
      <w:lvlText w:val="•"/>
      <w:lvlJc w:val="left"/>
      <w:pPr>
        <w:tabs>
          <w:tab w:val="num" w:pos="2160"/>
        </w:tabs>
        <w:ind w:left="2160" w:hanging="360"/>
      </w:pPr>
      <w:rPr>
        <w:rFonts w:ascii="Arial" w:hAnsi="Arial" w:hint="default"/>
      </w:rPr>
    </w:lvl>
    <w:lvl w:ilvl="3" w:tplc="7BB40CF0" w:tentative="1">
      <w:start w:val="1"/>
      <w:numFmt w:val="bullet"/>
      <w:lvlText w:val="•"/>
      <w:lvlJc w:val="left"/>
      <w:pPr>
        <w:tabs>
          <w:tab w:val="num" w:pos="2880"/>
        </w:tabs>
        <w:ind w:left="2880" w:hanging="360"/>
      </w:pPr>
      <w:rPr>
        <w:rFonts w:ascii="Arial" w:hAnsi="Arial" w:hint="default"/>
      </w:rPr>
    </w:lvl>
    <w:lvl w:ilvl="4" w:tplc="9BA47180" w:tentative="1">
      <w:start w:val="1"/>
      <w:numFmt w:val="bullet"/>
      <w:lvlText w:val="•"/>
      <w:lvlJc w:val="left"/>
      <w:pPr>
        <w:tabs>
          <w:tab w:val="num" w:pos="3600"/>
        </w:tabs>
        <w:ind w:left="3600" w:hanging="360"/>
      </w:pPr>
      <w:rPr>
        <w:rFonts w:ascii="Arial" w:hAnsi="Arial" w:hint="default"/>
      </w:rPr>
    </w:lvl>
    <w:lvl w:ilvl="5" w:tplc="B4DCDF6E" w:tentative="1">
      <w:start w:val="1"/>
      <w:numFmt w:val="bullet"/>
      <w:lvlText w:val="•"/>
      <w:lvlJc w:val="left"/>
      <w:pPr>
        <w:tabs>
          <w:tab w:val="num" w:pos="4320"/>
        </w:tabs>
        <w:ind w:left="4320" w:hanging="360"/>
      </w:pPr>
      <w:rPr>
        <w:rFonts w:ascii="Arial" w:hAnsi="Arial" w:hint="default"/>
      </w:rPr>
    </w:lvl>
    <w:lvl w:ilvl="6" w:tplc="0D806762" w:tentative="1">
      <w:start w:val="1"/>
      <w:numFmt w:val="bullet"/>
      <w:lvlText w:val="•"/>
      <w:lvlJc w:val="left"/>
      <w:pPr>
        <w:tabs>
          <w:tab w:val="num" w:pos="5040"/>
        </w:tabs>
        <w:ind w:left="5040" w:hanging="360"/>
      </w:pPr>
      <w:rPr>
        <w:rFonts w:ascii="Arial" w:hAnsi="Arial" w:hint="default"/>
      </w:rPr>
    </w:lvl>
    <w:lvl w:ilvl="7" w:tplc="8EEC8316" w:tentative="1">
      <w:start w:val="1"/>
      <w:numFmt w:val="bullet"/>
      <w:lvlText w:val="•"/>
      <w:lvlJc w:val="left"/>
      <w:pPr>
        <w:tabs>
          <w:tab w:val="num" w:pos="5760"/>
        </w:tabs>
        <w:ind w:left="5760" w:hanging="360"/>
      </w:pPr>
      <w:rPr>
        <w:rFonts w:ascii="Arial" w:hAnsi="Arial" w:hint="default"/>
      </w:rPr>
    </w:lvl>
    <w:lvl w:ilvl="8" w:tplc="4B381046" w:tentative="1">
      <w:start w:val="1"/>
      <w:numFmt w:val="bullet"/>
      <w:lvlText w:val="•"/>
      <w:lvlJc w:val="left"/>
      <w:pPr>
        <w:tabs>
          <w:tab w:val="num" w:pos="6480"/>
        </w:tabs>
        <w:ind w:left="6480" w:hanging="360"/>
      </w:pPr>
      <w:rPr>
        <w:rFonts w:ascii="Arial" w:hAnsi="Arial" w:hint="default"/>
      </w:rPr>
    </w:lvl>
  </w:abstractNum>
  <w:abstractNum w:abstractNumId="21">
    <w:nsid w:val="6E0B61BA"/>
    <w:multiLevelType w:val="hybridMultilevel"/>
    <w:tmpl w:val="CE0E68B4"/>
    <w:lvl w:ilvl="0" w:tplc="50DA3858">
      <w:start w:val="1"/>
      <w:numFmt w:val="bullet"/>
      <w:lvlText w:val="–"/>
      <w:lvlJc w:val="left"/>
      <w:pPr>
        <w:tabs>
          <w:tab w:val="num" w:pos="720"/>
        </w:tabs>
        <w:ind w:left="720" w:hanging="360"/>
      </w:pPr>
      <w:rPr>
        <w:rFonts w:ascii="Arial" w:hAnsi="Arial" w:hint="default"/>
      </w:rPr>
    </w:lvl>
    <w:lvl w:ilvl="1" w:tplc="EA928EEC">
      <w:start w:val="1"/>
      <w:numFmt w:val="bullet"/>
      <w:lvlText w:val="–"/>
      <w:lvlJc w:val="left"/>
      <w:pPr>
        <w:tabs>
          <w:tab w:val="num" w:pos="1440"/>
        </w:tabs>
        <w:ind w:left="1440" w:hanging="360"/>
      </w:pPr>
      <w:rPr>
        <w:rFonts w:ascii="Arial" w:hAnsi="Arial" w:hint="default"/>
      </w:rPr>
    </w:lvl>
    <w:lvl w:ilvl="2" w:tplc="72407126" w:tentative="1">
      <w:start w:val="1"/>
      <w:numFmt w:val="bullet"/>
      <w:lvlText w:val="–"/>
      <w:lvlJc w:val="left"/>
      <w:pPr>
        <w:tabs>
          <w:tab w:val="num" w:pos="2160"/>
        </w:tabs>
        <w:ind w:left="2160" w:hanging="360"/>
      </w:pPr>
      <w:rPr>
        <w:rFonts w:ascii="Arial" w:hAnsi="Arial" w:hint="default"/>
      </w:rPr>
    </w:lvl>
    <w:lvl w:ilvl="3" w:tplc="4662796A" w:tentative="1">
      <w:start w:val="1"/>
      <w:numFmt w:val="bullet"/>
      <w:lvlText w:val="–"/>
      <w:lvlJc w:val="left"/>
      <w:pPr>
        <w:tabs>
          <w:tab w:val="num" w:pos="2880"/>
        </w:tabs>
        <w:ind w:left="2880" w:hanging="360"/>
      </w:pPr>
      <w:rPr>
        <w:rFonts w:ascii="Arial" w:hAnsi="Arial" w:hint="default"/>
      </w:rPr>
    </w:lvl>
    <w:lvl w:ilvl="4" w:tplc="62B64B76" w:tentative="1">
      <w:start w:val="1"/>
      <w:numFmt w:val="bullet"/>
      <w:lvlText w:val="–"/>
      <w:lvlJc w:val="left"/>
      <w:pPr>
        <w:tabs>
          <w:tab w:val="num" w:pos="3600"/>
        </w:tabs>
        <w:ind w:left="3600" w:hanging="360"/>
      </w:pPr>
      <w:rPr>
        <w:rFonts w:ascii="Arial" w:hAnsi="Arial" w:hint="default"/>
      </w:rPr>
    </w:lvl>
    <w:lvl w:ilvl="5" w:tplc="55B0C0C8" w:tentative="1">
      <w:start w:val="1"/>
      <w:numFmt w:val="bullet"/>
      <w:lvlText w:val="–"/>
      <w:lvlJc w:val="left"/>
      <w:pPr>
        <w:tabs>
          <w:tab w:val="num" w:pos="4320"/>
        </w:tabs>
        <w:ind w:left="4320" w:hanging="360"/>
      </w:pPr>
      <w:rPr>
        <w:rFonts w:ascii="Arial" w:hAnsi="Arial" w:hint="default"/>
      </w:rPr>
    </w:lvl>
    <w:lvl w:ilvl="6" w:tplc="3926F4B4" w:tentative="1">
      <w:start w:val="1"/>
      <w:numFmt w:val="bullet"/>
      <w:lvlText w:val="–"/>
      <w:lvlJc w:val="left"/>
      <w:pPr>
        <w:tabs>
          <w:tab w:val="num" w:pos="5040"/>
        </w:tabs>
        <w:ind w:left="5040" w:hanging="360"/>
      </w:pPr>
      <w:rPr>
        <w:rFonts w:ascii="Arial" w:hAnsi="Arial" w:hint="default"/>
      </w:rPr>
    </w:lvl>
    <w:lvl w:ilvl="7" w:tplc="56B497BE" w:tentative="1">
      <w:start w:val="1"/>
      <w:numFmt w:val="bullet"/>
      <w:lvlText w:val="–"/>
      <w:lvlJc w:val="left"/>
      <w:pPr>
        <w:tabs>
          <w:tab w:val="num" w:pos="5760"/>
        </w:tabs>
        <w:ind w:left="5760" w:hanging="360"/>
      </w:pPr>
      <w:rPr>
        <w:rFonts w:ascii="Arial" w:hAnsi="Arial" w:hint="default"/>
      </w:rPr>
    </w:lvl>
    <w:lvl w:ilvl="8" w:tplc="EF7C098C" w:tentative="1">
      <w:start w:val="1"/>
      <w:numFmt w:val="bullet"/>
      <w:lvlText w:val="–"/>
      <w:lvlJc w:val="left"/>
      <w:pPr>
        <w:tabs>
          <w:tab w:val="num" w:pos="6480"/>
        </w:tabs>
        <w:ind w:left="6480" w:hanging="360"/>
      </w:pPr>
      <w:rPr>
        <w:rFonts w:ascii="Arial" w:hAnsi="Arial" w:hint="default"/>
      </w:rPr>
    </w:lvl>
  </w:abstractNum>
  <w:abstractNum w:abstractNumId="22">
    <w:nsid w:val="6E5C2173"/>
    <w:multiLevelType w:val="hybridMultilevel"/>
    <w:tmpl w:val="39584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B84507C"/>
    <w:multiLevelType w:val="hybridMultilevel"/>
    <w:tmpl w:val="B5A89670"/>
    <w:lvl w:ilvl="0" w:tplc="50DA3858">
      <w:start w:val="1"/>
      <w:numFmt w:val="bullet"/>
      <w:lvlText w:val="–"/>
      <w:lvlJc w:val="left"/>
      <w:pPr>
        <w:tabs>
          <w:tab w:val="num" w:pos="360"/>
        </w:tabs>
        <w:ind w:left="360" w:hanging="360"/>
      </w:pPr>
      <w:rPr>
        <w:rFonts w:ascii="Arial" w:hAnsi="Arial" w:hint="default"/>
      </w:rPr>
    </w:lvl>
    <w:lvl w:ilvl="1" w:tplc="0C090001">
      <w:start w:val="1"/>
      <w:numFmt w:val="bullet"/>
      <w:lvlText w:val=""/>
      <w:lvlJc w:val="left"/>
      <w:pPr>
        <w:tabs>
          <w:tab w:val="num" w:pos="1080"/>
        </w:tabs>
        <w:ind w:left="1080" w:hanging="360"/>
      </w:pPr>
      <w:rPr>
        <w:rFonts w:ascii="Symbol" w:hAnsi="Symbol" w:hint="default"/>
      </w:rPr>
    </w:lvl>
    <w:lvl w:ilvl="2" w:tplc="72407126" w:tentative="1">
      <w:start w:val="1"/>
      <w:numFmt w:val="bullet"/>
      <w:lvlText w:val="–"/>
      <w:lvlJc w:val="left"/>
      <w:pPr>
        <w:tabs>
          <w:tab w:val="num" w:pos="1800"/>
        </w:tabs>
        <w:ind w:left="1800" w:hanging="360"/>
      </w:pPr>
      <w:rPr>
        <w:rFonts w:ascii="Arial" w:hAnsi="Arial" w:hint="default"/>
      </w:rPr>
    </w:lvl>
    <w:lvl w:ilvl="3" w:tplc="4662796A" w:tentative="1">
      <w:start w:val="1"/>
      <w:numFmt w:val="bullet"/>
      <w:lvlText w:val="–"/>
      <w:lvlJc w:val="left"/>
      <w:pPr>
        <w:tabs>
          <w:tab w:val="num" w:pos="2520"/>
        </w:tabs>
        <w:ind w:left="2520" w:hanging="360"/>
      </w:pPr>
      <w:rPr>
        <w:rFonts w:ascii="Arial" w:hAnsi="Arial" w:hint="default"/>
      </w:rPr>
    </w:lvl>
    <w:lvl w:ilvl="4" w:tplc="62B64B76" w:tentative="1">
      <w:start w:val="1"/>
      <w:numFmt w:val="bullet"/>
      <w:lvlText w:val="–"/>
      <w:lvlJc w:val="left"/>
      <w:pPr>
        <w:tabs>
          <w:tab w:val="num" w:pos="3240"/>
        </w:tabs>
        <w:ind w:left="3240" w:hanging="360"/>
      </w:pPr>
      <w:rPr>
        <w:rFonts w:ascii="Arial" w:hAnsi="Arial" w:hint="default"/>
      </w:rPr>
    </w:lvl>
    <w:lvl w:ilvl="5" w:tplc="55B0C0C8" w:tentative="1">
      <w:start w:val="1"/>
      <w:numFmt w:val="bullet"/>
      <w:lvlText w:val="–"/>
      <w:lvlJc w:val="left"/>
      <w:pPr>
        <w:tabs>
          <w:tab w:val="num" w:pos="3960"/>
        </w:tabs>
        <w:ind w:left="3960" w:hanging="360"/>
      </w:pPr>
      <w:rPr>
        <w:rFonts w:ascii="Arial" w:hAnsi="Arial" w:hint="default"/>
      </w:rPr>
    </w:lvl>
    <w:lvl w:ilvl="6" w:tplc="3926F4B4" w:tentative="1">
      <w:start w:val="1"/>
      <w:numFmt w:val="bullet"/>
      <w:lvlText w:val="–"/>
      <w:lvlJc w:val="left"/>
      <w:pPr>
        <w:tabs>
          <w:tab w:val="num" w:pos="4680"/>
        </w:tabs>
        <w:ind w:left="4680" w:hanging="360"/>
      </w:pPr>
      <w:rPr>
        <w:rFonts w:ascii="Arial" w:hAnsi="Arial" w:hint="default"/>
      </w:rPr>
    </w:lvl>
    <w:lvl w:ilvl="7" w:tplc="56B497BE" w:tentative="1">
      <w:start w:val="1"/>
      <w:numFmt w:val="bullet"/>
      <w:lvlText w:val="–"/>
      <w:lvlJc w:val="left"/>
      <w:pPr>
        <w:tabs>
          <w:tab w:val="num" w:pos="5400"/>
        </w:tabs>
        <w:ind w:left="5400" w:hanging="360"/>
      </w:pPr>
      <w:rPr>
        <w:rFonts w:ascii="Arial" w:hAnsi="Arial" w:hint="default"/>
      </w:rPr>
    </w:lvl>
    <w:lvl w:ilvl="8" w:tplc="EF7C098C" w:tentative="1">
      <w:start w:val="1"/>
      <w:numFmt w:val="bullet"/>
      <w:lvlText w:val="–"/>
      <w:lvlJc w:val="left"/>
      <w:pPr>
        <w:tabs>
          <w:tab w:val="num" w:pos="6120"/>
        </w:tabs>
        <w:ind w:left="6120" w:hanging="360"/>
      </w:pPr>
      <w:rPr>
        <w:rFonts w:ascii="Arial" w:hAnsi="Arial" w:hint="default"/>
      </w:rPr>
    </w:lvl>
  </w:abstractNum>
  <w:num w:numId="1">
    <w:abstractNumId w:val="16"/>
  </w:num>
  <w:num w:numId="2">
    <w:abstractNumId w:val="14"/>
  </w:num>
  <w:num w:numId="3">
    <w:abstractNumId w:val="18"/>
  </w:num>
  <w:num w:numId="4">
    <w:abstractNumId w:val="1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0"/>
  </w:num>
  <w:num w:numId="17">
    <w:abstractNumId w:val="11"/>
  </w:num>
  <w:num w:numId="18">
    <w:abstractNumId w:val="17"/>
  </w:num>
  <w:num w:numId="19">
    <w:abstractNumId w:val="11"/>
  </w:num>
  <w:num w:numId="20">
    <w:abstractNumId w:val="19"/>
  </w:num>
  <w:num w:numId="21">
    <w:abstractNumId w:val="21"/>
  </w:num>
  <w:num w:numId="22">
    <w:abstractNumId w:val="23"/>
  </w:num>
  <w:num w:numId="23">
    <w:abstractNumId w:val="13"/>
  </w:num>
  <w:num w:numId="24">
    <w:abstractNumId w:val="22"/>
  </w:num>
  <w:num w:numId="25">
    <w:abstractNumId w:val="15"/>
  </w:num>
  <w:num w:numId="26">
    <w:abstractNumId w:val="12"/>
  </w:num>
  <w:num w:numId="27">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ctiveWritingStyle w:appName="MSWord" w:lang="en-AU"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12289">
      <o:colormru v:ext="edit" colors="#5e6a71,#bed600,#606a70,#5e6a70,#c3d22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E82"/>
    <w:rsid w:val="000130B4"/>
    <w:rsid w:val="0001310F"/>
    <w:rsid w:val="000640D2"/>
    <w:rsid w:val="00067570"/>
    <w:rsid w:val="00071324"/>
    <w:rsid w:val="00074BEA"/>
    <w:rsid w:val="000D0DBD"/>
    <w:rsid w:val="000D2A0B"/>
    <w:rsid w:val="000D49D9"/>
    <w:rsid w:val="00110DD0"/>
    <w:rsid w:val="00111F01"/>
    <w:rsid w:val="00113B63"/>
    <w:rsid w:val="00165581"/>
    <w:rsid w:val="00190262"/>
    <w:rsid w:val="001A206F"/>
    <w:rsid w:val="001B3CE6"/>
    <w:rsid w:val="001C2485"/>
    <w:rsid w:val="001C62D7"/>
    <w:rsid w:val="00235178"/>
    <w:rsid w:val="0024451F"/>
    <w:rsid w:val="002E1E82"/>
    <w:rsid w:val="00306B95"/>
    <w:rsid w:val="00307653"/>
    <w:rsid w:val="00315CA4"/>
    <w:rsid w:val="003218FB"/>
    <w:rsid w:val="00334898"/>
    <w:rsid w:val="00354B00"/>
    <w:rsid w:val="003642BF"/>
    <w:rsid w:val="00374DDF"/>
    <w:rsid w:val="003A7D8D"/>
    <w:rsid w:val="003C5557"/>
    <w:rsid w:val="003D19C5"/>
    <w:rsid w:val="003F2A82"/>
    <w:rsid w:val="003F4E7B"/>
    <w:rsid w:val="00407DB0"/>
    <w:rsid w:val="004719AB"/>
    <w:rsid w:val="00507B80"/>
    <w:rsid w:val="00516893"/>
    <w:rsid w:val="0057235E"/>
    <w:rsid w:val="005900B1"/>
    <w:rsid w:val="005C3DD9"/>
    <w:rsid w:val="00647D11"/>
    <w:rsid w:val="006B022E"/>
    <w:rsid w:val="006C6661"/>
    <w:rsid w:val="00763742"/>
    <w:rsid w:val="00770E34"/>
    <w:rsid w:val="00795714"/>
    <w:rsid w:val="007B2CB6"/>
    <w:rsid w:val="007D2A20"/>
    <w:rsid w:val="007D4B76"/>
    <w:rsid w:val="00802433"/>
    <w:rsid w:val="00807751"/>
    <w:rsid w:val="00807F2D"/>
    <w:rsid w:val="008171E5"/>
    <w:rsid w:val="00844F32"/>
    <w:rsid w:val="00857BDD"/>
    <w:rsid w:val="008A33D9"/>
    <w:rsid w:val="008C462A"/>
    <w:rsid w:val="008E4DBE"/>
    <w:rsid w:val="0098495E"/>
    <w:rsid w:val="00A34BE3"/>
    <w:rsid w:val="00AD07D8"/>
    <w:rsid w:val="00AD1D37"/>
    <w:rsid w:val="00AF2005"/>
    <w:rsid w:val="00B60AC0"/>
    <w:rsid w:val="00B7626D"/>
    <w:rsid w:val="00B80C57"/>
    <w:rsid w:val="00B84B8B"/>
    <w:rsid w:val="00B96D35"/>
    <w:rsid w:val="00C30933"/>
    <w:rsid w:val="00C330E1"/>
    <w:rsid w:val="00C36140"/>
    <w:rsid w:val="00C47558"/>
    <w:rsid w:val="00C5510E"/>
    <w:rsid w:val="00C6512F"/>
    <w:rsid w:val="00C93E56"/>
    <w:rsid w:val="00CB429F"/>
    <w:rsid w:val="00D11EB4"/>
    <w:rsid w:val="00D152EF"/>
    <w:rsid w:val="00DA59E0"/>
    <w:rsid w:val="00DC6DD3"/>
    <w:rsid w:val="00DD67D1"/>
    <w:rsid w:val="00E7596E"/>
    <w:rsid w:val="00F042DD"/>
    <w:rsid w:val="00F23C5D"/>
    <w:rsid w:val="00F374B9"/>
    <w:rsid w:val="00F557FF"/>
    <w:rsid w:val="00F61131"/>
    <w:rsid w:val="00F8330D"/>
    <w:rsid w:val="00F9293C"/>
    <w:rsid w:val="00FA1157"/>
    <w:rsid w:val="00FA3405"/>
    <w:rsid w:val="00FC4C36"/>
    <w:rsid w:val="00FF1ACB"/>
    <w:rsid w:val="00FF76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5e6a71,#bed600,#606a70,#5e6a70,#c3d22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0B4"/>
    <w:rPr>
      <w:rFonts w:asciiTheme="minorHAnsi" w:hAnsiTheme="minorHAnsi" w:cstheme="minorHAnsi"/>
      <w:color w:val="5E6A71"/>
      <w:sz w:val="24"/>
      <w:szCs w:val="24"/>
    </w:rPr>
  </w:style>
  <w:style w:type="paragraph" w:styleId="Heading1">
    <w:name w:val="heading 1"/>
    <w:basedOn w:val="Normal"/>
    <w:next w:val="Normal"/>
    <w:link w:val="Heading1Char"/>
    <w:qFormat/>
    <w:rsid w:val="000130B4"/>
    <w:pPr>
      <w:keepNext/>
      <w:numPr>
        <w:numId w:val="4"/>
      </w:numPr>
      <w:tabs>
        <w:tab w:val="left" w:pos="567"/>
      </w:tabs>
      <w:spacing w:after="60"/>
      <w:outlineLvl w:val="0"/>
    </w:pPr>
    <w:rPr>
      <w:b/>
      <w:bCs/>
      <w:color w:val="BED600"/>
      <w:kern w:val="32"/>
      <w:sz w:val="32"/>
      <w:szCs w:val="32"/>
    </w:rPr>
  </w:style>
  <w:style w:type="paragraph" w:styleId="Heading2">
    <w:name w:val="heading 2"/>
    <w:basedOn w:val="Normal"/>
    <w:next w:val="Normal"/>
    <w:qFormat/>
    <w:rsid w:val="0001310F"/>
    <w:pPr>
      <w:keepNext/>
      <w:numPr>
        <w:ilvl w:val="1"/>
        <w:numId w:val="4"/>
      </w:numPr>
      <w:tabs>
        <w:tab w:val="clear" w:pos="822"/>
        <w:tab w:val="num" w:pos="680"/>
      </w:tabs>
      <w:spacing w:after="60"/>
      <w:ind w:left="680"/>
      <w:outlineLvl w:val="1"/>
    </w:pPr>
    <w:rPr>
      <w:b/>
      <w:bCs/>
      <w:iCs/>
      <w:sz w:val="28"/>
      <w:szCs w:val="22"/>
    </w:rPr>
  </w:style>
  <w:style w:type="paragraph" w:styleId="Heading3">
    <w:name w:val="heading 3"/>
    <w:basedOn w:val="Normal"/>
    <w:next w:val="Normal"/>
    <w:qFormat/>
    <w:rsid w:val="004B512E"/>
    <w:pPr>
      <w:keepNext/>
      <w:numPr>
        <w:ilvl w:val="2"/>
        <w:numId w:val="4"/>
      </w:numPr>
      <w:tabs>
        <w:tab w:val="clear" w:pos="851"/>
        <w:tab w:val="left" w:pos="680"/>
      </w:tabs>
      <w:spacing w:after="60"/>
      <w:ind w:left="680" w:hanging="680"/>
      <w:outlineLvl w:val="2"/>
    </w:pPr>
    <w:rPr>
      <w:rFonts w:cs="Arial"/>
      <w:b/>
      <w:bCs/>
      <w:szCs w:val="22"/>
    </w:rPr>
  </w:style>
  <w:style w:type="paragraph" w:styleId="Heading4">
    <w:name w:val="heading 4"/>
    <w:basedOn w:val="Normal"/>
    <w:next w:val="Normal"/>
    <w:qFormat/>
    <w:rsid w:val="00164C8D"/>
    <w:pPr>
      <w:keepNext/>
      <w:numPr>
        <w:ilvl w:val="3"/>
        <w:numId w:val="4"/>
      </w:numPr>
      <w:spacing w:before="240" w:after="60"/>
      <w:outlineLvl w:val="3"/>
    </w:pPr>
    <w:rPr>
      <w:b/>
      <w:bCs/>
      <w:szCs w:val="28"/>
    </w:rPr>
  </w:style>
  <w:style w:type="paragraph" w:styleId="Heading5">
    <w:name w:val="heading 5"/>
    <w:basedOn w:val="Normal"/>
    <w:next w:val="Normal"/>
    <w:qFormat/>
    <w:rsid w:val="00164C8D"/>
    <w:pPr>
      <w:numPr>
        <w:ilvl w:val="4"/>
        <w:numId w:val="4"/>
      </w:numPr>
      <w:spacing w:before="240" w:after="60"/>
      <w:outlineLvl w:val="4"/>
    </w:pPr>
    <w:rPr>
      <w:b/>
      <w:bCs/>
      <w:i/>
      <w:iCs/>
      <w:szCs w:val="26"/>
    </w:rPr>
  </w:style>
  <w:style w:type="paragraph" w:styleId="Heading6">
    <w:name w:val="heading 6"/>
    <w:basedOn w:val="Normal"/>
    <w:next w:val="Normal"/>
    <w:qFormat/>
    <w:rsid w:val="00164C8D"/>
    <w:pPr>
      <w:numPr>
        <w:ilvl w:val="5"/>
        <w:numId w:val="4"/>
      </w:numPr>
      <w:spacing w:before="240" w:after="60"/>
      <w:outlineLvl w:val="5"/>
    </w:pPr>
    <w:rPr>
      <w:b/>
      <w:bCs/>
      <w:szCs w:val="22"/>
    </w:rPr>
  </w:style>
  <w:style w:type="paragraph" w:styleId="Heading7">
    <w:name w:val="heading 7"/>
    <w:basedOn w:val="Normal"/>
    <w:next w:val="Normal"/>
    <w:qFormat/>
    <w:rsid w:val="00902E84"/>
    <w:pPr>
      <w:numPr>
        <w:ilvl w:val="6"/>
        <w:numId w:val="4"/>
      </w:numPr>
      <w:spacing w:before="240" w:after="60"/>
      <w:outlineLvl w:val="6"/>
    </w:pPr>
    <w:rPr>
      <w:rFonts w:ascii="Times New Roman" w:hAnsi="Times New Roman"/>
    </w:rPr>
  </w:style>
  <w:style w:type="paragraph" w:styleId="Heading8">
    <w:name w:val="heading 8"/>
    <w:basedOn w:val="Normal"/>
    <w:next w:val="Normal"/>
    <w:qFormat/>
    <w:rsid w:val="00164C8D"/>
    <w:pPr>
      <w:numPr>
        <w:ilvl w:val="7"/>
        <w:numId w:val="4"/>
      </w:num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5773B"/>
    <w:rPr>
      <w:rFonts w:ascii="Arial" w:hAnsi="Arial"/>
      <w:sz w:val="16"/>
    </w:rPr>
  </w:style>
  <w:style w:type="paragraph" w:styleId="Header">
    <w:name w:val="header"/>
    <w:basedOn w:val="Normal"/>
    <w:link w:val="HeaderChar"/>
    <w:rsid w:val="0069619A"/>
    <w:pPr>
      <w:tabs>
        <w:tab w:val="center" w:pos="4320"/>
        <w:tab w:val="right" w:pos="8640"/>
      </w:tabs>
      <w:spacing w:after="240"/>
    </w:pPr>
    <w:rPr>
      <w:rFonts w:ascii="Arial Bold" w:hAnsi="Arial Bold"/>
      <w:b/>
      <w:sz w:val="56"/>
    </w:rPr>
  </w:style>
  <w:style w:type="paragraph" w:styleId="Footer">
    <w:name w:val="footer"/>
    <w:basedOn w:val="Normal"/>
    <w:link w:val="FooterChar"/>
    <w:rsid w:val="00377064"/>
    <w:pPr>
      <w:tabs>
        <w:tab w:val="center" w:pos="4320"/>
        <w:tab w:val="right" w:pos="8640"/>
      </w:tabs>
    </w:pPr>
  </w:style>
  <w:style w:type="character" w:customStyle="1" w:styleId="FooterChar">
    <w:name w:val="Footer Char"/>
    <w:link w:val="Footer"/>
    <w:rsid w:val="00377064"/>
    <w:rPr>
      <w:rFonts w:ascii="Arial" w:hAnsi="Arial"/>
      <w:sz w:val="22"/>
      <w:szCs w:val="24"/>
      <w:lang w:val="en-AU" w:eastAsia="en-AU"/>
    </w:rPr>
  </w:style>
  <w:style w:type="paragraph" w:customStyle="1" w:styleId="SubHeading">
    <w:name w:val="Sub Heading"/>
    <w:basedOn w:val="Normal"/>
    <w:qFormat/>
    <w:rsid w:val="00164C8D"/>
    <w:rPr>
      <w:b/>
    </w:rPr>
  </w:style>
  <w:style w:type="character" w:customStyle="1" w:styleId="HeaderChar">
    <w:name w:val="Header Char"/>
    <w:link w:val="Header"/>
    <w:rsid w:val="0069619A"/>
    <w:rPr>
      <w:rFonts w:ascii="Arial Bold" w:hAnsi="Arial Bold"/>
      <w:b/>
      <w:color w:val="5E6A71"/>
      <w:sz w:val="56"/>
      <w:szCs w:val="24"/>
      <w:lang w:val="en-AU" w:eastAsia="en-AU"/>
    </w:rPr>
  </w:style>
  <w:style w:type="table" w:customStyle="1" w:styleId="TOCHeading2">
    <w:name w:val="TOC Heading2"/>
    <w:basedOn w:val="TableNormal"/>
    <w:qFormat/>
    <w:rsid w:val="00463F23"/>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rPr>
      <w:trHeight w:hRule="exact" w:val="510"/>
      <w:tblHeader/>
    </w:trPr>
    <w:tcPr>
      <w:shd w:val="clear" w:color="auto" w:fill="FEF4EC"/>
      <w:vAlign w:val="center"/>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Table-Grey">
    <w:name w:val="Table-Grey"/>
    <w:basedOn w:val="Table-Colour"/>
    <w:rsid w:val="00F1299E"/>
    <w:tblPr/>
    <w:tblStylePr w:type="firstRow">
      <w:rPr>
        <w:rFonts w:ascii="Courier" w:hAnsi="Courier"/>
        <w:color w:val="FFFFFF"/>
        <w:sz w:val="22"/>
      </w:rPr>
      <w:tblPr/>
      <w:trPr>
        <w:trHeight w:hRule="exact" w:val="510"/>
      </w:trPr>
      <w:tcPr>
        <w:tcBorders>
          <w:top w:val="nil"/>
          <w:left w:val="nil"/>
          <w:bottom w:val="single" w:sz="8" w:space="0" w:color="FFFFFF"/>
          <w:right w:val="nil"/>
          <w:insideH w:val="nil"/>
          <w:insideV w:val="single" w:sz="8" w:space="0" w:color="FFFFFF"/>
          <w:tl2br w:val="nil"/>
          <w:tr2bl w:val="nil"/>
        </w:tcBorders>
        <w:shd w:val="clear" w:color="auto" w:fill="546670"/>
      </w:tcPr>
    </w:tblStylePr>
    <w:tblStylePr w:type="band1Horz">
      <w:rPr>
        <w:rFonts w:ascii="Courier" w:hAnsi="Courier"/>
        <w:color w:val="546670"/>
        <w:sz w:val="22"/>
      </w:rPr>
      <w:tblPr/>
      <w:trPr>
        <w:trHeight w:hRule="exact" w:val="510"/>
      </w:trPr>
      <w:tcPr>
        <w:tcBorders>
          <w:top w:val="nil"/>
          <w:left w:val="single" w:sz="8" w:space="0" w:color="5E6A71"/>
          <w:bottom w:val="single" w:sz="8" w:space="0" w:color="5E6A71"/>
          <w:right w:val="single" w:sz="8" w:space="0" w:color="5E6A71"/>
          <w:insideH w:val="nil"/>
          <w:insideV w:val="single" w:sz="8" w:space="0" w:color="5E6A71"/>
          <w:tl2br w:val="nil"/>
          <w:tr2bl w:val="nil"/>
        </w:tcBorders>
        <w:shd w:val="clear" w:color="auto" w:fill="BED600"/>
      </w:tcPr>
    </w:tblStylePr>
    <w:tblStylePr w:type="band2Horz">
      <w:rPr>
        <w:rFonts w:ascii="Courier" w:hAnsi="Courier"/>
        <w:sz w:val="22"/>
      </w:rPr>
      <w:tblPr/>
      <w:trPr>
        <w:trHeight w:hRule="exact" w:val="510"/>
      </w:trPr>
      <w:tcPr>
        <w:tcBorders>
          <w:top w:val="nil"/>
          <w:left w:val="single" w:sz="8" w:space="0" w:color="5E6A71"/>
          <w:bottom w:val="single" w:sz="8" w:space="0" w:color="5E6A71"/>
          <w:right w:val="single" w:sz="8" w:space="0" w:color="5E6A71"/>
          <w:insideH w:val="nil"/>
          <w:insideV w:val="single" w:sz="8" w:space="0" w:color="5E6A71"/>
          <w:tl2br w:val="nil"/>
          <w:tr2bl w:val="nil"/>
        </w:tcBorders>
        <w:shd w:val="clear" w:color="auto" w:fill="EAECA4"/>
      </w:tcPr>
    </w:tblStylePr>
  </w:style>
  <w:style w:type="table" w:customStyle="1" w:styleId="Table-Colour">
    <w:name w:val="Table-Colour"/>
    <w:basedOn w:val="TableNormal"/>
    <w:qFormat/>
    <w:rsid w:val="00352473"/>
    <w:rPr>
      <w:rFonts w:eastAsia="Cambria"/>
      <w:szCs w:val="24"/>
    </w:rPr>
    <w:tblPr>
      <w:tblStyleRowBandSize w:val="1"/>
      <w:tblInd w:w="108" w:type="dxa"/>
    </w:tblPr>
    <w:trPr>
      <w:trHeight w:hRule="exact" w:val="510"/>
    </w:trPr>
    <w:tcPr>
      <w:vAlign w:val="center"/>
    </w:tcPr>
    <w:tblStylePr w:type="firstRow">
      <w:rPr>
        <w:rFonts w:ascii="Courier" w:hAnsi="Courier"/>
        <w:color w:val="FFFFFF"/>
        <w:sz w:val="22"/>
      </w:rPr>
      <w:tblPr/>
      <w:trPr>
        <w:trHeight w:hRule="exact" w:val="510"/>
      </w:trPr>
      <w:tcPr>
        <w:tcBorders>
          <w:top w:val="nil"/>
          <w:left w:val="nil"/>
          <w:bottom w:val="single" w:sz="8" w:space="0" w:color="FFFFFF"/>
          <w:right w:val="nil"/>
          <w:insideH w:val="nil"/>
          <w:insideV w:val="single" w:sz="8" w:space="0" w:color="FFFFFF"/>
          <w:tl2br w:val="nil"/>
          <w:tr2bl w:val="nil"/>
        </w:tcBorders>
        <w:shd w:val="clear" w:color="auto" w:fill="546670"/>
      </w:tcPr>
    </w:tblStylePr>
    <w:tblStylePr w:type="band1Horz">
      <w:rPr>
        <w:rFonts w:ascii="Courier" w:hAnsi="Courier"/>
        <w:color w:val="546670"/>
        <w:sz w:val="22"/>
      </w:rPr>
      <w:tblPr/>
      <w:trPr>
        <w:trHeight w:hRule="exact" w:val="510"/>
      </w:trPr>
      <w:tcPr>
        <w:tcBorders>
          <w:top w:val="nil"/>
          <w:left w:val="nil"/>
          <w:bottom w:val="single" w:sz="8" w:space="0" w:color="FFFFFF"/>
          <w:right w:val="nil"/>
          <w:insideH w:val="nil"/>
          <w:insideV w:val="single" w:sz="8" w:space="0" w:color="FFFFFF"/>
          <w:tl2br w:val="nil"/>
          <w:tr2bl w:val="nil"/>
        </w:tcBorders>
        <w:shd w:val="clear" w:color="auto" w:fill="BED600"/>
      </w:tcPr>
    </w:tblStylePr>
    <w:tblStylePr w:type="band2Horz">
      <w:rPr>
        <w:rFonts w:ascii="Courier" w:hAnsi="Courier"/>
        <w:sz w:val="22"/>
      </w:rPr>
      <w:tblPr/>
      <w:trPr>
        <w:trHeight w:hRule="exact" w:val="510"/>
      </w:trPr>
      <w:tcPr>
        <w:tcBorders>
          <w:top w:val="nil"/>
          <w:left w:val="nil"/>
          <w:bottom w:val="single" w:sz="8" w:space="0" w:color="FFFFFF"/>
          <w:right w:val="nil"/>
          <w:insideH w:val="nil"/>
          <w:insideV w:val="single" w:sz="8" w:space="0" w:color="FFFFFF"/>
          <w:tl2br w:val="nil"/>
          <w:tr2bl w:val="nil"/>
        </w:tcBorders>
        <w:shd w:val="clear" w:color="auto" w:fill="EAECA4"/>
      </w:tcPr>
    </w:tblStylePr>
  </w:style>
  <w:style w:type="character" w:customStyle="1" w:styleId="Heading1Char">
    <w:name w:val="Heading 1 Char"/>
    <w:link w:val="Heading1"/>
    <w:rsid w:val="000130B4"/>
    <w:rPr>
      <w:rFonts w:asciiTheme="minorHAnsi" w:hAnsiTheme="minorHAnsi" w:cstheme="minorHAnsi"/>
      <w:b/>
      <w:bCs/>
      <w:color w:val="BED600"/>
      <w:kern w:val="32"/>
      <w:sz w:val="32"/>
      <w:szCs w:val="32"/>
    </w:rPr>
  </w:style>
  <w:style w:type="paragraph" w:customStyle="1" w:styleId="TOCHeading1">
    <w:name w:val="TOC Heading1"/>
    <w:basedOn w:val="Heading1"/>
    <w:next w:val="Normal"/>
    <w:rsid w:val="00EB211A"/>
    <w:pPr>
      <w:keepNext w:val="0"/>
      <w:spacing w:after="0"/>
      <w:outlineLvl w:val="9"/>
    </w:pPr>
    <w:rPr>
      <w:rFonts w:cs="Times New Roman"/>
      <w:bCs w:val="0"/>
      <w:kern w:val="0"/>
      <w:sz w:val="24"/>
      <w:szCs w:val="24"/>
    </w:rPr>
  </w:style>
  <w:style w:type="paragraph" w:styleId="TOC1">
    <w:name w:val="toc 1"/>
    <w:basedOn w:val="Normal"/>
    <w:next w:val="Normal"/>
    <w:autoRedefine/>
    <w:uiPriority w:val="39"/>
    <w:rsid w:val="00095A82"/>
    <w:pPr>
      <w:tabs>
        <w:tab w:val="left" w:pos="1260"/>
        <w:tab w:val="right" w:leader="dot" w:pos="9720"/>
      </w:tabs>
      <w:spacing w:after="60"/>
      <w:ind w:left="540"/>
    </w:pPr>
    <w:rPr>
      <w:b/>
      <w:noProof/>
      <w:color w:val="BED600"/>
      <w:w w:val="88"/>
    </w:rPr>
  </w:style>
  <w:style w:type="paragraph" w:styleId="TOC2">
    <w:name w:val="toc 2"/>
    <w:basedOn w:val="Normal"/>
    <w:next w:val="Normal"/>
    <w:autoRedefine/>
    <w:uiPriority w:val="39"/>
    <w:rsid w:val="00EB5638"/>
    <w:pPr>
      <w:tabs>
        <w:tab w:val="left" w:pos="1260"/>
        <w:tab w:val="right" w:leader="dot" w:pos="9720"/>
      </w:tabs>
      <w:spacing w:after="60"/>
      <w:ind w:left="540"/>
    </w:pPr>
    <w:rPr>
      <w:b/>
      <w:noProof/>
    </w:rPr>
  </w:style>
  <w:style w:type="paragraph" w:styleId="TOC3">
    <w:name w:val="toc 3"/>
    <w:basedOn w:val="Normal"/>
    <w:next w:val="Normal"/>
    <w:autoRedefine/>
    <w:uiPriority w:val="39"/>
    <w:rsid w:val="00EB5638"/>
    <w:pPr>
      <w:tabs>
        <w:tab w:val="left" w:pos="2160"/>
        <w:tab w:val="right" w:leader="dot" w:pos="9720"/>
      </w:tabs>
      <w:spacing w:after="60"/>
      <w:ind w:left="1260"/>
    </w:pPr>
    <w:rPr>
      <w:b/>
    </w:rPr>
  </w:style>
  <w:style w:type="paragraph" w:styleId="TOAHeading">
    <w:name w:val="toa heading"/>
    <w:basedOn w:val="Normal"/>
    <w:next w:val="Normal"/>
    <w:rsid w:val="00DA5EC2"/>
    <w:pPr>
      <w:spacing w:before="120"/>
    </w:pPr>
    <w:rPr>
      <w:rFonts w:ascii="Calibri" w:hAnsi="Calibri"/>
      <w:b/>
      <w:bCs/>
      <w:color w:val="BED600"/>
    </w:rPr>
  </w:style>
  <w:style w:type="paragraph" w:styleId="TOC4">
    <w:name w:val="toc 4"/>
    <w:basedOn w:val="Normal"/>
    <w:next w:val="Normal"/>
    <w:rsid w:val="00EB5638"/>
    <w:pPr>
      <w:tabs>
        <w:tab w:val="left" w:leader="dot" w:pos="8505"/>
      </w:tabs>
      <w:spacing w:after="60"/>
      <w:ind w:left="658"/>
    </w:pPr>
    <w:rPr>
      <w:b/>
    </w:rPr>
  </w:style>
  <w:style w:type="paragraph" w:styleId="TOC5">
    <w:name w:val="toc 5"/>
    <w:basedOn w:val="Normal"/>
    <w:next w:val="Normal"/>
    <w:rsid w:val="000D5FA9"/>
    <w:pPr>
      <w:tabs>
        <w:tab w:val="left" w:pos="8505"/>
      </w:tabs>
      <w:spacing w:after="60"/>
      <w:ind w:left="879"/>
    </w:pPr>
    <w:rPr>
      <w:b/>
    </w:rPr>
  </w:style>
  <w:style w:type="paragraph" w:styleId="TOC6">
    <w:name w:val="toc 6"/>
    <w:basedOn w:val="Normal"/>
    <w:next w:val="Normal"/>
    <w:rsid w:val="000D5FA9"/>
    <w:pPr>
      <w:tabs>
        <w:tab w:val="left" w:pos="8505"/>
      </w:tabs>
      <w:spacing w:after="60"/>
      <w:ind w:left="1100"/>
    </w:pPr>
    <w:rPr>
      <w:rFonts w:ascii="Arial Bold" w:hAnsi="Arial Bold"/>
      <w:b/>
    </w:rPr>
  </w:style>
  <w:style w:type="paragraph" w:styleId="TOC7">
    <w:name w:val="toc 7"/>
    <w:basedOn w:val="Normal"/>
    <w:next w:val="Normal"/>
    <w:rsid w:val="000D5FA9"/>
    <w:pPr>
      <w:tabs>
        <w:tab w:val="left" w:pos="8505"/>
      </w:tabs>
      <w:spacing w:after="60"/>
      <w:ind w:left="1321"/>
    </w:pPr>
    <w:rPr>
      <w:rFonts w:ascii="Arial Bold" w:hAnsi="Arial Bold"/>
      <w:b/>
    </w:rPr>
  </w:style>
  <w:style w:type="paragraph" w:styleId="TOC8">
    <w:name w:val="toc 8"/>
    <w:basedOn w:val="Normal"/>
    <w:next w:val="Normal"/>
    <w:rsid w:val="000D5FA9"/>
    <w:pPr>
      <w:tabs>
        <w:tab w:val="left" w:pos="8505"/>
      </w:tabs>
      <w:spacing w:after="60"/>
      <w:ind w:left="1542"/>
    </w:pPr>
    <w:rPr>
      <w:b/>
    </w:rPr>
  </w:style>
  <w:style w:type="paragraph" w:styleId="TOC9">
    <w:name w:val="toc 9"/>
    <w:basedOn w:val="Normal"/>
    <w:next w:val="Normal"/>
    <w:rsid w:val="000D5FA9"/>
    <w:pPr>
      <w:tabs>
        <w:tab w:val="left" w:leader="dot" w:pos="8505"/>
      </w:tabs>
      <w:spacing w:after="60"/>
      <w:ind w:left="1758"/>
    </w:pPr>
    <w:rPr>
      <w:b/>
    </w:rPr>
  </w:style>
  <w:style w:type="paragraph" w:customStyle="1" w:styleId="TableHeading">
    <w:name w:val="Table Heading"/>
    <w:basedOn w:val="Normal"/>
    <w:qFormat/>
    <w:rsid w:val="00FC0189"/>
    <w:pPr>
      <w:spacing w:after="120"/>
    </w:pPr>
  </w:style>
  <w:style w:type="paragraph" w:styleId="TableofFigures">
    <w:name w:val="table of figures"/>
    <w:basedOn w:val="Normal"/>
    <w:next w:val="Normal"/>
    <w:uiPriority w:val="99"/>
    <w:rsid w:val="00741C5B"/>
  </w:style>
  <w:style w:type="numbering" w:customStyle="1" w:styleId="StyleBulletedSymbolsymbolCustomColorRGB84102112Lef1">
    <w:name w:val="Style Bulleted Symbol (symbol) Custom Color(RGB(84102112)) Lef...1"/>
    <w:basedOn w:val="NoList"/>
    <w:rsid w:val="000C225D"/>
    <w:pPr>
      <w:numPr>
        <w:numId w:val="1"/>
      </w:numPr>
    </w:pPr>
  </w:style>
  <w:style w:type="character" w:styleId="CommentReference">
    <w:name w:val="annotation reference"/>
    <w:uiPriority w:val="99"/>
    <w:semiHidden/>
    <w:rsid w:val="00FC3745"/>
    <w:rPr>
      <w:sz w:val="16"/>
      <w:szCs w:val="16"/>
    </w:rPr>
  </w:style>
  <w:style w:type="paragraph" w:styleId="CommentText">
    <w:name w:val="annotation text"/>
    <w:basedOn w:val="Normal"/>
    <w:link w:val="CommentTextChar"/>
    <w:uiPriority w:val="99"/>
    <w:semiHidden/>
    <w:rsid w:val="00FC3745"/>
    <w:rPr>
      <w:sz w:val="20"/>
      <w:szCs w:val="20"/>
    </w:rPr>
  </w:style>
  <w:style w:type="paragraph" w:styleId="CommentSubject">
    <w:name w:val="annotation subject"/>
    <w:basedOn w:val="CommentText"/>
    <w:next w:val="CommentText"/>
    <w:semiHidden/>
    <w:rsid w:val="00FC3745"/>
    <w:rPr>
      <w:b/>
      <w:bCs/>
    </w:rPr>
  </w:style>
  <w:style w:type="paragraph" w:styleId="BalloonText">
    <w:name w:val="Balloon Text"/>
    <w:basedOn w:val="Normal"/>
    <w:semiHidden/>
    <w:rsid w:val="00FC3745"/>
    <w:rPr>
      <w:rFonts w:ascii="Tahoma" w:hAnsi="Tahoma" w:cs="Tahoma"/>
      <w:sz w:val="16"/>
      <w:szCs w:val="16"/>
    </w:rPr>
  </w:style>
  <w:style w:type="character" w:styleId="Hyperlink">
    <w:name w:val="Hyperlink"/>
    <w:uiPriority w:val="99"/>
    <w:rsid w:val="00457955"/>
    <w:rPr>
      <w:rFonts w:ascii="Arial" w:hAnsi="Arial"/>
      <w:color w:val="00A9E4"/>
      <w:sz w:val="22"/>
      <w:u w:val="single"/>
    </w:rPr>
  </w:style>
  <w:style w:type="table" w:customStyle="1" w:styleId="Quote1">
    <w:name w:val="Quote1"/>
    <w:basedOn w:val="TableNormal"/>
    <w:qFormat/>
    <w:rsid w:val="008222C9"/>
    <w:rPr>
      <w:color w:val="000000"/>
    </w:rPr>
    <w:tblPr>
      <w:tblStyleRowBandSize w:val="1"/>
      <w:tblStyleColBandSize w:val="1"/>
      <w:tblBorders>
        <w:insideH w:val="single" w:sz="4" w:space="0" w:color="FFFFFF"/>
      </w:tblBorders>
    </w:tblPr>
    <w:trPr>
      <w:trHeight w:hRule="exact" w:val="510"/>
      <w:tblHeader/>
    </w:trPr>
    <w:tcPr>
      <w:shd w:val="clear" w:color="auto" w:fill="CCCCCC"/>
      <w:vAlign w:val="center"/>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Caption">
    <w:name w:val="caption"/>
    <w:basedOn w:val="Normal"/>
    <w:next w:val="Normal"/>
    <w:qFormat/>
    <w:rsid w:val="008222C9"/>
    <w:rPr>
      <w:b/>
      <w:bCs/>
      <w:sz w:val="20"/>
      <w:szCs w:val="20"/>
    </w:rPr>
  </w:style>
  <w:style w:type="paragraph" w:styleId="Subtitle">
    <w:name w:val="Subtitle"/>
    <w:basedOn w:val="Normal"/>
    <w:next w:val="Normal"/>
    <w:link w:val="SubtitleChar"/>
    <w:qFormat/>
    <w:rsid w:val="0069619A"/>
    <w:pPr>
      <w:spacing w:before="240" w:after="240"/>
    </w:pPr>
    <w:rPr>
      <w:rFonts w:ascii="Arial Bold" w:hAnsi="Arial Bold"/>
      <w:b/>
      <w:color w:val="BED600"/>
    </w:rPr>
  </w:style>
  <w:style w:type="character" w:customStyle="1" w:styleId="SubtitleChar">
    <w:name w:val="Subtitle Char"/>
    <w:link w:val="Subtitle"/>
    <w:rsid w:val="0069619A"/>
    <w:rPr>
      <w:rFonts w:ascii="Arial Bold" w:hAnsi="Arial Bold"/>
      <w:b/>
      <w:color w:val="BED600"/>
      <w:sz w:val="24"/>
      <w:szCs w:val="24"/>
      <w:lang w:val="en-AU" w:eastAsia="en-AU"/>
    </w:rPr>
  </w:style>
  <w:style w:type="paragraph" w:customStyle="1" w:styleId="CoverDate">
    <w:name w:val="Cover Date"/>
    <w:basedOn w:val="Subtitle"/>
    <w:qFormat/>
    <w:rsid w:val="00A06F0C"/>
    <w:rPr>
      <w:color w:val="5E6A71"/>
    </w:rPr>
  </w:style>
  <w:style w:type="character" w:customStyle="1" w:styleId="Normalwhite">
    <w:name w:val="Normal white"/>
    <w:rsid w:val="003E0834"/>
    <w:rPr>
      <w:rFonts w:ascii="Arial" w:hAnsi="Arial"/>
      <w:color w:val="FFFFFF"/>
      <w:sz w:val="22"/>
    </w:rPr>
  </w:style>
  <w:style w:type="paragraph" w:customStyle="1" w:styleId="Style1">
    <w:name w:val="Style1"/>
    <w:basedOn w:val="Heading1"/>
    <w:link w:val="Style1Char"/>
    <w:qFormat/>
    <w:rsid w:val="003F2A82"/>
    <w:pPr>
      <w:tabs>
        <w:tab w:val="clear" w:pos="567"/>
      </w:tabs>
    </w:pPr>
  </w:style>
  <w:style w:type="paragraph" w:styleId="ListParagraph">
    <w:name w:val="List Paragraph"/>
    <w:basedOn w:val="Normal"/>
    <w:link w:val="ListParagraphChar"/>
    <w:uiPriority w:val="34"/>
    <w:qFormat/>
    <w:rsid w:val="000130B4"/>
    <w:pPr>
      <w:ind w:left="720"/>
      <w:contextualSpacing/>
    </w:pPr>
  </w:style>
  <w:style w:type="character" w:customStyle="1" w:styleId="Style1Char">
    <w:name w:val="Style1 Char"/>
    <w:basedOn w:val="Heading1Char"/>
    <w:link w:val="Style1"/>
    <w:rsid w:val="003F2A82"/>
    <w:rPr>
      <w:rFonts w:asciiTheme="minorHAnsi" w:hAnsiTheme="minorHAnsi" w:cstheme="minorHAnsi"/>
      <w:b/>
      <w:bCs/>
      <w:color w:val="BED600"/>
      <w:kern w:val="32"/>
      <w:sz w:val="32"/>
      <w:szCs w:val="32"/>
    </w:rPr>
  </w:style>
  <w:style w:type="table" w:styleId="TableGrid">
    <w:name w:val="Table Grid"/>
    <w:basedOn w:val="TableNormal"/>
    <w:uiPriority w:val="59"/>
    <w:rsid w:val="000130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0130B4"/>
    <w:rPr>
      <w:rFonts w:asciiTheme="minorHAnsi" w:hAnsiTheme="minorHAnsi" w:cstheme="minorHAnsi"/>
      <w:color w:val="5E6A71"/>
    </w:rPr>
  </w:style>
  <w:style w:type="table" w:customStyle="1" w:styleId="TableGrid1">
    <w:name w:val="Table Grid1"/>
    <w:basedOn w:val="TableNormal"/>
    <w:next w:val="TableGrid"/>
    <w:uiPriority w:val="59"/>
    <w:rsid w:val="000130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74DDF"/>
    <w:rPr>
      <w:rFonts w:asciiTheme="minorHAnsi" w:hAnsiTheme="minorHAnsi" w:cstheme="minorHAnsi"/>
      <w:color w:val="5E6A71"/>
      <w:sz w:val="24"/>
      <w:szCs w:val="24"/>
    </w:rPr>
  </w:style>
  <w:style w:type="paragraph" w:styleId="Revision">
    <w:name w:val="Revision"/>
    <w:hidden/>
    <w:uiPriority w:val="99"/>
    <w:semiHidden/>
    <w:rsid w:val="00516893"/>
    <w:rPr>
      <w:rFonts w:asciiTheme="minorHAnsi" w:hAnsiTheme="minorHAnsi" w:cstheme="minorHAnsi"/>
      <w:color w:val="5E6A71"/>
      <w:sz w:val="24"/>
      <w:szCs w:val="24"/>
    </w:rPr>
  </w:style>
  <w:style w:type="paragraph" w:styleId="NormalWeb">
    <w:name w:val="Normal (Web)"/>
    <w:basedOn w:val="Normal"/>
    <w:uiPriority w:val="99"/>
    <w:unhideWhenUsed/>
    <w:rsid w:val="00C36140"/>
    <w:pPr>
      <w:spacing w:before="100" w:beforeAutospacing="1" w:after="100" w:afterAutospacing="1"/>
    </w:pPr>
    <w:rPr>
      <w:rFonts w:ascii="Times New Roman" w:eastAsiaTheme="minorEastAsia"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0B4"/>
    <w:rPr>
      <w:rFonts w:asciiTheme="minorHAnsi" w:hAnsiTheme="minorHAnsi" w:cstheme="minorHAnsi"/>
      <w:color w:val="5E6A71"/>
      <w:sz w:val="24"/>
      <w:szCs w:val="24"/>
    </w:rPr>
  </w:style>
  <w:style w:type="paragraph" w:styleId="Heading1">
    <w:name w:val="heading 1"/>
    <w:basedOn w:val="Normal"/>
    <w:next w:val="Normal"/>
    <w:link w:val="Heading1Char"/>
    <w:qFormat/>
    <w:rsid w:val="000130B4"/>
    <w:pPr>
      <w:keepNext/>
      <w:numPr>
        <w:numId w:val="4"/>
      </w:numPr>
      <w:tabs>
        <w:tab w:val="left" w:pos="567"/>
      </w:tabs>
      <w:spacing w:after="60"/>
      <w:outlineLvl w:val="0"/>
    </w:pPr>
    <w:rPr>
      <w:b/>
      <w:bCs/>
      <w:color w:val="BED600"/>
      <w:kern w:val="32"/>
      <w:sz w:val="32"/>
      <w:szCs w:val="32"/>
    </w:rPr>
  </w:style>
  <w:style w:type="paragraph" w:styleId="Heading2">
    <w:name w:val="heading 2"/>
    <w:basedOn w:val="Normal"/>
    <w:next w:val="Normal"/>
    <w:qFormat/>
    <w:rsid w:val="0001310F"/>
    <w:pPr>
      <w:keepNext/>
      <w:numPr>
        <w:ilvl w:val="1"/>
        <w:numId w:val="4"/>
      </w:numPr>
      <w:tabs>
        <w:tab w:val="clear" w:pos="822"/>
        <w:tab w:val="num" w:pos="680"/>
      </w:tabs>
      <w:spacing w:after="60"/>
      <w:ind w:left="680"/>
      <w:outlineLvl w:val="1"/>
    </w:pPr>
    <w:rPr>
      <w:b/>
      <w:bCs/>
      <w:iCs/>
      <w:sz w:val="28"/>
      <w:szCs w:val="22"/>
    </w:rPr>
  </w:style>
  <w:style w:type="paragraph" w:styleId="Heading3">
    <w:name w:val="heading 3"/>
    <w:basedOn w:val="Normal"/>
    <w:next w:val="Normal"/>
    <w:qFormat/>
    <w:rsid w:val="004B512E"/>
    <w:pPr>
      <w:keepNext/>
      <w:numPr>
        <w:ilvl w:val="2"/>
        <w:numId w:val="4"/>
      </w:numPr>
      <w:tabs>
        <w:tab w:val="clear" w:pos="851"/>
        <w:tab w:val="left" w:pos="680"/>
      </w:tabs>
      <w:spacing w:after="60"/>
      <w:ind w:left="680" w:hanging="680"/>
      <w:outlineLvl w:val="2"/>
    </w:pPr>
    <w:rPr>
      <w:rFonts w:cs="Arial"/>
      <w:b/>
      <w:bCs/>
      <w:szCs w:val="22"/>
    </w:rPr>
  </w:style>
  <w:style w:type="paragraph" w:styleId="Heading4">
    <w:name w:val="heading 4"/>
    <w:basedOn w:val="Normal"/>
    <w:next w:val="Normal"/>
    <w:qFormat/>
    <w:rsid w:val="00164C8D"/>
    <w:pPr>
      <w:keepNext/>
      <w:numPr>
        <w:ilvl w:val="3"/>
        <w:numId w:val="4"/>
      </w:numPr>
      <w:spacing w:before="240" w:after="60"/>
      <w:outlineLvl w:val="3"/>
    </w:pPr>
    <w:rPr>
      <w:b/>
      <w:bCs/>
      <w:szCs w:val="28"/>
    </w:rPr>
  </w:style>
  <w:style w:type="paragraph" w:styleId="Heading5">
    <w:name w:val="heading 5"/>
    <w:basedOn w:val="Normal"/>
    <w:next w:val="Normal"/>
    <w:qFormat/>
    <w:rsid w:val="00164C8D"/>
    <w:pPr>
      <w:numPr>
        <w:ilvl w:val="4"/>
        <w:numId w:val="4"/>
      </w:numPr>
      <w:spacing w:before="240" w:after="60"/>
      <w:outlineLvl w:val="4"/>
    </w:pPr>
    <w:rPr>
      <w:b/>
      <w:bCs/>
      <w:i/>
      <w:iCs/>
      <w:szCs w:val="26"/>
    </w:rPr>
  </w:style>
  <w:style w:type="paragraph" w:styleId="Heading6">
    <w:name w:val="heading 6"/>
    <w:basedOn w:val="Normal"/>
    <w:next w:val="Normal"/>
    <w:qFormat/>
    <w:rsid w:val="00164C8D"/>
    <w:pPr>
      <w:numPr>
        <w:ilvl w:val="5"/>
        <w:numId w:val="4"/>
      </w:numPr>
      <w:spacing w:before="240" w:after="60"/>
      <w:outlineLvl w:val="5"/>
    </w:pPr>
    <w:rPr>
      <w:b/>
      <w:bCs/>
      <w:szCs w:val="22"/>
    </w:rPr>
  </w:style>
  <w:style w:type="paragraph" w:styleId="Heading7">
    <w:name w:val="heading 7"/>
    <w:basedOn w:val="Normal"/>
    <w:next w:val="Normal"/>
    <w:qFormat/>
    <w:rsid w:val="00902E84"/>
    <w:pPr>
      <w:numPr>
        <w:ilvl w:val="6"/>
        <w:numId w:val="4"/>
      </w:numPr>
      <w:spacing w:before="240" w:after="60"/>
      <w:outlineLvl w:val="6"/>
    </w:pPr>
    <w:rPr>
      <w:rFonts w:ascii="Times New Roman" w:hAnsi="Times New Roman"/>
    </w:rPr>
  </w:style>
  <w:style w:type="paragraph" w:styleId="Heading8">
    <w:name w:val="heading 8"/>
    <w:basedOn w:val="Normal"/>
    <w:next w:val="Normal"/>
    <w:qFormat/>
    <w:rsid w:val="00164C8D"/>
    <w:pPr>
      <w:numPr>
        <w:ilvl w:val="7"/>
        <w:numId w:val="4"/>
      </w:num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5773B"/>
    <w:rPr>
      <w:rFonts w:ascii="Arial" w:hAnsi="Arial"/>
      <w:sz w:val="16"/>
    </w:rPr>
  </w:style>
  <w:style w:type="paragraph" w:styleId="Header">
    <w:name w:val="header"/>
    <w:basedOn w:val="Normal"/>
    <w:link w:val="HeaderChar"/>
    <w:rsid w:val="0069619A"/>
    <w:pPr>
      <w:tabs>
        <w:tab w:val="center" w:pos="4320"/>
        <w:tab w:val="right" w:pos="8640"/>
      </w:tabs>
      <w:spacing w:after="240"/>
    </w:pPr>
    <w:rPr>
      <w:rFonts w:ascii="Arial Bold" w:hAnsi="Arial Bold"/>
      <w:b/>
      <w:sz w:val="56"/>
    </w:rPr>
  </w:style>
  <w:style w:type="paragraph" w:styleId="Footer">
    <w:name w:val="footer"/>
    <w:basedOn w:val="Normal"/>
    <w:link w:val="FooterChar"/>
    <w:rsid w:val="00377064"/>
    <w:pPr>
      <w:tabs>
        <w:tab w:val="center" w:pos="4320"/>
        <w:tab w:val="right" w:pos="8640"/>
      </w:tabs>
    </w:pPr>
  </w:style>
  <w:style w:type="character" w:customStyle="1" w:styleId="FooterChar">
    <w:name w:val="Footer Char"/>
    <w:link w:val="Footer"/>
    <w:rsid w:val="00377064"/>
    <w:rPr>
      <w:rFonts w:ascii="Arial" w:hAnsi="Arial"/>
      <w:sz w:val="22"/>
      <w:szCs w:val="24"/>
      <w:lang w:val="en-AU" w:eastAsia="en-AU"/>
    </w:rPr>
  </w:style>
  <w:style w:type="paragraph" w:customStyle="1" w:styleId="SubHeading">
    <w:name w:val="Sub Heading"/>
    <w:basedOn w:val="Normal"/>
    <w:qFormat/>
    <w:rsid w:val="00164C8D"/>
    <w:rPr>
      <w:b/>
    </w:rPr>
  </w:style>
  <w:style w:type="character" w:customStyle="1" w:styleId="HeaderChar">
    <w:name w:val="Header Char"/>
    <w:link w:val="Header"/>
    <w:rsid w:val="0069619A"/>
    <w:rPr>
      <w:rFonts w:ascii="Arial Bold" w:hAnsi="Arial Bold"/>
      <w:b/>
      <w:color w:val="5E6A71"/>
      <w:sz w:val="56"/>
      <w:szCs w:val="24"/>
      <w:lang w:val="en-AU" w:eastAsia="en-AU"/>
    </w:rPr>
  </w:style>
  <w:style w:type="table" w:customStyle="1" w:styleId="TOCHeading2">
    <w:name w:val="TOC Heading2"/>
    <w:basedOn w:val="TableNormal"/>
    <w:qFormat/>
    <w:rsid w:val="00463F23"/>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rPr>
      <w:trHeight w:hRule="exact" w:val="510"/>
      <w:tblHeader/>
    </w:trPr>
    <w:tcPr>
      <w:shd w:val="clear" w:color="auto" w:fill="FEF4EC"/>
      <w:vAlign w:val="center"/>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Table-Grey">
    <w:name w:val="Table-Grey"/>
    <w:basedOn w:val="Table-Colour"/>
    <w:rsid w:val="00F1299E"/>
    <w:tblPr/>
    <w:tblStylePr w:type="firstRow">
      <w:rPr>
        <w:rFonts w:ascii="Courier" w:hAnsi="Courier"/>
        <w:color w:val="FFFFFF"/>
        <w:sz w:val="22"/>
      </w:rPr>
      <w:tblPr/>
      <w:trPr>
        <w:trHeight w:hRule="exact" w:val="510"/>
      </w:trPr>
      <w:tcPr>
        <w:tcBorders>
          <w:top w:val="nil"/>
          <w:left w:val="nil"/>
          <w:bottom w:val="single" w:sz="8" w:space="0" w:color="FFFFFF"/>
          <w:right w:val="nil"/>
          <w:insideH w:val="nil"/>
          <w:insideV w:val="single" w:sz="8" w:space="0" w:color="FFFFFF"/>
          <w:tl2br w:val="nil"/>
          <w:tr2bl w:val="nil"/>
        </w:tcBorders>
        <w:shd w:val="clear" w:color="auto" w:fill="546670"/>
      </w:tcPr>
    </w:tblStylePr>
    <w:tblStylePr w:type="band1Horz">
      <w:rPr>
        <w:rFonts w:ascii="Courier" w:hAnsi="Courier"/>
        <w:color w:val="546670"/>
        <w:sz w:val="22"/>
      </w:rPr>
      <w:tblPr/>
      <w:trPr>
        <w:trHeight w:hRule="exact" w:val="510"/>
      </w:trPr>
      <w:tcPr>
        <w:tcBorders>
          <w:top w:val="nil"/>
          <w:left w:val="single" w:sz="8" w:space="0" w:color="5E6A71"/>
          <w:bottom w:val="single" w:sz="8" w:space="0" w:color="5E6A71"/>
          <w:right w:val="single" w:sz="8" w:space="0" w:color="5E6A71"/>
          <w:insideH w:val="nil"/>
          <w:insideV w:val="single" w:sz="8" w:space="0" w:color="5E6A71"/>
          <w:tl2br w:val="nil"/>
          <w:tr2bl w:val="nil"/>
        </w:tcBorders>
        <w:shd w:val="clear" w:color="auto" w:fill="BED600"/>
      </w:tcPr>
    </w:tblStylePr>
    <w:tblStylePr w:type="band2Horz">
      <w:rPr>
        <w:rFonts w:ascii="Courier" w:hAnsi="Courier"/>
        <w:sz w:val="22"/>
      </w:rPr>
      <w:tblPr/>
      <w:trPr>
        <w:trHeight w:hRule="exact" w:val="510"/>
      </w:trPr>
      <w:tcPr>
        <w:tcBorders>
          <w:top w:val="nil"/>
          <w:left w:val="single" w:sz="8" w:space="0" w:color="5E6A71"/>
          <w:bottom w:val="single" w:sz="8" w:space="0" w:color="5E6A71"/>
          <w:right w:val="single" w:sz="8" w:space="0" w:color="5E6A71"/>
          <w:insideH w:val="nil"/>
          <w:insideV w:val="single" w:sz="8" w:space="0" w:color="5E6A71"/>
          <w:tl2br w:val="nil"/>
          <w:tr2bl w:val="nil"/>
        </w:tcBorders>
        <w:shd w:val="clear" w:color="auto" w:fill="EAECA4"/>
      </w:tcPr>
    </w:tblStylePr>
  </w:style>
  <w:style w:type="table" w:customStyle="1" w:styleId="Table-Colour">
    <w:name w:val="Table-Colour"/>
    <w:basedOn w:val="TableNormal"/>
    <w:qFormat/>
    <w:rsid w:val="00352473"/>
    <w:rPr>
      <w:rFonts w:eastAsia="Cambria"/>
      <w:szCs w:val="24"/>
    </w:rPr>
    <w:tblPr>
      <w:tblStyleRowBandSize w:val="1"/>
      <w:tblInd w:w="108" w:type="dxa"/>
    </w:tblPr>
    <w:trPr>
      <w:trHeight w:hRule="exact" w:val="510"/>
    </w:trPr>
    <w:tcPr>
      <w:vAlign w:val="center"/>
    </w:tcPr>
    <w:tblStylePr w:type="firstRow">
      <w:rPr>
        <w:rFonts w:ascii="Courier" w:hAnsi="Courier"/>
        <w:color w:val="FFFFFF"/>
        <w:sz w:val="22"/>
      </w:rPr>
      <w:tblPr/>
      <w:trPr>
        <w:trHeight w:hRule="exact" w:val="510"/>
      </w:trPr>
      <w:tcPr>
        <w:tcBorders>
          <w:top w:val="nil"/>
          <w:left w:val="nil"/>
          <w:bottom w:val="single" w:sz="8" w:space="0" w:color="FFFFFF"/>
          <w:right w:val="nil"/>
          <w:insideH w:val="nil"/>
          <w:insideV w:val="single" w:sz="8" w:space="0" w:color="FFFFFF"/>
          <w:tl2br w:val="nil"/>
          <w:tr2bl w:val="nil"/>
        </w:tcBorders>
        <w:shd w:val="clear" w:color="auto" w:fill="546670"/>
      </w:tcPr>
    </w:tblStylePr>
    <w:tblStylePr w:type="band1Horz">
      <w:rPr>
        <w:rFonts w:ascii="Courier" w:hAnsi="Courier"/>
        <w:color w:val="546670"/>
        <w:sz w:val="22"/>
      </w:rPr>
      <w:tblPr/>
      <w:trPr>
        <w:trHeight w:hRule="exact" w:val="510"/>
      </w:trPr>
      <w:tcPr>
        <w:tcBorders>
          <w:top w:val="nil"/>
          <w:left w:val="nil"/>
          <w:bottom w:val="single" w:sz="8" w:space="0" w:color="FFFFFF"/>
          <w:right w:val="nil"/>
          <w:insideH w:val="nil"/>
          <w:insideV w:val="single" w:sz="8" w:space="0" w:color="FFFFFF"/>
          <w:tl2br w:val="nil"/>
          <w:tr2bl w:val="nil"/>
        </w:tcBorders>
        <w:shd w:val="clear" w:color="auto" w:fill="BED600"/>
      </w:tcPr>
    </w:tblStylePr>
    <w:tblStylePr w:type="band2Horz">
      <w:rPr>
        <w:rFonts w:ascii="Courier" w:hAnsi="Courier"/>
        <w:sz w:val="22"/>
      </w:rPr>
      <w:tblPr/>
      <w:trPr>
        <w:trHeight w:hRule="exact" w:val="510"/>
      </w:trPr>
      <w:tcPr>
        <w:tcBorders>
          <w:top w:val="nil"/>
          <w:left w:val="nil"/>
          <w:bottom w:val="single" w:sz="8" w:space="0" w:color="FFFFFF"/>
          <w:right w:val="nil"/>
          <w:insideH w:val="nil"/>
          <w:insideV w:val="single" w:sz="8" w:space="0" w:color="FFFFFF"/>
          <w:tl2br w:val="nil"/>
          <w:tr2bl w:val="nil"/>
        </w:tcBorders>
        <w:shd w:val="clear" w:color="auto" w:fill="EAECA4"/>
      </w:tcPr>
    </w:tblStylePr>
  </w:style>
  <w:style w:type="character" w:customStyle="1" w:styleId="Heading1Char">
    <w:name w:val="Heading 1 Char"/>
    <w:link w:val="Heading1"/>
    <w:rsid w:val="000130B4"/>
    <w:rPr>
      <w:rFonts w:asciiTheme="minorHAnsi" w:hAnsiTheme="minorHAnsi" w:cstheme="minorHAnsi"/>
      <w:b/>
      <w:bCs/>
      <w:color w:val="BED600"/>
      <w:kern w:val="32"/>
      <w:sz w:val="32"/>
      <w:szCs w:val="32"/>
    </w:rPr>
  </w:style>
  <w:style w:type="paragraph" w:customStyle="1" w:styleId="TOCHeading1">
    <w:name w:val="TOC Heading1"/>
    <w:basedOn w:val="Heading1"/>
    <w:next w:val="Normal"/>
    <w:rsid w:val="00EB211A"/>
    <w:pPr>
      <w:keepNext w:val="0"/>
      <w:spacing w:after="0"/>
      <w:outlineLvl w:val="9"/>
    </w:pPr>
    <w:rPr>
      <w:rFonts w:cs="Times New Roman"/>
      <w:bCs w:val="0"/>
      <w:kern w:val="0"/>
      <w:sz w:val="24"/>
      <w:szCs w:val="24"/>
    </w:rPr>
  </w:style>
  <w:style w:type="paragraph" w:styleId="TOC1">
    <w:name w:val="toc 1"/>
    <w:basedOn w:val="Normal"/>
    <w:next w:val="Normal"/>
    <w:autoRedefine/>
    <w:uiPriority w:val="39"/>
    <w:rsid w:val="00095A82"/>
    <w:pPr>
      <w:tabs>
        <w:tab w:val="left" w:pos="1260"/>
        <w:tab w:val="right" w:leader="dot" w:pos="9720"/>
      </w:tabs>
      <w:spacing w:after="60"/>
      <w:ind w:left="540"/>
    </w:pPr>
    <w:rPr>
      <w:b/>
      <w:noProof/>
      <w:color w:val="BED600"/>
      <w:w w:val="88"/>
    </w:rPr>
  </w:style>
  <w:style w:type="paragraph" w:styleId="TOC2">
    <w:name w:val="toc 2"/>
    <w:basedOn w:val="Normal"/>
    <w:next w:val="Normal"/>
    <w:autoRedefine/>
    <w:uiPriority w:val="39"/>
    <w:rsid w:val="00EB5638"/>
    <w:pPr>
      <w:tabs>
        <w:tab w:val="left" w:pos="1260"/>
        <w:tab w:val="right" w:leader="dot" w:pos="9720"/>
      </w:tabs>
      <w:spacing w:after="60"/>
      <w:ind w:left="540"/>
    </w:pPr>
    <w:rPr>
      <w:b/>
      <w:noProof/>
    </w:rPr>
  </w:style>
  <w:style w:type="paragraph" w:styleId="TOC3">
    <w:name w:val="toc 3"/>
    <w:basedOn w:val="Normal"/>
    <w:next w:val="Normal"/>
    <w:autoRedefine/>
    <w:uiPriority w:val="39"/>
    <w:rsid w:val="00EB5638"/>
    <w:pPr>
      <w:tabs>
        <w:tab w:val="left" w:pos="2160"/>
        <w:tab w:val="right" w:leader="dot" w:pos="9720"/>
      </w:tabs>
      <w:spacing w:after="60"/>
      <w:ind w:left="1260"/>
    </w:pPr>
    <w:rPr>
      <w:b/>
    </w:rPr>
  </w:style>
  <w:style w:type="paragraph" w:styleId="TOAHeading">
    <w:name w:val="toa heading"/>
    <w:basedOn w:val="Normal"/>
    <w:next w:val="Normal"/>
    <w:rsid w:val="00DA5EC2"/>
    <w:pPr>
      <w:spacing w:before="120"/>
    </w:pPr>
    <w:rPr>
      <w:rFonts w:ascii="Calibri" w:hAnsi="Calibri"/>
      <w:b/>
      <w:bCs/>
      <w:color w:val="BED600"/>
    </w:rPr>
  </w:style>
  <w:style w:type="paragraph" w:styleId="TOC4">
    <w:name w:val="toc 4"/>
    <w:basedOn w:val="Normal"/>
    <w:next w:val="Normal"/>
    <w:rsid w:val="00EB5638"/>
    <w:pPr>
      <w:tabs>
        <w:tab w:val="left" w:leader="dot" w:pos="8505"/>
      </w:tabs>
      <w:spacing w:after="60"/>
      <w:ind w:left="658"/>
    </w:pPr>
    <w:rPr>
      <w:b/>
    </w:rPr>
  </w:style>
  <w:style w:type="paragraph" w:styleId="TOC5">
    <w:name w:val="toc 5"/>
    <w:basedOn w:val="Normal"/>
    <w:next w:val="Normal"/>
    <w:rsid w:val="000D5FA9"/>
    <w:pPr>
      <w:tabs>
        <w:tab w:val="left" w:pos="8505"/>
      </w:tabs>
      <w:spacing w:after="60"/>
      <w:ind w:left="879"/>
    </w:pPr>
    <w:rPr>
      <w:b/>
    </w:rPr>
  </w:style>
  <w:style w:type="paragraph" w:styleId="TOC6">
    <w:name w:val="toc 6"/>
    <w:basedOn w:val="Normal"/>
    <w:next w:val="Normal"/>
    <w:rsid w:val="000D5FA9"/>
    <w:pPr>
      <w:tabs>
        <w:tab w:val="left" w:pos="8505"/>
      </w:tabs>
      <w:spacing w:after="60"/>
      <w:ind w:left="1100"/>
    </w:pPr>
    <w:rPr>
      <w:rFonts w:ascii="Arial Bold" w:hAnsi="Arial Bold"/>
      <w:b/>
    </w:rPr>
  </w:style>
  <w:style w:type="paragraph" w:styleId="TOC7">
    <w:name w:val="toc 7"/>
    <w:basedOn w:val="Normal"/>
    <w:next w:val="Normal"/>
    <w:rsid w:val="000D5FA9"/>
    <w:pPr>
      <w:tabs>
        <w:tab w:val="left" w:pos="8505"/>
      </w:tabs>
      <w:spacing w:after="60"/>
      <w:ind w:left="1321"/>
    </w:pPr>
    <w:rPr>
      <w:rFonts w:ascii="Arial Bold" w:hAnsi="Arial Bold"/>
      <w:b/>
    </w:rPr>
  </w:style>
  <w:style w:type="paragraph" w:styleId="TOC8">
    <w:name w:val="toc 8"/>
    <w:basedOn w:val="Normal"/>
    <w:next w:val="Normal"/>
    <w:rsid w:val="000D5FA9"/>
    <w:pPr>
      <w:tabs>
        <w:tab w:val="left" w:pos="8505"/>
      </w:tabs>
      <w:spacing w:after="60"/>
      <w:ind w:left="1542"/>
    </w:pPr>
    <w:rPr>
      <w:b/>
    </w:rPr>
  </w:style>
  <w:style w:type="paragraph" w:styleId="TOC9">
    <w:name w:val="toc 9"/>
    <w:basedOn w:val="Normal"/>
    <w:next w:val="Normal"/>
    <w:rsid w:val="000D5FA9"/>
    <w:pPr>
      <w:tabs>
        <w:tab w:val="left" w:leader="dot" w:pos="8505"/>
      </w:tabs>
      <w:spacing w:after="60"/>
      <w:ind w:left="1758"/>
    </w:pPr>
    <w:rPr>
      <w:b/>
    </w:rPr>
  </w:style>
  <w:style w:type="paragraph" w:customStyle="1" w:styleId="TableHeading">
    <w:name w:val="Table Heading"/>
    <w:basedOn w:val="Normal"/>
    <w:qFormat/>
    <w:rsid w:val="00FC0189"/>
    <w:pPr>
      <w:spacing w:after="120"/>
    </w:pPr>
  </w:style>
  <w:style w:type="paragraph" w:styleId="TableofFigures">
    <w:name w:val="table of figures"/>
    <w:basedOn w:val="Normal"/>
    <w:next w:val="Normal"/>
    <w:uiPriority w:val="99"/>
    <w:rsid w:val="00741C5B"/>
  </w:style>
  <w:style w:type="numbering" w:customStyle="1" w:styleId="StyleBulletedSymbolsymbolCustomColorRGB84102112Lef1">
    <w:name w:val="Style Bulleted Symbol (symbol) Custom Color(RGB(84102112)) Lef...1"/>
    <w:basedOn w:val="NoList"/>
    <w:rsid w:val="000C225D"/>
    <w:pPr>
      <w:numPr>
        <w:numId w:val="1"/>
      </w:numPr>
    </w:pPr>
  </w:style>
  <w:style w:type="character" w:styleId="CommentReference">
    <w:name w:val="annotation reference"/>
    <w:uiPriority w:val="99"/>
    <w:semiHidden/>
    <w:rsid w:val="00FC3745"/>
    <w:rPr>
      <w:sz w:val="16"/>
      <w:szCs w:val="16"/>
    </w:rPr>
  </w:style>
  <w:style w:type="paragraph" w:styleId="CommentText">
    <w:name w:val="annotation text"/>
    <w:basedOn w:val="Normal"/>
    <w:link w:val="CommentTextChar"/>
    <w:uiPriority w:val="99"/>
    <w:semiHidden/>
    <w:rsid w:val="00FC3745"/>
    <w:rPr>
      <w:sz w:val="20"/>
      <w:szCs w:val="20"/>
    </w:rPr>
  </w:style>
  <w:style w:type="paragraph" w:styleId="CommentSubject">
    <w:name w:val="annotation subject"/>
    <w:basedOn w:val="CommentText"/>
    <w:next w:val="CommentText"/>
    <w:semiHidden/>
    <w:rsid w:val="00FC3745"/>
    <w:rPr>
      <w:b/>
      <w:bCs/>
    </w:rPr>
  </w:style>
  <w:style w:type="paragraph" w:styleId="BalloonText">
    <w:name w:val="Balloon Text"/>
    <w:basedOn w:val="Normal"/>
    <w:semiHidden/>
    <w:rsid w:val="00FC3745"/>
    <w:rPr>
      <w:rFonts w:ascii="Tahoma" w:hAnsi="Tahoma" w:cs="Tahoma"/>
      <w:sz w:val="16"/>
      <w:szCs w:val="16"/>
    </w:rPr>
  </w:style>
  <w:style w:type="character" w:styleId="Hyperlink">
    <w:name w:val="Hyperlink"/>
    <w:uiPriority w:val="99"/>
    <w:rsid w:val="00457955"/>
    <w:rPr>
      <w:rFonts w:ascii="Arial" w:hAnsi="Arial"/>
      <w:color w:val="00A9E4"/>
      <w:sz w:val="22"/>
      <w:u w:val="single"/>
    </w:rPr>
  </w:style>
  <w:style w:type="table" w:customStyle="1" w:styleId="Quote1">
    <w:name w:val="Quote1"/>
    <w:basedOn w:val="TableNormal"/>
    <w:qFormat/>
    <w:rsid w:val="008222C9"/>
    <w:rPr>
      <w:color w:val="000000"/>
    </w:rPr>
    <w:tblPr>
      <w:tblStyleRowBandSize w:val="1"/>
      <w:tblStyleColBandSize w:val="1"/>
      <w:tblBorders>
        <w:insideH w:val="single" w:sz="4" w:space="0" w:color="FFFFFF"/>
      </w:tblBorders>
    </w:tblPr>
    <w:trPr>
      <w:trHeight w:hRule="exact" w:val="510"/>
      <w:tblHeader/>
    </w:trPr>
    <w:tcPr>
      <w:shd w:val="clear" w:color="auto" w:fill="CCCCCC"/>
      <w:vAlign w:val="center"/>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Caption">
    <w:name w:val="caption"/>
    <w:basedOn w:val="Normal"/>
    <w:next w:val="Normal"/>
    <w:qFormat/>
    <w:rsid w:val="008222C9"/>
    <w:rPr>
      <w:b/>
      <w:bCs/>
      <w:sz w:val="20"/>
      <w:szCs w:val="20"/>
    </w:rPr>
  </w:style>
  <w:style w:type="paragraph" w:styleId="Subtitle">
    <w:name w:val="Subtitle"/>
    <w:basedOn w:val="Normal"/>
    <w:next w:val="Normal"/>
    <w:link w:val="SubtitleChar"/>
    <w:qFormat/>
    <w:rsid w:val="0069619A"/>
    <w:pPr>
      <w:spacing w:before="240" w:after="240"/>
    </w:pPr>
    <w:rPr>
      <w:rFonts w:ascii="Arial Bold" w:hAnsi="Arial Bold"/>
      <w:b/>
      <w:color w:val="BED600"/>
    </w:rPr>
  </w:style>
  <w:style w:type="character" w:customStyle="1" w:styleId="SubtitleChar">
    <w:name w:val="Subtitle Char"/>
    <w:link w:val="Subtitle"/>
    <w:rsid w:val="0069619A"/>
    <w:rPr>
      <w:rFonts w:ascii="Arial Bold" w:hAnsi="Arial Bold"/>
      <w:b/>
      <w:color w:val="BED600"/>
      <w:sz w:val="24"/>
      <w:szCs w:val="24"/>
      <w:lang w:val="en-AU" w:eastAsia="en-AU"/>
    </w:rPr>
  </w:style>
  <w:style w:type="paragraph" w:customStyle="1" w:styleId="CoverDate">
    <w:name w:val="Cover Date"/>
    <w:basedOn w:val="Subtitle"/>
    <w:qFormat/>
    <w:rsid w:val="00A06F0C"/>
    <w:rPr>
      <w:color w:val="5E6A71"/>
    </w:rPr>
  </w:style>
  <w:style w:type="character" w:customStyle="1" w:styleId="Normalwhite">
    <w:name w:val="Normal white"/>
    <w:rsid w:val="003E0834"/>
    <w:rPr>
      <w:rFonts w:ascii="Arial" w:hAnsi="Arial"/>
      <w:color w:val="FFFFFF"/>
      <w:sz w:val="22"/>
    </w:rPr>
  </w:style>
  <w:style w:type="paragraph" w:customStyle="1" w:styleId="Style1">
    <w:name w:val="Style1"/>
    <w:basedOn w:val="Heading1"/>
    <w:link w:val="Style1Char"/>
    <w:qFormat/>
    <w:rsid w:val="003F2A82"/>
    <w:pPr>
      <w:tabs>
        <w:tab w:val="clear" w:pos="567"/>
      </w:tabs>
    </w:pPr>
  </w:style>
  <w:style w:type="paragraph" w:styleId="ListParagraph">
    <w:name w:val="List Paragraph"/>
    <w:basedOn w:val="Normal"/>
    <w:link w:val="ListParagraphChar"/>
    <w:uiPriority w:val="34"/>
    <w:qFormat/>
    <w:rsid w:val="000130B4"/>
    <w:pPr>
      <w:ind w:left="720"/>
      <w:contextualSpacing/>
    </w:pPr>
  </w:style>
  <w:style w:type="character" w:customStyle="1" w:styleId="Style1Char">
    <w:name w:val="Style1 Char"/>
    <w:basedOn w:val="Heading1Char"/>
    <w:link w:val="Style1"/>
    <w:rsid w:val="003F2A82"/>
    <w:rPr>
      <w:rFonts w:asciiTheme="minorHAnsi" w:hAnsiTheme="minorHAnsi" w:cstheme="minorHAnsi"/>
      <w:b/>
      <w:bCs/>
      <w:color w:val="BED600"/>
      <w:kern w:val="32"/>
      <w:sz w:val="32"/>
      <w:szCs w:val="32"/>
    </w:rPr>
  </w:style>
  <w:style w:type="table" w:styleId="TableGrid">
    <w:name w:val="Table Grid"/>
    <w:basedOn w:val="TableNormal"/>
    <w:uiPriority w:val="59"/>
    <w:rsid w:val="000130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0130B4"/>
    <w:rPr>
      <w:rFonts w:asciiTheme="minorHAnsi" w:hAnsiTheme="minorHAnsi" w:cstheme="minorHAnsi"/>
      <w:color w:val="5E6A71"/>
    </w:rPr>
  </w:style>
  <w:style w:type="table" w:customStyle="1" w:styleId="TableGrid1">
    <w:name w:val="Table Grid1"/>
    <w:basedOn w:val="TableNormal"/>
    <w:next w:val="TableGrid"/>
    <w:uiPriority w:val="59"/>
    <w:rsid w:val="000130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74DDF"/>
    <w:rPr>
      <w:rFonts w:asciiTheme="minorHAnsi" w:hAnsiTheme="minorHAnsi" w:cstheme="minorHAnsi"/>
      <w:color w:val="5E6A71"/>
      <w:sz w:val="24"/>
      <w:szCs w:val="24"/>
    </w:rPr>
  </w:style>
  <w:style w:type="paragraph" w:styleId="Revision">
    <w:name w:val="Revision"/>
    <w:hidden/>
    <w:uiPriority w:val="99"/>
    <w:semiHidden/>
    <w:rsid w:val="00516893"/>
    <w:rPr>
      <w:rFonts w:asciiTheme="minorHAnsi" w:hAnsiTheme="minorHAnsi" w:cstheme="minorHAnsi"/>
      <w:color w:val="5E6A71"/>
      <w:sz w:val="24"/>
      <w:szCs w:val="24"/>
    </w:rPr>
  </w:style>
  <w:style w:type="paragraph" w:styleId="NormalWeb">
    <w:name w:val="Normal (Web)"/>
    <w:basedOn w:val="Normal"/>
    <w:uiPriority w:val="99"/>
    <w:unhideWhenUsed/>
    <w:rsid w:val="00C36140"/>
    <w:pPr>
      <w:spacing w:before="100" w:beforeAutospacing="1" w:after="100" w:afterAutospacing="1"/>
    </w:pPr>
    <w:rPr>
      <w:rFonts w:ascii="Times New Roman" w:eastAsiaTheme="minorEastAsia"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60232">
      <w:bodyDiv w:val="1"/>
      <w:marLeft w:val="0"/>
      <w:marRight w:val="0"/>
      <w:marTop w:val="0"/>
      <w:marBottom w:val="0"/>
      <w:divBdr>
        <w:top w:val="none" w:sz="0" w:space="0" w:color="auto"/>
        <w:left w:val="none" w:sz="0" w:space="0" w:color="auto"/>
        <w:bottom w:val="none" w:sz="0" w:space="0" w:color="auto"/>
        <w:right w:val="none" w:sz="0" w:space="0" w:color="auto"/>
      </w:divBdr>
      <w:divsChild>
        <w:div w:id="1406296931">
          <w:marLeft w:val="547"/>
          <w:marRight w:val="0"/>
          <w:marTop w:val="173"/>
          <w:marBottom w:val="0"/>
          <w:divBdr>
            <w:top w:val="none" w:sz="0" w:space="0" w:color="auto"/>
            <w:left w:val="none" w:sz="0" w:space="0" w:color="auto"/>
            <w:bottom w:val="none" w:sz="0" w:space="0" w:color="auto"/>
            <w:right w:val="none" w:sz="0" w:space="0" w:color="auto"/>
          </w:divBdr>
        </w:div>
        <w:div w:id="445924953">
          <w:marLeft w:val="1166"/>
          <w:marRight w:val="0"/>
          <w:marTop w:val="115"/>
          <w:marBottom w:val="0"/>
          <w:divBdr>
            <w:top w:val="none" w:sz="0" w:space="0" w:color="auto"/>
            <w:left w:val="none" w:sz="0" w:space="0" w:color="auto"/>
            <w:bottom w:val="none" w:sz="0" w:space="0" w:color="auto"/>
            <w:right w:val="none" w:sz="0" w:space="0" w:color="auto"/>
          </w:divBdr>
        </w:div>
        <w:div w:id="169294278">
          <w:marLeft w:val="547"/>
          <w:marRight w:val="0"/>
          <w:marTop w:val="173"/>
          <w:marBottom w:val="0"/>
          <w:divBdr>
            <w:top w:val="none" w:sz="0" w:space="0" w:color="auto"/>
            <w:left w:val="none" w:sz="0" w:space="0" w:color="auto"/>
            <w:bottom w:val="none" w:sz="0" w:space="0" w:color="auto"/>
            <w:right w:val="none" w:sz="0" w:space="0" w:color="auto"/>
          </w:divBdr>
        </w:div>
      </w:divsChild>
    </w:div>
    <w:div w:id="609358515">
      <w:bodyDiv w:val="1"/>
      <w:marLeft w:val="0"/>
      <w:marRight w:val="0"/>
      <w:marTop w:val="0"/>
      <w:marBottom w:val="0"/>
      <w:divBdr>
        <w:top w:val="none" w:sz="0" w:space="0" w:color="auto"/>
        <w:left w:val="none" w:sz="0" w:space="0" w:color="auto"/>
        <w:bottom w:val="none" w:sz="0" w:space="0" w:color="auto"/>
        <w:right w:val="none" w:sz="0" w:space="0" w:color="auto"/>
      </w:divBdr>
    </w:div>
    <w:div w:id="1523784717">
      <w:bodyDiv w:val="1"/>
      <w:marLeft w:val="0"/>
      <w:marRight w:val="0"/>
      <w:marTop w:val="0"/>
      <w:marBottom w:val="0"/>
      <w:divBdr>
        <w:top w:val="none" w:sz="0" w:space="0" w:color="auto"/>
        <w:left w:val="none" w:sz="0" w:space="0" w:color="auto"/>
        <w:bottom w:val="none" w:sz="0" w:space="0" w:color="auto"/>
        <w:right w:val="none" w:sz="0" w:space="0" w:color="auto"/>
      </w:divBdr>
    </w:div>
    <w:div w:id="1691031946">
      <w:bodyDiv w:val="1"/>
      <w:marLeft w:val="0"/>
      <w:marRight w:val="0"/>
      <w:marTop w:val="0"/>
      <w:marBottom w:val="0"/>
      <w:divBdr>
        <w:top w:val="none" w:sz="0" w:space="0" w:color="auto"/>
        <w:left w:val="none" w:sz="0" w:space="0" w:color="auto"/>
        <w:bottom w:val="none" w:sz="0" w:space="0" w:color="auto"/>
        <w:right w:val="none" w:sz="0" w:space="0" w:color="auto"/>
      </w:divBdr>
      <w:divsChild>
        <w:div w:id="60106769">
          <w:marLeft w:val="1166"/>
          <w:marRight w:val="0"/>
          <w:marTop w:val="130"/>
          <w:marBottom w:val="0"/>
          <w:divBdr>
            <w:top w:val="none" w:sz="0" w:space="0" w:color="auto"/>
            <w:left w:val="none" w:sz="0" w:space="0" w:color="auto"/>
            <w:bottom w:val="none" w:sz="0" w:space="0" w:color="auto"/>
            <w:right w:val="none" w:sz="0" w:space="0" w:color="auto"/>
          </w:divBdr>
        </w:div>
        <w:div w:id="1462113704">
          <w:marLeft w:val="1166"/>
          <w:marRight w:val="0"/>
          <w:marTop w:val="130"/>
          <w:marBottom w:val="0"/>
          <w:divBdr>
            <w:top w:val="none" w:sz="0" w:space="0" w:color="auto"/>
            <w:left w:val="none" w:sz="0" w:space="0" w:color="auto"/>
            <w:bottom w:val="none" w:sz="0" w:space="0" w:color="auto"/>
            <w:right w:val="none" w:sz="0" w:space="0" w:color="auto"/>
          </w:divBdr>
        </w:div>
      </w:divsChild>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Endeavour%20Energy\Office2010\Report_Document%20template\Report%20and%20Document%20Template%20FINALv2.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7163659656155204E-2"/>
          <c:y val="4.9299728586819927E-2"/>
          <c:w val="0.89969843191745125"/>
          <c:h val="0.61304900647107463"/>
        </c:manualLayout>
      </c:layout>
      <c:barChart>
        <c:barDir val="col"/>
        <c:grouping val="clustered"/>
        <c:varyColors val="0"/>
        <c:ser>
          <c:idx val="0"/>
          <c:order val="0"/>
          <c:tx>
            <c:strRef>
              <c:f>Sheet1!$C$36</c:f>
              <c:strCache>
                <c:ptCount val="1"/>
                <c:pt idx="0">
                  <c:v>Customer Additions - EE</c:v>
                </c:pt>
              </c:strCache>
            </c:strRef>
          </c:tx>
          <c:spPr>
            <a:solidFill>
              <a:schemeClr val="accent2"/>
            </a:solidFill>
          </c:spPr>
          <c:invertIfNegative val="0"/>
          <c:dPt>
            <c:idx val="0"/>
            <c:invertIfNegative val="0"/>
            <c:bubble3D val="0"/>
            <c:spPr>
              <a:solidFill>
                <a:schemeClr val="accent1"/>
              </a:solidFill>
            </c:spPr>
          </c:dPt>
          <c:dPt>
            <c:idx val="1"/>
            <c:invertIfNegative val="0"/>
            <c:bubble3D val="0"/>
            <c:spPr>
              <a:solidFill>
                <a:schemeClr val="accent1"/>
              </a:solidFill>
            </c:spPr>
          </c:dPt>
          <c:dPt>
            <c:idx val="2"/>
            <c:invertIfNegative val="0"/>
            <c:bubble3D val="0"/>
            <c:spPr>
              <a:solidFill>
                <a:schemeClr val="accent1"/>
              </a:solidFill>
            </c:spPr>
          </c:dPt>
          <c:cat>
            <c:strRef>
              <c:f>Sheet1!$E$32:$N$32</c:f>
              <c:strCache>
                <c:ptCount val="10"/>
                <c:pt idx="0">
                  <c:v>FY15</c:v>
                </c:pt>
                <c:pt idx="1">
                  <c:v>FY16</c:v>
                </c:pt>
                <c:pt idx="2">
                  <c:v>FY17</c:v>
                </c:pt>
                <c:pt idx="3">
                  <c:v>FY18</c:v>
                </c:pt>
                <c:pt idx="4">
                  <c:v>FY19</c:v>
                </c:pt>
                <c:pt idx="5">
                  <c:v>FY20</c:v>
                </c:pt>
                <c:pt idx="6">
                  <c:v>FY21</c:v>
                </c:pt>
                <c:pt idx="7">
                  <c:v>FY22</c:v>
                </c:pt>
                <c:pt idx="8">
                  <c:v>FY23</c:v>
                </c:pt>
                <c:pt idx="9">
                  <c:v>FY24</c:v>
                </c:pt>
              </c:strCache>
            </c:strRef>
          </c:cat>
          <c:val>
            <c:numRef>
              <c:f>Sheet1!$E$36:$N$36</c:f>
              <c:numCache>
                <c:formatCode>0.0</c:formatCode>
                <c:ptCount val="10"/>
                <c:pt idx="0">
                  <c:v>11.351999999999975</c:v>
                </c:pt>
                <c:pt idx="1">
                  <c:v>18.243999999999915</c:v>
                </c:pt>
                <c:pt idx="2">
                  <c:v>22.450000000000045</c:v>
                </c:pt>
                <c:pt idx="3">
                  <c:v>23.041878987035489</c:v>
                </c:pt>
                <c:pt idx="4">
                  <c:v>23.414732645512913</c:v>
                </c:pt>
                <c:pt idx="5">
                  <c:v>23.010434175406317</c:v>
                </c:pt>
                <c:pt idx="6">
                  <c:v>20.376610398425555</c:v>
                </c:pt>
                <c:pt idx="7">
                  <c:v>20.174625324362069</c:v>
                </c:pt>
                <c:pt idx="8">
                  <c:v>20.295793414463787</c:v>
                </c:pt>
                <c:pt idx="9">
                  <c:v>21.300384910555522</c:v>
                </c:pt>
              </c:numCache>
            </c:numRef>
          </c:val>
        </c:ser>
        <c:dLbls>
          <c:showLegendKey val="0"/>
          <c:showVal val="0"/>
          <c:showCatName val="0"/>
          <c:showSerName val="0"/>
          <c:showPercent val="0"/>
          <c:showBubbleSize val="0"/>
        </c:dLbls>
        <c:gapWidth val="150"/>
        <c:axId val="41278848"/>
        <c:axId val="41284736"/>
      </c:barChart>
      <c:lineChart>
        <c:grouping val="standard"/>
        <c:varyColors val="0"/>
        <c:ser>
          <c:idx val="3"/>
          <c:order val="1"/>
          <c:tx>
            <c:strRef>
              <c:f>Sheet1!$C$42</c:f>
              <c:strCache>
                <c:ptCount val="1"/>
                <c:pt idx="0">
                  <c:v>Average Annual Customer Additions - EE</c:v>
                </c:pt>
              </c:strCache>
            </c:strRef>
          </c:tx>
          <c:spPr>
            <a:ln>
              <a:solidFill>
                <a:schemeClr val="accent3"/>
              </a:solidFill>
              <a:prstDash val="dash"/>
            </a:ln>
          </c:spPr>
          <c:marker>
            <c:symbol val="none"/>
          </c:marker>
          <c:cat>
            <c:strRef>
              <c:f>Sheet1!$E$32:$N$32</c:f>
              <c:strCache>
                <c:ptCount val="10"/>
                <c:pt idx="0">
                  <c:v>FY15</c:v>
                </c:pt>
                <c:pt idx="1">
                  <c:v>FY16</c:v>
                </c:pt>
                <c:pt idx="2">
                  <c:v>FY17</c:v>
                </c:pt>
                <c:pt idx="3">
                  <c:v>FY18</c:v>
                </c:pt>
                <c:pt idx="4">
                  <c:v>FY19</c:v>
                </c:pt>
                <c:pt idx="5">
                  <c:v>FY20</c:v>
                </c:pt>
                <c:pt idx="6">
                  <c:v>FY21</c:v>
                </c:pt>
                <c:pt idx="7">
                  <c:v>FY22</c:v>
                </c:pt>
                <c:pt idx="8">
                  <c:v>FY23</c:v>
                </c:pt>
                <c:pt idx="9">
                  <c:v>FY24</c:v>
                </c:pt>
              </c:strCache>
            </c:strRef>
          </c:cat>
          <c:val>
            <c:numRef>
              <c:f>Sheet1!$E$42:$N$42</c:f>
              <c:numCache>
                <c:formatCode>General</c:formatCode>
                <c:ptCount val="10"/>
                <c:pt idx="3" formatCode="0.0">
                  <c:v>21.659208550823092</c:v>
                </c:pt>
                <c:pt idx="4" formatCode="0.0">
                  <c:v>21.659208550823092</c:v>
                </c:pt>
                <c:pt idx="5" formatCode="0.0">
                  <c:v>21.659208550823092</c:v>
                </c:pt>
                <c:pt idx="6" formatCode="0.0">
                  <c:v>21.659208550823092</c:v>
                </c:pt>
                <c:pt idx="7" formatCode="0.0">
                  <c:v>21.659208550823092</c:v>
                </c:pt>
                <c:pt idx="8" formatCode="0.0">
                  <c:v>21.659208550823092</c:v>
                </c:pt>
                <c:pt idx="9" formatCode="0.0">
                  <c:v>21.659208550823092</c:v>
                </c:pt>
              </c:numCache>
            </c:numRef>
          </c:val>
          <c:smooth val="0"/>
        </c:ser>
        <c:ser>
          <c:idx val="1"/>
          <c:order val="2"/>
          <c:tx>
            <c:strRef>
              <c:f>Sheet1!$C$39</c:f>
              <c:strCache>
                <c:ptCount val="1"/>
                <c:pt idx="0">
                  <c:v>Average Annual Dwellings - NSW Dept. of Planning</c:v>
                </c:pt>
              </c:strCache>
            </c:strRef>
          </c:tx>
          <c:spPr>
            <a:ln>
              <a:solidFill>
                <a:schemeClr val="tx1"/>
              </a:solidFill>
            </a:ln>
          </c:spPr>
          <c:marker>
            <c:symbol val="none"/>
          </c:marker>
          <c:cat>
            <c:strRef>
              <c:f>Sheet1!$E$32:$N$32</c:f>
              <c:strCache>
                <c:ptCount val="10"/>
                <c:pt idx="0">
                  <c:v>FY15</c:v>
                </c:pt>
                <c:pt idx="1">
                  <c:v>FY16</c:v>
                </c:pt>
                <c:pt idx="2">
                  <c:v>FY17</c:v>
                </c:pt>
                <c:pt idx="3">
                  <c:v>FY18</c:v>
                </c:pt>
                <c:pt idx="4">
                  <c:v>FY19</c:v>
                </c:pt>
                <c:pt idx="5">
                  <c:v>FY20</c:v>
                </c:pt>
                <c:pt idx="6">
                  <c:v>FY21</c:v>
                </c:pt>
                <c:pt idx="7">
                  <c:v>FY22</c:v>
                </c:pt>
                <c:pt idx="8">
                  <c:v>FY23</c:v>
                </c:pt>
                <c:pt idx="9">
                  <c:v>FY24</c:v>
                </c:pt>
              </c:strCache>
            </c:strRef>
          </c:cat>
          <c:val>
            <c:numRef>
              <c:f>Sheet1!$E$39:$N$39</c:f>
              <c:numCache>
                <c:formatCode>General</c:formatCode>
                <c:ptCount val="10"/>
                <c:pt idx="3" formatCode="0.0">
                  <c:v>21.400935935020051</c:v>
                </c:pt>
                <c:pt idx="4" formatCode="0.0">
                  <c:v>21.400935935020051</c:v>
                </c:pt>
                <c:pt idx="5" formatCode="0.0">
                  <c:v>21.400935935020051</c:v>
                </c:pt>
                <c:pt idx="6" formatCode="0.0">
                  <c:v>21.400935935020051</c:v>
                </c:pt>
                <c:pt idx="7" formatCode="0.0">
                  <c:v>22.601256066799071</c:v>
                </c:pt>
                <c:pt idx="8" formatCode="0.0">
                  <c:v>22.601256066799071</c:v>
                </c:pt>
                <c:pt idx="9" formatCode="0.0">
                  <c:v>22.601256066799071</c:v>
                </c:pt>
              </c:numCache>
            </c:numRef>
          </c:val>
          <c:smooth val="0"/>
        </c:ser>
        <c:ser>
          <c:idx val="2"/>
          <c:order val="3"/>
          <c:tx>
            <c:strRef>
              <c:f>Sheet1!$C$41</c:f>
              <c:strCache>
                <c:ptCount val="1"/>
                <c:pt idx="0">
                  <c:v>Average Annual Dwellings - HIA</c:v>
                </c:pt>
              </c:strCache>
            </c:strRef>
          </c:tx>
          <c:spPr>
            <a:ln>
              <a:solidFill>
                <a:srgbClr val="C00000"/>
              </a:solidFill>
              <a:prstDash val="solid"/>
            </a:ln>
          </c:spPr>
          <c:marker>
            <c:symbol val="none"/>
          </c:marker>
          <c:cat>
            <c:strRef>
              <c:f>Sheet1!$E$32:$N$32</c:f>
              <c:strCache>
                <c:ptCount val="10"/>
                <c:pt idx="0">
                  <c:v>FY15</c:v>
                </c:pt>
                <c:pt idx="1">
                  <c:v>FY16</c:v>
                </c:pt>
                <c:pt idx="2">
                  <c:v>FY17</c:v>
                </c:pt>
                <c:pt idx="3">
                  <c:v>FY18</c:v>
                </c:pt>
                <c:pt idx="4">
                  <c:v>FY19</c:v>
                </c:pt>
                <c:pt idx="5">
                  <c:v>FY20</c:v>
                </c:pt>
                <c:pt idx="6">
                  <c:v>FY21</c:v>
                </c:pt>
                <c:pt idx="7">
                  <c:v>FY22</c:v>
                </c:pt>
                <c:pt idx="8">
                  <c:v>FY23</c:v>
                </c:pt>
                <c:pt idx="9">
                  <c:v>FY24</c:v>
                </c:pt>
              </c:strCache>
            </c:strRef>
          </c:cat>
          <c:val>
            <c:numRef>
              <c:f>Sheet1!$E$41:$N$41</c:f>
              <c:numCache>
                <c:formatCode>General</c:formatCode>
                <c:ptCount val="10"/>
                <c:pt idx="3" formatCode="0.0">
                  <c:v>23.220329143947872</c:v>
                </c:pt>
                <c:pt idx="4" formatCode="0.0">
                  <c:v>23.220329143947872</c:v>
                </c:pt>
                <c:pt idx="5" formatCode="0.0">
                  <c:v>23.220329143947872</c:v>
                </c:pt>
                <c:pt idx="6" formatCode="0.0">
                  <c:v>23.220329143947872</c:v>
                </c:pt>
                <c:pt idx="7" formatCode="0.0">
                  <c:v>23.220329143947872</c:v>
                </c:pt>
              </c:numCache>
            </c:numRef>
          </c:val>
          <c:smooth val="0"/>
        </c:ser>
        <c:dLbls>
          <c:showLegendKey val="0"/>
          <c:showVal val="0"/>
          <c:showCatName val="0"/>
          <c:showSerName val="0"/>
          <c:showPercent val="0"/>
          <c:showBubbleSize val="0"/>
        </c:dLbls>
        <c:marker val="1"/>
        <c:smooth val="0"/>
        <c:axId val="41278848"/>
        <c:axId val="41284736"/>
      </c:lineChart>
      <c:catAx>
        <c:axId val="41278848"/>
        <c:scaling>
          <c:orientation val="minMax"/>
        </c:scaling>
        <c:delete val="0"/>
        <c:axPos val="b"/>
        <c:majorTickMark val="out"/>
        <c:minorTickMark val="none"/>
        <c:tickLblPos val="nextTo"/>
        <c:crossAx val="41284736"/>
        <c:crosses val="autoZero"/>
        <c:auto val="1"/>
        <c:lblAlgn val="ctr"/>
        <c:lblOffset val="100"/>
        <c:noMultiLvlLbl val="0"/>
      </c:catAx>
      <c:valAx>
        <c:axId val="41284736"/>
        <c:scaling>
          <c:orientation val="minMax"/>
        </c:scaling>
        <c:delete val="0"/>
        <c:axPos val="l"/>
        <c:majorGridlines/>
        <c:numFmt formatCode="0.0" sourceLinked="1"/>
        <c:majorTickMark val="out"/>
        <c:minorTickMark val="none"/>
        <c:tickLblPos val="nextTo"/>
        <c:crossAx val="41278848"/>
        <c:crosses val="autoZero"/>
        <c:crossBetween val="between"/>
      </c:valAx>
      <c:spPr>
        <a:noFill/>
      </c:spPr>
    </c:plotArea>
    <c:legend>
      <c:legendPos val="r"/>
      <c:layout>
        <c:manualLayout>
          <c:xMode val="edge"/>
          <c:yMode val="edge"/>
          <c:x val="0.12332093904928551"/>
          <c:y val="0.7530268228666539"/>
          <c:w val="0.7909979107852485"/>
          <c:h val="0.22746090164510052"/>
        </c:manualLayout>
      </c:layout>
      <c:overlay val="0"/>
      <c:txPr>
        <a:bodyPr/>
        <a:lstStyle/>
        <a:p>
          <a:pPr>
            <a:defRPr sz="900"/>
          </a:pPr>
          <a:endParaRPr lang="en-US"/>
        </a:p>
      </c:txPr>
    </c:legend>
    <c:plotVisOnly val="1"/>
    <c:dispBlanksAs val="gap"/>
    <c:showDLblsOverMax val="0"/>
  </c:chart>
  <c:spPr>
    <a:noFill/>
    <a:ln>
      <a:solidFill>
        <a:srgbClr val="4F81BD"/>
      </a:solid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chemeClr val="accent1"/>
            </a:solidFill>
          </c:spPr>
          <c:invertIfNegative val="0"/>
          <c:dPt>
            <c:idx val="0"/>
            <c:invertIfNegative val="0"/>
            <c:bubble3D val="0"/>
          </c:dPt>
          <c:dPt>
            <c:idx val="1"/>
            <c:invertIfNegative val="0"/>
            <c:bubble3D val="0"/>
            <c:spPr>
              <a:solidFill>
                <a:schemeClr val="accent2"/>
              </a:solidFill>
            </c:spPr>
          </c:dPt>
          <c:dPt>
            <c:idx val="2"/>
            <c:invertIfNegative val="0"/>
            <c:bubble3D val="0"/>
          </c:dPt>
          <c:dLbls>
            <c:showLegendKey val="0"/>
            <c:showVal val="1"/>
            <c:showCatName val="0"/>
            <c:showSerName val="0"/>
            <c:showPercent val="0"/>
            <c:showBubbleSize val="0"/>
            <c:showLeaderLines val="0"/>
          </c:dLbls>
          <c:cat>
            <c:strRef>
              <c:f>Summary!$S$28:$T$28</c:f>
              <c:strCache>
                <c:ptCount val="2"/>
                <c:pt idx="0">
                  <c:v>FY15 to FY19</c:v>
                </c:pt>
                <c:pt idx="1">
                  <c:v>FY20 to FY24</c:v>
                </c:pt>
              </c:strCache>
            </c:strRef>
          </c:cat>
          <c:val>
            <c:numRef>
              <c:f>Summary!$S$32:$T$32</c:f>
              <c:numCache>
                <c:formatCode>0.0</c:formatCode>
                <c:ptCount val="2"/>
                <c:pt idx="0">
                  <c:v>98.502611632548337</c:v>
                </c:pt>
                <c:pt idx="1">
                  <c:v>105.15784822321325</c:v>
                </c:pt>
              </c:numCache>
            </c:numRef>
          </c:val>
        </c:ser>
        <c:dLbls>
          <c:showLegendKey val="0"/>
          <c:showVal val="0"/>
          <c:showCatName val="0"/>
          <c:showSerName val="0"/>
          <c:showPercent val="0"/>
          <c:showBubbleSize val="0"/>
        </c:dLbls>
        <c:gapWidth val="150"/>
        <c:axId val="41392000"/>
        <c:axId val="41393536"/>
      </c:barChart>
      <c:catAx>
        <c:axId val="41392000"/>
        <c:scaling>
          <c:orientation val="minMax"/>
        </c:scaling>
        <c:delete val="0"/>
        <c:axPos val="b"/>
        <c:majorTickMark val="out"/>
        <c:minorTickMark val="none"/>
        <c:tickLblPos val="nextTo"/>
        <c:txPr>
          <a:bodyPr/>
          <a:lstStyle/>
          <a:p>
            <a:pPr>
              <a:defRPr sz="800"/>
            </a:pPr>
            <a:endParaRPr lang="en-US"/>
          </a:p>
        </c:txPr>
        <c:crossAx val="41393536"/>
        <c:crosses val="autoZero"/>
        <c:auto val="1"/>
        <c:lblAlgn val="ctr"/>
        <c:lblOffset val="100"/>
        <c:noMultiLvlLbl val="0"/>
      </c:catAx>
      <c:valAx>
        <c:axId val="41393536"/>
        <c:scaling>
          <c:orientation val="minMax"/>
        </c:scaling>
        <c:delete val="0"/>
        <c:axPos val="l"/>
        <c:majorGridlines/>
        <c:title>
          <c:tx>
            <c:rich>
              <a:bodyPr rot="-5400000" vert="horz"/>
              <a:lstStyle/>
              <a:p>
                <a:pPr>
                  <a:defRPr/>
                </a:pPr>
                <a:r>
                  <a:rPr lang="en-US" dirty="0"/>
                  <a:t>Customer </a:t>
                </a:r>
                <a:r>
                  <a:rPr lang="en-US" dirty="0" smtClean="0"/>
                  <a:t>Additions (000’s)</a:t>
                </a:r>
                <a:endParaRPr lang="en-US" dirty="0"/>
              </a:p>
            </c:rich>
          </c:tx>
          <c:layout/>
          <c:overlay val="0"/>
        </c:title>
        <c:numFmt formatCode="0.0" sourceLinked="1"/>
        <c:majorTickMark val="out"/>
        <c:minorTickMark val="none"/>
        <c:tickLblPos val="nextTo"/>
        <c:crossAx val="41392000"/>
        <c:crosses val="autoZero"/>
        <c:crossBetween val="between"/>
      </c:valAx>
      <c:spPr>
        <a:noFill/>
      </c:spPr>
    </c:plotArea>
    <c:plotVisOnly val="1"/>
    <c:dispBlanksAs val="gap"/>
    <c:showDLblsOverMax val="0"/>
  </c:chart>
  <c:spPr>
    <a:no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EE Powerpoint">
    <a:dk1>
      <a:srgbClr val="5E6A71"/>
    </a:dk1>
    <a:lt1>
      <a:srgbClr val="5E6A71"/>
    </a:lt1>
    <a:dk2>
      <a:srgbClr val="FFFFFF"/>
    </a:dk2>
    <a:lt2>
      <a:srgbClr val="FFFFFF"/>
    </a:lt2>
    <a:accent1>
      <a:srgbClr val="BED600"/>
    </a:accent1>
    <a:accent2>
      <a:srgbClr val="0094B3"/>
    </a:accent2>
    <a:accent3>
      <a:srgbClr val="F2AF00"/>
    </a:accent3>
    <a:accent4>
      <a:srgbClr val="9DBCB0"/>
    </a:accent4>
    <a:accent5>
      <a:srgbClr val="5E6A71"/>
    </a:accent5>
    <a:accent6>
      <a:srgbClr val="FFFFFF"/>
    </a:accent6>
    <a:hlink>
      <a:srgbClr val="5E6A71"/>
    </a:hlink>
    <a:folHlink>
      <a:srgbClr val="0000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EE Powerpoint">
    <a:dk1>
      <a:srgbClr val="5E6A71"/>
    </a:dk1>
    <a:lt1>
      <a:srgbClr val="5E6A71"/>
    </a:lt1>
    <a:dk2>
      <a:srgbClr val="FFFFFF"/>
    </a:dk2>
    <a:lt2>
      <a:srgbClr val="FFFFFF"/>
    </a:lt2>
    <a:accent1>
      <a:srgbClr val="BED600"/>
    </a:accent1>
    <a:accent2>
      <a:srgbClr val="0094B3"/>
    </a:accent2>
    <a:accent3>
      <a:srgbClr val="F2AF00"/>
    </a:accent3>
    <a:accent4>
      <a:srgbClr val="9DBCB0"/>
    </a:accent4>
    <a:accent5>
      <a:srgbClr val="5E6A71"/>
    </a:accent5>
    <a:accent6>
      <a:srgbClr val="FFFFFF"/>
    </a:accent6>
    <a:hlink>
      <a:srgbClr val="5E6A71"/>
    </a:hlink>
    <a:folHlink>
      <a:srgbClr val="0000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2F017-BBA7-4FAB-9A4B-BE8F4419D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and Document Template FINALv2</Template>
  <TotalTime>7</TotalTime>
  <Pages>10</Pages>
  <Words>2541</Words>
  <Characters>16126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STANDARD FORM</vt:lpstr>
    </vt:vector>
  </TitlesOfParts>
  <Company>Endeavour Energy</Company>
  <LinksUpToDate>false</LinksUpToDate>
  <CharactersWithSpaces>18630</CharactersWithSpaces>
  <SharedDoc>false</SharedDoc>
  <HLinks>
    <vt:vector size="6" baseType="variant">
      <vt:variant>
        <vt:i4>5767185</vt:i4>
      </vt:variant>
      <vt:variant>
        <vt:i4>0</vt:i4>
      </vt:variant>
      <vt:variant>
        <vt:i4>0</vt:i4>
      </vt:variant>
      <vt:variant>
        <vt:i4>5</vt:i4>
      </vt:variant>
      <vt:variant>
        <vt:lpwstr>http://web.ie.integral.com.au/wps/portal/home/internserv/brand/Brand Guidelines/!ut/p/c5/dc7ZkqIwGAXgZ_EBNImgwGXYZDOKCaLcWDRtI2G1QVmevpmZmsv-z-Vfdc4HIjCnit9ZGndZXcUFuIBoe3N817A0ESmQHSC0NUXQRBUjaGxBCC5QvFE-NvaUTyc-nQ6EEafjfr_XDdgGD5cydyC6PVDd8UhQr5kejtToHJgo6Gz6BnZrQsVkMXdFf9a0HbZEyYNQ1k0ZrtXN1vahPu9u_v3hL4chIFZd3sEVRNKv5kAE7L-5bhldPxFORm3mBzef8_ORMMfudH_4y8-Lma-NhOGRTqZL8hQxTicaFB5sx_2n6ZuH8469gQOi7KNc9Um5gisZiQqCkgQVhGRxLYHwch1UvbV7HdObny6XiEtT3kQfZZE1TUKdID-6EmpVv-aMV1GYTcfDE5UKTi0k5J-R_Hp4atdMMF3X3cPFKS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FORM</dc:title>
  <dc:creator>Michael Tamp</dc:creator>
  <cp:lastModifiedBy>JOSEPH ROMITI</cp:lastModifiedBy>
  <cp:revision>3</cp:revision>
  <cp:lastPrinted>2018-03-23T04:33:00Z</cp:lastPrinted>
  <dcterms:created xsi:type="dcterms:W3CDTF">2018-04-03T04:48:00Z</dcterms:created>
  <dcterms:modified xsi:type="dcterms:W3CDTF">2018-04-19T23:23:00Z</dcterms:modified>
</cp:coreProperties>
</file>